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F9257B" w14:textId="37C6D113" w:rsidR="00604E9A" w:rsidRDefault="00604E9A" w:rsidP="00604E9A">
      <w:pPr>
        <w:pStyle w:val="NormalWeb"/>
      </w:pPr>
      <w:r>
        <w:rPr>
          <w:noProof/>
        </w:rPr>
        <w:drawing>
          <wp:anchor distT="0" distB="0" distL="114300" distR="114300" simplePos="0" relativeHeight="251709952" behindDoc="0" locked="0" layoutInCell="1" allowOverlap="1" wp14:anchorId="2430E9E2" wp14:editId="25EC19D1">
            <wp:simplePos x="0" y="0"/>
            <wp:positionH relativeFrom="column">
              <wp:posOffset>30480</wp:posOffset>
            </wp:positionH>
            <wp:positionV relativeFrom="paragraph">
              <wp:posOffset>144780</wp:posOffset>
            </wp:positionV>
            <wp:extent cx="1228725" cy="839470"/>
            <wp:effectExtent l="0" t="0" r="9525" b="0"/>
            <wp:wrapNone/>
            <wp:docPr id="690550894" name="Image 10" descr="Une image contenant texte, Police, Graphiqu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550894" name="Image 10" descr="Une image contenant texte, Police, Graphique, capture d’écran&#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8725" cy="8394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10976" behindDoc="0" locked="0" layoutInCell="1" allowOverlap="1" wp14:anchorId="1787CED2" wp14:editId="7AC1933A">
            <wp:simplePos x="0" y="0"/>
            <wp:positionH relativeFrom="column">
              <wp:posOffset>2811780</wp:posOffset>
            </wp:positionH>
            <wp:positionV relativeFrom="paragraph">
              <wp:posOffset>-253365</wp:posOffset>
            </wp:positionV>
            <wp:extent cx="781050" cy="781050"/>
            <wp:effectExtent l="0" t="0" r="0" b="0"/>
            <wp:wrapNone/>
            <wp:docPr id="2041907288" name="Image 11" descr="Une image contenant Police, Bleu électrique, capture d’écran,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1907288" name="Image 11" descr="Une image contenant Police, Bleu électrique, capture d’écran, texte&#10;&#10;Description générée automatiquem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81050" cy="7810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06880" behindDoc="0" locked="0" layoutInCell="1" allowOverlap="1" wp14:anchorId="61865D6F" wp14:editId="462030B9">
            <wp:simplePos x="0" y="0"/>
            <wp:positionH relativeFrom="column">
              <wp:posOffset>3700145</wp:posOffset>
            </wp:positionH>
            <wp:positionV relativeFrom="paragraph">
              <wp:posOffset>-71120</wp:posOffset>
            </wp:positionV>
            <wp:extent cx="1171575" cy="391795"/>
            <wp:effectExtent l="0" t="0" r="9525" b="8255"/>
            <wp:wrapNone/>
            <wp:docPr id="803315306" name="Image 803315306"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descr="Une image contenant texte, clipart&#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71575" cy="391795"/>
                    </a:xfrm>
                    <a:prstGeom prst="rect">
                      <a:avLst/>
                    </a:prstGeom>
                  </pic:spPr>
                </pic:pic>
              </a:graphicData>
            </a:graphic>
            <wp14:sizeRelH relativeFrom="margin">
              <wp14:pctWidth>0</wp14:pctWidth>
            </wp14:sizeRelH>
            <wp14:sizeRelV relativeFrom="margin">
              <wp14:pctHeight>0</wp14:pctHeight>
            </wp14:sizeRelV>
          </wp:anchor>
        </w:drawing>
      </w:r>
    </w:p>
    <w:p w14:paraId="3039D7BA" w14:textId="01A1D075" w:rsidR="00651010" w:rsidRDefault="00651010" w:rsidP="00604E9A">
      <w:pPr>
        <w:pStyle w:val="NormalWeb"/>
      </w:pPr>
      <w:r>
        <w:rPr>
          <w:rFonts w:ascii="Bookman Old Style" w:hAnsi="Bookman Old Style"/>
          <w:noProof/>
        </w:rPr>
        <w:drawing>
          <wp:anchor distT="0" distB="0" distL="114300" distR="114300" simplePos="0" relativeHeight="251703808" behindDoc="0" locked="0" layoutInCell="1" allowOverlap="1" wp14:anchorId="133445AF" wp14:editId="7CC03505">
            <wp:simplePos x="0" y="0"/>
            <wp:positionH relativeFrom="column">
              <wp:posOffset>1747520</wp:posOffset>
            </wp:positionH>
            <wp:positionV relativeFrom="paragraph">
              <wp:posOffset>-519430</wp:posOffset>
            </wp:positionV>
            <wp:extent cx="995045" cy="642006"/>
            <wp:effectExtent l="0" t="0" r="0" b="571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95431" cy="64225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04832" behindDoc="0" locked="0" layoutInCell="1" allowOverlap="1" wp14:anchorId="64DAB036" wp14:editId="34A70101">
            <wp:simplePos x="0" y="0"/>
            <wp:positionH relativeFrom="column">
              <wp:posOffset>4944110</wp:posOffset>
            </wp:positionH>
            <wp:positionV relativeFrom="paragraph">
              <wp:posOffset>-477520</wp:posOffset>
            </wp:positionV>
            <wp:extent cx="1453680" cy="470524"/>
            <wp:effectExtent l="0" t="0" r="0" b="6350"/>
            <wp:wrapNone/>
            <wp:docPr id="1978288268" name="Image 1978288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3680" cy="470524"/>
                    </a:xfrm>
                    <a:prstGeom prst="rect">
                      <a:avLst/>
                    </a:prstGeom>
                  </pic:spPr>
                </pic:pic>
              </a:graphicData>
            </a:graphic>
            <wp14:sizeRelH relativeFrom="margin">
              <wp14:pctWidth>0</wp14:pctWidth>
            </wp14:sizeRelH>
            <wp14:sizeRelV relativeFrom="margin">
              <wp14:pctHeight>0</wp14:pctHeight>
            </wp14:sizeRelV>
          </wp:anchor>
        </w:drawing>
      </w:r>
    </w:p>
    <w:p w14:paraId="3615CFEA" w14:textId="77777777" w:rsidR="00651010" w:rsidRDefault="00651010">
      <w:r>
        <w:rPr>
          <w:noProof/>
        </w:rPr>
        <w:drawing>
          <wp:anchor distT="0" distB="0" distL="114300" distR="114300" simplePos="0" relativeHeight="251707904" behindDoc="0" locked="0" layoutInCell="1" allowOverlap="1" wp14:anchorId="05DE40BC" wp14:editId="737FB9C2">
            <wp:simplePos x="0" y="0"/>
            <wp:positionH relativeFrom="column">
              <wp:posOffset>1807845</wp:posOffset>
            </wp:positionH>
            <wp:positionV relativeFrom="paragraph">
              <wp:posOffset>61595</wp:posOffset>
            </wp:positionV>
            <wp:extent cx="1112000" cy="438150"/>
            <wp:effectExtent l="0" t="0" r="0" b="0"/>
            <wp:wrapNone/>
            <wp:docPr id="1794655320" name="Image 1794655320"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descr="Une image contenant texte&#10;&#10;Description générée automatiquemen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12000" cy="4381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99712" behindDoc="1" locked="0" layoutInCell="1" allowOverlap="1" wp14:anchorId="7981F03F" wp14:editId="08EAA091">
            <wp:simplePos x="0" y="0"/>
            <wp:positionH relativeFrom="column">
              <wp:posOffset>3147695</wp:posOffset>
            </wp:positionH>
            <wp:positionV relativeFrom="paragraph">
              <wp:posOffset>13970</wp:posOffset>
            </wp:positionV>
            <wp:extent cx="1466850" cy="467289"/>
            <wp:effectExtent l="0" t="0" r="0" b="9525"/>
            <wp:wrapNone/>
            <wp:docPr id="739202528" name="Image 739202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66850" cy="467289"/>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8928" behindDoc="0" locked="0" layoutInCell="1" allowOverlap="1" wp14:anchorId="2C1EA1EF" wp14:editId="2E371DB3">
            <wp:simplePos x="0" y="0"/>
            <wp:positionH relativeFrom="column">
              <wp:posOffset>4719320</wp:posOffset>
            </wp:positionH>
            <wp:positionV relativeFrom="paragraph">
              <wp:posOffset>99695</wp:posOffset>
            </wp:positionV>
            <wp:extent cx="1480504" cy="323850"/>
            <wp:effectExtent l="0" t="0" r="5715"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80504" cy="323850"/>
                    </a:xfrm>
                    <a:prstGeom prst="rect">
                      <a:avLst/>
                    </a:prstGeom>
                  </pic:spPr>
                </pic:pic>
              </a:graphicData>
            </a:graphic>
            <wp14:sizeRelH relativeFrom="margin">
              <wp14:pctWidth>0</wp14:pctWidth>
            </wp14:sizeRelH>
            <wp14:sizeRelV relativeFrom="margin">
              <wp14:pctHeight>0</wp14:pctHeight>
            </wp14:sizeRelV>
          </wp:anchor>
        </w:drawing>
      </w:r>
    </w:p>
    <w:p w14:paraId="7DD61993" w14:textId="77777777" w:rsidR="00651010" w:rsidRDefault="00651010"/>
    <w:p w14:paraId="19A006E1" w14:textId="77777777" w:rsidR="00651010" w:rsidRDefault="00651010" w:rsidP="004D1ECB">
      <w:pPr>
        <w:rPr>
          <w:b/>
          <w:bCs/>
          <w:sz w:val="36"/>
          <w:szCs w:val="36"/>
        </w:rPr>
      </w:pPr>
      <w:r>
        <w:rPr>
          <w:noProof/>
        </w:rPr>
        <mc:AlternateContent>
          <mc:Choice Requires="wps">
            <w:drawing>
              <wp:anchor distT="0" distB="0" distL="114300" distR="114300" simplePos="0" relativeHeight="251700736" behindDoc="0" locked="0" layoutInCell="1" allowOverlap="1" wp14:anchorId="137B27A2" wp14:editId="76AC2FE4">
                <wp:simplePos x="0" y="0"/>
                <wp:positionH relativeFrom="column">
                  <wp:posOffset>-614045</wp:posOffset>
                </wp:positionH>
                <wp:positionV relativeFrom="paragraph">
                  <wp:posOffset>405765</wp:posOffset>
                </wp:positionV>
                <wp:extent cx="6905625" cy="0"/>
                <wp:effectExtent l="0" t="0" r="0" b="0"/>
                <wp:wrapNone/>
                <wp:docPr id="1797747873" name="Connecteur droit 1797747873"/>
                <wp:cNvGraphicFramePr/>
                <a:graphic xmlns:a="http://schemas.openxmlformats.org/drawingml/2006/main">
                  <a:graphicData uri="http://schemas.microsoft.com/office/word/2010/wordprocessingShape">
                    <wps:wsp>
                      <wps:cNvCnPr/>
                      <wps:spPr>
                        <a:xfrm>
                          <a:off x="0" y="0"/>
                          <a:ext cx="69056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385C2C" id="Connecteur droit 1797747873" o:spid="_x0000_s1026" style="position:absolute;z-index:251700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8.35pt,31.95pt" to="495.4pt,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" strokecolor="black [3213]" strokeweight="1pt">
                <v:stroke joinstyle="miter"/>
              </v:line>
            </w:pict>
          </mc:Fallback>
        </mc:AlternateContent>
      </w:r>
    </w:p>
    <w:p w14:paraId="2B349D90" w14:textId="77777777" w:rsidR="00651010" w:rsidRPr="003267B2" w:rsidRDefault="00651010" w:rsidP="003267B2">
      <w:pPr>
        <w:rPr>
          <w:sz w:val="40"/>
          <w:szCs w:val="40"/>
        </w:rPr>
      </w:pPr>
      <w:r>
        <w:rPr>
          <w:rFonts w:ascii="Arial Narrow" w:hAnsi="Arial Narrow" w:cs="Arial"/>
          <w:b/>
          <w:noProof/>
          <w:color w:val="000000" w:themeColor="text1"/>
          <w:sz w:val="32"/>
          <w:lang w:eastAsia="fr-FR"/>
        </w:rPr>
        <mc:AlternateContent>
          <mc:Choice Requires="wps">
            <w:drawing>
              <wp:anchor distT="0" distB="0" distL="114300" distR="114300" simplePos="0" relativeHeight="251701760" behindDoc="0" locked="0" layoutInCell="1" allowOverlap="1" wp14:anchorId="46B626F4" wp14:editId="5501327C">
                <wp:simplePos x="0" y="0"/>
                <wp:positionH relativeFrom="margin">
                  <wp:posOffset>-871855</wp:posOffset>
                </wp:positionH>
                <wp:positionV relativeFrom="paragraph">
                  <wp:posOffset>725805</wp:posOffset>
                </wp:positionV>
                <wp:extent cx="7496175" cy="1600200"/>
                <wp:effectExtent l="57150" t="76200" r="66675" b="76200"/>
                <wp:wrapNone/>
                <wp:docPr id="23" name="Zone de texte 23"/>
                <wp:cNvGraphicFramePr/>
                <a:graphic xmlns:a="http://schemas.openxmlformats.org/drawingml/2006/main">
                  <a:graphicData uri="http://schemas.microsoft.com/office/word/2010/wordprocessingShape">
                    <wps:wsp>
                      <wps:cNvSpPr txBox="1"/>
                      <wps:spPr>
                        <a:xfrm>
                          <a:off x="0" y="0"/>
                          <a:ext cx="7496175" cy="1600200"/>
                        </a:xfrm>
                        <a:prstGeom prst="rect">
                          <a:avLst/>
                        </a:prstGeom>
                        <a:solidFill>
                          <a:schemeClr val="accent1">
                            <a:lumMod val="5000"/>
                            <a:lumOff val="95000"/>
                          </a:schemeClr>
                        </a:solidFill>
                        <a:ln w="38100">
                          <a:solidFill>
                            <a:schemeClr val="bg1">
                              <a:lumMod val="85000"/>
                            </a:schemeClr>
                          </a:solidFill>
                        </a:ln>
                        <a:effectLst/>
                        <a:scene3d>
                          <a:camera prst="orthographicFront">
                            <a:rot lat="0" lon="0" rev="0"/>
                          </a:camera>
                          <a:lightRig rig="contrasting" dir="t">
                            <a:rot lat="0" lon="0" rev="1500000"/>
                          </a:lightRig>
                        </a:scene3d>
                        <a:sp3d prstMaterial="metal"/>
                      </wps:spPr>
                      <wps:txbx>
                        <w:txbxContent>
                          <w:p w14:paraId="316627B7" w14:textId="77777777" w:rsidR="00651010" w:rsidRPr="002C79C9" w:rsidRDefault="00651010" w:rsidP="00B9324D">
                            <w:pPr>
                              <w:pStyle w:val="Sansinterligne"/>
                              <w:jc w:val="center"/>
                              <w:rPr>
                                <w:rFonts w:ascii="Mulish" w:hAnsi="Mulish" w:cstheme="minorHAnsi"/>
                                <w:b/>
                                <w:color w:val="595959" w:themeColor="text1" w:themeTint="A6"/>
                                <w:sz w:val="40"/>
                                <w:szCs w:val="40"/>
                              </w:rPr>
                            </w:pPr>
                            <w:r w:rsidRPr="002C79C9">
                              <w:rPr>
                                <w:rFonts w:ascii="Mulish" w:hAnsi="Mulish" w:cstheme="minorHAnsi"/>
                                <w:b/>
                                <w:color w:val="595959" w:themeColor="text1" w:themeTint="A6"/>
                                <w:sz w:val="40"/>
                                <w:szCs w:val="40"/>
                              </w:rPr>
                              <w:t xml:space="preserve">INHALTSVERZEICHNIS </w:t>
                            </w:r>
                          </w:p>
                          <w:p w14:paraId="370E60D6" w14:textId="77777777" w:rsidR="00651010" w:rsidRPr="002C79C9" w:rsidRDefault="00651010" w:rsidP="00B9324D">
                            <w:pPr>
                              <w:pStyle w:val="Sansinterligne"/>
                              <w:jc w:val="center"/>
                              <w:rPr>
                                <w:rFonts w:ascii="Mulish" w:hAnsi="Mulish" w:cstheme="minorHAnsi"/>
                                <w:b/>
                                <w:color w:val="595959" w:themeColor="text1" w:themeTint="A6"/>
                                <w:sz w:val="16"/>
                                <w:szCs w:val="16"/>
                              </w:rPr>
                            </w:pPr>
                          </w:p>
                          <w:p w14:paraId="3DA5C4EA" w14:textId="77777777" w:rsidR="00651010" w:rsidRPr="002C79C9" w:rsidRDefault="00651010" w:rsidP="00B9324D">
                            <w:pPr>
                              <w:pStyle w:val="Sansinterligne"/>
                              <w:jc w:val="center"/>
                              <w:rPr>
                                <w:rFonts w:ascii="Mulish" w:hAnsi="Mulish" w:cstheme="minorHAnsi"/>
                                <w:b/>
                                <w:color w:val="595959" w:themeColor="text1" w:themeTint="A6"/>
                                <w:sz w:val="32"/>
                                <w:szCs w:val="32"/>
                              </w:rPr>
                            </w:pPr>
                            <w:r w:rsidRPr="002C79C9">
                              <w:rPr>
                                <w:rFonts w:ascii="Mulish" w:hAnsi="Mulish" w:cstheme="minorHAnsi"/>
                                <w:b/>
                                <w:color w:val="595959" w:themeColor="text1" w:themeTint="A6"/>
                                <w:sz w:val="32"/>
                                <w:szCs w:val="32"/>
                              </w:rPr>
                              <w:t>Bewerbungsmappe</w:t>
                            </w:r>
                          </w:p>
                          <w:p w14:paraId="1B801050" w14:textId="77777777" w:rsidR="00651010" w:rsidRPr="002C79C9" w:rsidRDefault="00651010" w:rsidP="00B9324D">
                            <w:pPr>
                              <w:pStyle w:val="Sansinterligne"/>
                              <w:jc w:val="center"/>
                              <w:rPr>
                                <w:rFonts w:ascii="Mulish" w:hAnsi="Mulish" w:cstheme="minorHAnsi"/>
                                <w:b/>
                                <w:color w:val="595959" w:themeColor="text1" w:themeTint="A6"/>
                                <w:sz w:val="32"/>
                                <w:szCs w:val="32"/>
                              </w:rPr>
                            </w:pPr>
                            <w:r w:rsidRPr="002C79C9">
                              <w:rPr>
                                <w:rFonts w:ascii="Mulish" w:hAnsi="Mulish" w:cstheme="minorHAnsi"/>
                                <w:b/>
                                <w:color w:val="595959" w:themeColor="text1" w:themeTint="A6"/>
                                <w:sz w:val="32"/>
                                <w:szCs w:val="32"/>
                              </w:rPr>
                              <w:t>Schülerbetriebspraktikum</w:t>
                            </w:r>
                          </w:p>
                          <w:p w14:paraId="1AFE9598" w14:textId="77777777" w:rsidR="00651010" w:rsidRPr="002C79C9" w:rsidRDefault="00651010" w:rsidP="00B9324D">
                            <w:pPr>
                              <w:pStyle w:val="Sansinterligne"/>
                              <w:rPr>
                                <w:rFonts w:ascii="Mulish" w:hAnsi="Mulish" w:cstheme="minorHAnsi"/>
                                <w:b/>
                                <w:color w:val="595959" w:themeColor="text1" w:themeTint="A6"/>
                                <w:sz w:val="18"/>
                                <w:szCs w:val="18"/>
                              </w:rPr>
                            </w:pPr>
                          </w:p>
                          <w:p w14:paraId="33BDBB77" w14:textId="77777777" w:rsidR="00651010" w:rsidRPr="002C79C9" w:rsidRDefault="00651010" w:rsidP="00B9324D">
                            <w:pPr>
                              <w:pStyle w:val="Sansinterligne"/>
                              <w:jc w:val="center"/>
                              <w:rPr>
                                <w:rFonts w:ascii="Mulish" w:hAnsi="Mulish" w:cstheme="minorHAnsi"/>
                                <w:color w:val="00B0F0"/>
                                <w:sz w:val="30"/>
                                <w:szCs w:val="30"/>
                              </w:rPr>
                            </w:pPr>
                            <w:r w:rsidRPr="002C79C9">
                              <w:rPr>
                                <w:rFonts w:ascii="Mulish" w:hAnsi="Mulish" w:cstheme="minorHAnsi"/>
                                <w:color w:val="00B0F0"/>
                                <w:sz w:val="30"/>
                                <w:szCs w:val="30"/>
                              </w:rPr>
                              <w:t>VORNAME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B626F4" id="_x0000_t202" coordsize="21600,21600" o:spt="202" path="m,l,21600r21600,l21600,xe">
                <v:stroke joinstyle="miter"/>
                <v:path gradientshapeok="t" o:connecttype="rect"/>
              </v:shapetype>
              <v:shape id="Zone de texte 23" o:spid="_x0000_s1026" type="#_x0000_t202" style="position:absolute;margin-left:-68.65pt;margin-top:57.15pt;width:590.25pt;height:126pt;z-index:251701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" fillcolor="#f7fafd [180]" strokecolor="#d8d8d8 [2732]" strokeweight="3pt">
                <v:textbox>
                  <w:txbxContent>
                    <w:p w14:paraId="316627B7" w14:textId="77777777" w:rsidR="00651010" w:rsidRPr="002C79C9" w:rsidRDefault="00651010" w:rsidP="00B9324D">
                      <w:pPr>
                        <w:pStyle w:val="Sansinterligne"/>
                        <w:jc w:val="center"/>
                        <w:rPr>
                          <w:rFonts w:ascii="Mulish" w:hAnsi="Mulish" w:cstheme="minorHAnsi"/>
                          <w:b/>
                          <w:color w:val="595959" w:themeColor="text1" w:themeTint="A6"/>
                          <w:sz w:val="40"/>
                          <w:szCs w:val="40"/>
                        </w:rPr>
                      </w:pPr>
                      <w:r w:rsidRPr="002C79C9">
                        <w:rPr>
                          <w:rFonts w:ascii="Mulish" w:hAnsi="Mulish" w:cstheme="minorHAnsi"/>
                          <w:b/>
                          <w:color w:val="595959" w:themeColor="text1" w:themeTint="A6"/>
                          <w:sz w:val="40"/>
                          <w:szCs w:val="40"/>
                        </w:rPr>
                        <w:t xml:space="preserve">INHALTSVERZEICHNIS </w:t>
                      </w:r>
                    </w:p>
                    <w:p w14:paraId="370E60D6" w14:textId="77777777" w:rsidR="00651010" w:rsidRPr="002C79C9" w:rsidRDefault="00651010" w:rsidP="00B9324D">
                      <w:pPr>
                        <w:pStyle w:val="Sansinterligne"/>
                        <w:jc w:val="center"/>
                        <w:rPr>
                          <w:rFonts w:ascii="Mulish" w:hAnsi="Mulish" w:cstheme="minorHAnsi"/>
                          <w:b/>
                          <w:color w:val="595959" w:themeColor="text1" w:themeTint="A6"/>
                          <w:sz w:val="16"/>
                          <w:szCs w:val="16"/>
                        </w:rPr>
                      </w:pPr>
                    </w:p>
                    <w:p w14:paraId="3DA5C4EA" w14:textId="77777777" w:rsidR="00651010" w:rsidRPr="002C79C9" w:rsidRDefault="00651010" w:rsidP="00B9324D">
                      <w:pPr>
                        <w:pStyle w:val="Sansinterligne"/>
                        <w:jc w:val="center"/>
                        <w:rPr>
                          <w:rFonts w:ascii="Mulish" w:hAnsi="Mulish" w:cstheme="minorHAnsi"/>
                          <w:b/>
                          <w:color w:val="595959" w:themeColor="text1" w:themeTint="A6"/>
                          <w:sz w:val="32"/>
                          <w:szCs w:val="32"/>
                        </w:rPr>
                      </w:pPr>
                      <w:r w:rsidRPr="002C79C9">
                        <w:rPr>
                          <w:rFonts w:ascii="Mulish" w:hAnsi="Mulish" w:cstheme="minorHAnsi"/>
                          <w:b/>
                          <w:color w:val="595959" w:themeColor="text1" w:themeTint="A6"/>
                          <w:sz w:val="32"/>
                          <w:szCs w:val="32"/>
                        </w:rPr>
                        <w:t>Bewerbungsmappe</w:t>
                      </w:r>
                    </w:p>
                    <w:p w14:paraId="1B801050" w14:textId="77777777" w:rsidR="00651010" w:rsidRPr="002C79C9" w:rsidRDefault="00651010" w:rsidP="00B9324D">
                      <w:pPr>
                        <w:pStyle w:val="Sansinterligne"/>
                        <w:jc w:val="center"/>
                        <w:rPr>
                          <w:rFonts w:ascii="Mulish" w:hAnsi="Mulish" w:cstheme="minorHAnsi"/>
                          <w:b/>
                          <w:color w:val="595959" w:themeColor="text1" w:themeTint="A6"/>
                          <w:sz w:val="32"/>
                          <w:szCs w:val="32"/>
                        </w:rPr>
                      </w:pPr>
                      <w:r w:rsidRPr="002C79C9">
                        <w:rPr>
                          <w:rFonts w:ascii="Mulish" w:hAnsi="Mulish" w:cstheme="minorHAnsi"/>
                          <w:b/>
                          <w:color w:val="595959" w:themeColor="text1" w:themeTint="A6"/>
                          <w:sz w:val="32"/>
                          <w:szCs w:val="32"/>
                        </w:rPr>
                        <w:t>Schülerbetriebspraktikum</w:t>
                      </w:r>
                    </w:p>
                    <w:p w14:paraId="1AFE9598" w14:textId="77777777" w:rsidR="00651010" w:rsidRPr="002C79C9" w:rsidRDefault="00651010" w:rsidP="00B9324D">
                      <w:pPr>
                        <w:pStyle w:val="Sansinterligne"/>
                        <w:rPr>
                          <w:rFonts w:ascii="Mulish" w:hAnsi="Mulish" w:cstheme="minorHAnsi"/>
                          <w:b/>
                          <w:color w:val="595959" w:themeColor="text1" w:themeTint="A6"/>
                          <w:sz w:val="18"/>
                          <w:szCs w:val="18"/>
                        </w:rPr>
                      </w:pPr>
                    </w:p>
                    <w:p w14:paraId="33BDBB77" w14:textId="77777777" w:rsidR="00651010" w:rsidRPr="002C79C9" w:rsidRDefault="00651010" w:rsidP="00B9324D">
                      <w:pPr>
                        <w:pStyle w:val="Sansinterligne"/>
                        <w:jc w:val="center"/>
                        <w:rPr>
                          <w:rFonts w:ascii="Mulish" w:hAnsi="Mulish" w:cstheme="minorHAnsi"/>
                          <w:color w:val="00B0F0"/>
                          <w:sz w:val="30"/>
                          <w:szCs w:val="30"/>
                        </w:rPr>
                      </w:pPr>
                      <w:r w:rsidRPr="002C79C9">
                        <w:rPr>
                          <w:rFonts w:ascii="Mulish" w:hAnsi="Mulish" w:cstheme="minorHAnsi"/>
                          <w:color w:val="00B0F0"/>
                          <w:sz w:val="30"/>
                          <w:szCs w:val="30"/>
                        </w:rPr>
                        <w:t>VORNAME NAME</w:t>
                      </w:r>
                    </w:p>
                  </w:txbxContent>
                </v:textbox>
                <w10:wrap anchorx="margin"/>
              </v:shape>
            </w:pict>
          </mc:Fallback>
        </mc:AlternateContent>
      </w:r>
      <w:r>
        <w:rPr>
          <w:rFonts w:ascii="Arial Narrow" w:hAnsi="Arial Narrow" w:cs="Arial"/>
          <w:b/>
          <w:noProof/>
          <w:color w:val="000000" w:themeColor="text1"/>
          <w:sz w:val="32"/>
          <w:lang w:eastAsia="fr-FR"/>
        </w:rPr>
        <mc:AlternateContent>
          <mc:Choice Requires="wps">
            <w:drawing>
              <wp:anchor distT="0" distB="0" distL="114300" distR="114300" simplePos="0" relativeHeight="251702784" behindDoc="0" locked="0" layoutInCell="1" allowOverlap="1" wp14:anchorId="29FAA2B4" wp14:editId="0F409D33">
                <wp:simplePos x="0" y="0"/>
                <wp:positionH relativeFrom="margin">
                  <wp:posOffset>1043305</wp:posOffset>
                </wp:positionH>
                <wp:positionV relativeFrom="paragraph">
                  <wp:posOffset>3297555</wp:posOffset>
                </wp:positionV>
                <wp:extent cx="5105400" cy="3943350"/>
                <wp:effectExtent l="0" t="0" r="0" b="0"/>
                <wp:wrapNone/>
                <wp:docPr id="194" name="Zone de texte 194"/>
                <wp:cNvGraphicFramePr/>
                <a:graphic xmlns:a="http://schemas.openxmlformats.org/drawingml/2006/main">
                  <a:graphicData uri="http://schemas.microsoft.com/office/word/2010/wordprocessingShape">
                    <wps:wsp>
                      <wps:cNvSpPr txBox="1"/>
                      <wps:spPr>
                        <a:xfrm>
                          <a:off x="0" y="0"/>
                          <a:ext cx="5105400" cy="3943350"/>
                        </a:xfrm>
                        <a:prstGeom prst="rect">
                          <a:avLst/>
                        </a:prstGeom>
                        <a:noFill/>
                        <a:ln w="6350">
                          <a:noFill/>
                        </a:ln>
                      </wps:spPr>
                      <wps:txbx>
                        <w:txbxContent>
                          <w:p w14:paraId="3A139746" w14:textId="77777777" w:rsidR="00651010" w:rsidRPr="002C79C9" w:rsidRDefault="00651010" w:rsidP="00651010">
                            <w:pPr>
                              <w:pStyle w:val="Paragraphedeliste"/>
                              <w:numPr>
                                <w:ilvl w:val="0"/>
                                <w:numId w:val="2"/>
                              </w:numPr>
                              <w:spacing w:after="0" w:line="600" w:lineRule="auto"/>
                              <w:ind w:left="283" w:hanging="357"/>
                              <w:rPr>
                                <w:rFonts w:ascii="Mulish" w:hAnsi="Mulish" w:cstheme="minorHAnsi"/>
                                <w:b/>
                                <w:bCs/>
                                <w:color w:val="595959" w:themeColor="text1" w:themeTint="A6"/>
                                <w:sz w:val="26"/>
                                <w:szCs w:val="26"/>
                              </w:rPr>
                            </w:pPr>
                            <w:r w:rsidRPr="002C79C9">
                              <w:rPr>
                                <w:rFonts w:ascii="Mulish" w:hAnsi="Mulish" w:cstheme="minorHAnsi"/>
                                <w:b/>
                                <w:bCs/>
                                <w:color w:val="595959" w:themeColor="text1" w:themeTint="A6"/>
                                <w:sz w:val="26"/>
                                <w:szCs w:val="26"/>
                              </w:rPr>
                              <w:t>Schreiben der Schule</w:t>
                            </w:r>
                          </w:p>
                          <w:p w14:paraId="1C9F2C0D" w14:textId="77777777" w:rsidR="00651010" w:rsidRPr="002C79C9" w:rsidRDefault="00651010" w:rsidP="00651010">
                            <w:pPr>
                              <w:pStyle w:val="Paragraphedeliste"/>
                              <w:numPr>
                                <w:ilvl w:val="0"/>
                                <w:numId w:val="2"/>
                              </w:numPr>
                              <w:spacing w:after="0" w:line="240" w:lineRule="auto"/>
                              <w:ind w:left="283" w:hanging="357"/>
                              <w:rPr>
                                <w:rFonts w:ascii="Mulish" w:hAnsi="Mulish" w:cstheme="minorHAnsi"/>
                                <w:b/>
                                <w:bCs/>
                                <w:color w:val="595959" w:themeColor="text1" w:themeTint="A6"/>
                                <w:sz w:val="26"/>
                                <w:szCs w:val="26"/>
                              </w:rPr>
                            </w:pPr>
                            <w:r w:rsidRPr="002C79C9">
                              <w:rPr>
                                <w:rFonts w:ascii="Mulish" w:hAnsi="Mulish" w:cstheme="minorHAnsi"/>
                                <w:b/>
                                <w:bCs/>
                                <w:color w:val="595959" w:themeColor="text1" w:themeTint="A6"/>
                                <w:sz w:val="26"/>
                                <w:szCs w:val="26"/>
                              </w:rPr>
                              <w:t>Schnupperpraktikum zur Berufsentdeckung am Oberrhein: Projektpräsentation</w:t>
                            </w:r>
                          </w:p>
                          <w:p w14:paraId="2169BD79" w14:textId="77777777" w:rsidR="00651010" w:rsidRPr="002C79C9" w:rsidRDefault="00651010" w:rsidP="00B9324D">
                            <w:pPr>
                              <w:pStyle w:val="Paragraphedeliste"/>
                              <w:spacing w:after="0" w:line="240" w:lineRule="auto"/>
                              <w:ind w:left="283"/>
                              <w:rPr>
                                <w:rFonts w:ascii="Mulish" w:hAnsi="Mulish" w:cstheme="minorHAnsi"/>
                                <w:b/>
                                <w:bCs/>
                                <w:color w:val="595959" w:themeColor="text1" w:themeTint="A6"/>
                                <w:sz w:val="26"/>
                                <w:szCs w:val="26"/>
                              </w:rPr>
                            </w:pPr>
                          </w:p>
                          <w:p w14:paraId="7096A11F" w14:textId="77777777" w:rsidR="00651010" w:rsidRPr="002C79C9" w:rsidRDefault="00651010" w:rsidP="00651010">
                            <w:pPr>
                              <w:pStyle w:val="Paragraphedeliste"/>
                              <w:numPr>
                                <w:ilvl w:val="0"/>
                                <w:numId w:val="2"/>
                              </w:numPr>
                              <w:spacing w:after="0" w:line="600" w:lineRule="auto"/>
                              <w:ind w:left="283" w:hanging="357"/>
                              <w:rPr>
                                <w:rFonts w:ascii="Mulish" w:hAnsi="Mulish" w:cstheme="minorHAnsi"/>
                                <w:b/>
                                <w:bCs/>
                                <w:color w:val="595959" w:themeColor="text1" w:themeTint="A6"/>
                                <w:sz w:val="26"/>
                                <w:szCs w:val="26"/>
                              </w:rPr>
                            </w:pPr>
                            <w:r w:rsidRPr="002C79C9">
                              <w:rPr>
                                <w:rFonts w:ascii="Mulish" w:hAnsi="Mulish" w:cstheme="minorHAnsi"/>
                                <w:b/>
                                <w:bCs/>
                                <w:color w:val="595959" w:themeColor="text1" w:themeTint="A6"/>
                                <w:sz w:val="26"/>
                                <w:szCs w:val="26"/>
                              </w:rPr>
                              <w:t xml:space="preserve">Bewerbungsschreiben </w:t>
                            </w:r>
                          </w:p>
                          <w:p w14:paraId="5DB01E1E" w14:textId="77777777" w:rsidR="00651010" w:rsidRPr="002C79C9" w:rsidRDefault="00651010" w:rsidP="00651010">
                            <w:pPr>
                              <w:pStyle w:val="Paragraphedeliste"/>
                              <w:numPr>
                                <w:ilvl w:val="0"/>
                                <w:numId w:val="2"/>
                              </w:numPr>
                              <w:spacing w:after="0" w:line="600" w:lineRule="auto"/>
                              <w:ind w:left="283" w:hanging="357"/>
                              <w:rPr>
                                <w:rFonts w:ascii="Mulish" w:hAnsi="Mulish" w:cstheme="minorHAnsi"/>
                                <w:b/>
                                <w:bCs/>
                                <w:color w:val="595959" w:themeColor="text1" w:themeTint="A6"/>
                                <w:sz w:val="26"/>
                                <w:szCs w:val="26"/>
                              </w:rPr>
                            </w:pPr>
                            <w:r w:rsidRPr="002C79C9">
                              <w:rPr>
                                <w:rFonts w:ascii="Mulish" w:hAnsi="Mulish" w:cstheme="minorHAnsi"/>
                                <w:b/>
                                <w:bCs/>
                                <w:color w:val="595959" w:themeColor="text1" w:themeTint="A6"/>
                                <w:sz w:val="26"/>
                                <w:szCs w:val="26"/>
                              </w:rPr>
                              <w:t>Bewerberprofil – Lebenslauf</w:t>
                            </w:r>
                          </w:p>
                          <w:p w14:paraId="7C695984" w14:textId="77777777" w:rsidR="00651010" w:rsidRPr="00B9324D" w:rsidRDefault="00651010" w:rsidP="00B9324D">
                            <w:pPr>
                              <w:rPr>
                                <w:rFonts w:ascii="Calibri" w:hAnsi="Calibri" w:cs="Calibri"/>
                                <w:color w:val="595959" w:themeColor="text1" w:themeTint="A6"/>
                                <w:sz w:val="44"/>
                                <w:szCs w:val="4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FAA2B4" id="Zone de texte 194" o:spid="_x0000_s1027" type="#_x0000_t202" style="position:absolute;margin-left:82.15pt;margin-top:259.65pt;width:402pt;height:310.5pt;z-index:251702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" filled="f" stroked="f" strokeweight=".5pt">
                <v:textbox>
                  <w:txbxContent>
                    <w:p w14:paraId="3A139746" w14:textId="77777777" w:rsidR="00651010" w:rsidRPr="002C79C9" w:rsidRDefault="00651010" w:rsidP="00651010">
                      <w:pPr>
                        <w:pStyle w:val="Paragraphedeliste"/>
                        <w:numPr>
                          <w:ilvl w:val="0"/>
                          <w:numId w:val="2"/>
                        </w:numPr>
                        <w:spacing w:after="0" w:line="600" w:lineRule="auto"/>
                        <w:ind w:left="283" w:hanging="357"/>
                        <w:rPr>
                          <w:rFonts w:ascii="Mulish" w:hAnsi="Mulish" w:cstheme="minorHAnsi"/>
                          <w:b/>
                          <w:bCs/>
                          <w:color w:val="595959" w:themeColor="text1" w:themeTint="A6"/>
                          <w:sz w:val="26"/>
                          <w:szCs w:val="26"/>
                        </w:rPr>
                      </w:pPr>
                      <w:r w:rsidRPr="002C79C9">
                        <w:rPr>
                          <w:rFonts w:ascii="Mulish" w:hAnsi="Mulish" w:cstheme="minorHAnsi"/>
                          <w:b/>
                          <w:bCs/>
                          <w:color w:val="595959" w:themeColor="text1" w:themeTint="A6"/>
                          <w:sz w:val="26"/>
                          <w:szCs w:val="26"/>
                        </w:rPr>
                        <w:t>Schreiben der Schule</w:t>
                      </w:r>
                    </w:p>
                    <w:p w14:paraId="1C9F2C0D" w14:textId="77777777" w:rsidR="00651010" w:rsidRPr="002C79C9" w:rsidRDefault="00651010" w:rsidP="00651010">
                      <w:pPr>
                        <w:pStyle w:val="Paragraphedeliste"/>
                        <w:numPr>
                          <w:ilvl w:val="0"/>
                          <w:numId w:val="2"/>
                        </w:numPr>
                        <w:spacing w:after="0" w:line="240" w:lineRule="auto"/>
                        <w:ind w:left="283" w:hanging="357"/>
                        <w:rPr>
                          <w:rFonts w:ascii="Mulish" w:hAnsi="Mulish" w:cstheme="minorHAnsi"/>
                          <w:b/>
                          <w:bCs/>
                          <w:color w:val="595959" w:themeColor="text1" w:themeTint="A6"/>
                          <w:sz w:val="26"/>
                          <w:szCs w:val="26"/>
                        </w:rPr>
                      </w:pPr>
                      <w:r w:rsidRPr="002C79C9">
                        <w:rPr>
                          <w:rFonts w:ascii="Mulish" w:hAnsi="Mulish" w:cstheme="minorHAnsi"/>
                          <w:b/>
                          <w:bCs/>
                          <w:color w:val="595959" w:themeColor="text1" w:themeTint="A6"/>
                          <w:sz w:val="26"/>
                          <w:szCs w:val="26"/>
                        </w:rPr>
                        <w:t>Schnupperpraktikum zur Berufsentdeckung am Oberrhein: Projektpräsentation</w:t>
                      </w:r>
                    </w:p>
                    <w:p w14:paraId="2169BD79" w14:textId="77777777" w:rsidR="00651010" w:rsidRPr="002C79C9" w:rsidRDefault="00651010" w:rsidP="00B9324D">
                      <w:pPr>
                        <w:pStyle w:val="Paragraphedeliste"/>
                        <w:spacing w:after="0" w:line="240" w:lineRule="auto"/>
                        <w:ind w:left="283"/>
                        <w:rPr>
                          <w:rFonts w:ascii="Mulish" w:hAnsi="Mulish" w:cstheme="minorHAnsi"/>
                          <w:b/>
                          <w:bCs/>
                          <w:color w:val="595959" w:themeColor="text1" w:themeTint="A6"/>
                          <w:sz w:val="26"/>
                          <w:szCs w:val="26"/>
                        </w:rPr>
                      </w:pPr>
                    </w:p>
                    <w:p w14:paraId="7096A11F" w14:textId="77777777" w:rsidR="00651010" w:rsidRPr="002C79C9" w:rsidRDefault="00651010" w:rsidP="00651010">
                      <w:pPr>
                        <w:pStyle w:val="Paragraphedeliste"/>
                        <w:numPr>
                          <w:ilvl w:val="0"/>
                          <w:numId w:val="2"/>
                        </w:numPr>
                        <w:spacing w:after="0" w:line="600" w:lineRule="auto"/>
                        <w:ind w:left="283" w:hanging="357"/>
                        <w:rPr>
                          <w:rFonts w:ascii="Mulish" w:hAnsi="Mulish" w:cstheme="minorHAnsi"/>
                          <w:b/>
                          <w:bCs/>
                          <w:color w:val="595959" w:themeColor="text1" w:themeTint="A6"/>
                          <w:sz w:val="26"/>
                          <w:szCs w:val="26"/>
                        </w:rPr>
                      </w:pPr>
                      <w:r w:rsidRPr="002C79C9">
                        <w:rPr>
                          <w:rFonts w:ascii="Mulish" w:hAnsi="Mulish" w:cstheme="minorHAnsi"/>
                          <w:b/>
                          <w:bCs/>
                          <w:color w:val="595959" w:themeColor="text1" w:themeTint="A6"/>
                          <w:sz w:val="26"/>
                          <w:szCs w:val="26"/>
                        </w:rPr>
                        <w:t xml:space="preserve">Bewerbungsschreiben </w:t>
                      </w:r>
                    </w:p>
                    <w:p w14:paraId="5DB01E1E" w14:textId="77777777" w:rsidR="00651010" w:rsidRPr="002C79C9" w:rsidRDefault="00651010" w:rsidP="00651010">
                      <w:pPr>
                        <w:pStyle w:val="Paragraphedeliste"/>
                        <w:numPr>
                          <w:ilvl w:val="0"/>
                          <w:numId w:val="2"/>
                        </w:numPr>
                        <w:spacing w:after="0" w:line="600" w:lineRule="auto"/>
                        <w:ind w:left="283" w:hanging="357"/>
                        <w:rPr>
                          <w:rFonts w:ascii="Mulish" w:hAnsi="Mulish" w:cstheme="minorHAnsi"/>
                          <w:b/>
                          <w:bCs/>
                          <w:color w:val="595959" w:themeColor="text1" w:themeTint="A6"/>
                          <w:sz w:val="26"/>
                          <w:szCs w:val="26"/>
                        </w:rPr>
                      </w:pPr>
                      <w:r w:rsidRPr="002C79C9">
                        <w:rPr>
                          <w:rFonts w:ascii="Mulish" w:hAnsi="Mulish" w:cstheme="minorHAnsi"/>
                          <w:b/>
                          <w:bCs/>
                          <w:color w:val="595959" w:themeColor="text1" w:themeTint="A6"/>
                          <w:sz w:val="26"/>
                          <w:szCs w:val="26"/>
                        </w:rPr>
                        <w:t>Bewerberprofil – Lebenslauf</w:t>
                      </w:r>
                    </w:p>
                    <w:p w14:paraId="7C695984" w14:textId="77777777" w:rsidR="00651010" w:rsidRPr="00B9324D" w:rsidRDefault="00651010" w:rsidP="00B9324D">
                      <w:pPr>
                        <w:rPr>
                          <w:rFonts w:ascii="Calibri" w:hAnsi="Calibri" w:cs="Calibri"/>
                          <w:color w:val="595959" w:themeColor="text1" w:themeTint="A6"/>
                          <w:sz w:val="44"/>
                          <w:szCs w:val="44"/>
                        </w:rPr>
                      </w:pPr>
                    </w:p>
                  </w:txbxContent>
                </v:textbox>
                <w10:wrap anchorx="margin"/>
              </v:shape>
            </w:pict>
          </mc:Fallback>
        </mc:AlternateContent>
      </w:r>
    </w:p>
    <w:p w14:paraId="62C39F91" w14:textId="77777777" w:rsidR="00651010" w:rsidRDefault="00651010" w:rsidP="00C40303">
      <w:pPr>
        <w:pStyle w:val="Sansinterligne"/>
        <w:tabs>
          <w:tab w:val="left" w:pos="7695"/>
        </w:tabs>
        <w:rPr>
          <w:rFonts w:ascii="Tahoma" w:hAnsi="Tahoma" w:cs="Tahoma"/>
          <w:i/>
        </w:rPr>
      </w:pPr>
    </w:p>
    <w:p w14:paraId="3327432B" w14:textId="77777777" w:rsidR="00651010" w:rsidRDefault="00651010" w:rsidP="00C40303">
      <w:pPr>
        <w:pStyle w:val="Sansinterligne"/>
        <w:tabs>
          <w:tab w:val="left" w:pos="7695"/>
        </w:tabs>
        <w:rPr>
          <w:rFonts w:ascii="Tahoma" w:hAnsi="Tahoma" w:cs="Tahoma"/>
          <w:i/>
        </w:rPr>
      </w:pPr>
    </w:p>
    <w:p w14:paraId="6E995C8D" w14:textId="77777777" w:rsidR="00651010" w:rsidRDefault="00651010" w:rsidP="00C40303">
      <w:pPr>
        <w:pStyle w:val="Sansinterligne"/>
        <w:tabs>
          <w:tab w:val="left" w:pos="7695"/>
        </w:tabs>
        <w:rPr>
          <w:rFonts w:ascii="Tahoma" w:hAnsi="Tahoma" w:cs="Tahoma"/>
          <w:i/>
        </w:rPr>
      </w:pPr>
    </w:p>
    <w:p w14:paraId="366032BA" w14:textId="77777777" w:rsidR="00651010" w:rsidRDefault="00651010" w:rsidP="00C40303">
      <w:pPr>
        <w:pStyle w:val="Sansinterligne"/>
        <w:tabs>
          <w:tab w:val="left" w:pos="7695"/>
        </w:tabs>
        <w:rPr>
          <w:rFonts w:ascii="Tahoma" w:hAnsi="Tahoma" w:cs="Tahoma"/>
          <w:i/>
        </w:rPr>
      </w:pPr>
    </w:p>
    <w:p w14:paraId="099B1BA3" w14:textId="77777777" w:rsidR="00651010" w:rsidRDefault="00651010" w:rsidP="00C40303">
      <w:pPr>
        <w:pStyle w:val="Sansinterligne"/>
        <w:tabs>
          <w:tab w:val="left" w:pos="7695"/>
        </w:tabs>
        <w:rPr>
          <w:rFonts w:ascii="Tahoma" w:hAnsi="Tahoma" w:cs="Tahoma"/>
          <w:i/>
        </w:rPr>
      </w:pPr>
    </w:p>
    <w:p w14:paraId="2F2EF30C" w14:textId="77777777" w:rsidR="00651010" w:rsidRDefault="00651010" w:rsidP="00C40303">
      <w:pPr>
        <w:pStyle w:val="Sansinterligne"/>
        <w:tabs>
          <w:tab w:val="left" w:pos="7695"/>
        </w:tabs>
        <w:rPr>
          <w:rFonts w:ascii="Tahoma" w:hAnsi="Tahoma" w:cs="Tahoma"/>
          <w:i/>
        </w:rPr>
      </w:pPr>
    </w:p>
    <w:p w14:paraId="1EF82792" w14:textId="77777777" w:rsidR="00651010" w:rsidRDefault="00651010" w:rsidP="00C40303">
      <w:pPr>
        <w:pStyle w:val="Sansinterligne"/>
        <w:tabs>
          <w:tab w:val="left" w:pos="7695"/>
        </w:tabs>
        <w:rPr>
          <w:rFonts w:ascii="Tahoma" w:hAnsi="Tahoma" w:cs="Tahoma"/>
          <w:i/>
        </w:rPr>
      </w:pPr>
    </w:p>
    <w:p w14:paraId="3B07318F" w14:textId="77777777" w:rsidR="00651010" w:rsidRDefault="00651010" w:rsidP="00C40303">
      <w:pPr>
        <w:pStyle w:val="Sansinterligne"/>
        <w:tabs>
          <w:tab w:val="left" w:pos="7695"/>
        </w:tabs>
        <w:rPr>
          <w:rFonts w:ascii="Tahoma" w:hAnsi="Tahoma" w:cs="Tahoma"/>
          <w:i/>
        </w:rPr>
      </w:pPr>
    </w:p>
    <w:p w14:paraId="453A6CB3" w14:textId="77777777" w:rsidR="00651010" w:rsidRDefault="00651010" w:rsidP="00C40303">
      <w:pPr>
        <w:pStyle w:val="Sansinterligne"/>
        <w:tabs>
          <w:tab w:val="left" w:pos="7695"/>
        </w:tabs>
        <w:rPr>
          <w:rFonts w:ascii="Tahoma" w:hAnsi="Tahoma" w:cs="Tahoma"/>
          <w:i/>
        </w:rPr>
      </w:pPr>
    </w:p>
    <w:p w14:paraId="6D193A0D" w14:textId="77777777" w:rsidR="00651010" w:rsidRDefault="00651010" w:rsidP="00C40303">
      <w:pPr>
        <w:pStyle w:val="Sansinterligne"/>
        <w:tabs>
          <w:tab w:val="left" w:pos="7695"/>
        </w:tabs>
        <w:rPr>
          <w:rFonts w:ascii="Tahoma" w:hAnsi="Tahoma" w:cs="Tahoma"/>
          <w:i/>
        </w:rPr>
      </w:pPr>
    </w:p>
    <w:p w14:paraId="32FA6E93" w14:textId="77777777" w:rsidR="00651010" w:rsidRDefault="00651010" w:rsidP="00C40303">
      <w:pPr>
        <w:pStyle w:val="Sansinterligne"/>
        <w:tabs>
          <w:tab w:val="left" w:pos="7695"/>
        </w:tabs>
        <w:rPr>
          <w:rFonts w:ascii="Tahoma" w:hAnsi="Tahoma" w:cs="Tahoma"/>
          <w:i/>
        </w:rPr>
      </w:pPr>
    </w:p>
    <w:p w14:paraId="1E26CC68" w14:textId="77777777" w:rsidR="00651010" w:rsidRDefault="00651010" w:rsidP="00C40303">
      <w:pPr>
        <w:pStyle w:val="Sansinterligne"/>
        <w:tabs>
          <w:tab w:val="left" w:pos="7695"/>
        </w:tabs>
        <w:rPr>
          <w:rFonts w:ascii="Tahoma" w:hAnsi="Tahoma" w:cs="Tahoma"/>
          <w:i/>
        </w:rPr>
      </w:pPr>
    </w:p>
    <w:p w14:paraId="2FC07E8F" w14:textId="77777777" w:rsidR="00651010" w:rsidRDefault="00651010" w:rsidP="00C40303">
      <w:pPr>
        <w:pStyle w:val="Sansinterligne"/>
        <w:tabs>
          <w:tab w:val="left" w:pos="7695"/>
        </w:tabs>
        <w:rPr>
          <w:rFonts w:ascii="Tahoma" w:hAnsi="Tahoma" w:cs="Tahoma"/>
          <w:i/>
        </w:rPr>
      </w:pPr>
    </w:p>
    <w:p w14:paraId="2885E4C0" w14:textId="77777777" w:rsidR="00651010" w:rsidRDefault="00651010" w:rsidP="00C40303">
      <w:pPr>
        <w:pStyle w:val="Sansinterligne"/>
        <w:tabs>
          <w:tab w:val="left" w:pos="7695"/>
        </w:tabs>
        <w:rPr>
          <w:rFonts w:ascii="Tahoma" w:hAnsi="Tahoma" w:cs="Tahoma"/>
          <w:i/>
        </w:rPr>
      </w:pPr>
    </w:p>
    <w:p w14:paraId="6893301A" w14:textId="77777777" w:rsidR="00651010" w:rsidRDefault="00651010" w:rsidP="00C40303">
      <w:pPr>
        <w:pStyle w:val="Sansinterligne"/>
        <w:tabs>
          <w:tab w:val="left" w:pos="7695"/>
        </w:tabs>
        <w:rPr>
          <w:rFonts w:ascii="Tahoma" w:hAnsi="Tahoma" w:cs="Tahoma"/>
          <w:i/>
        </w:rPr>
      </w:pPr>
    </w:p>
    <w:p w14:paraId="045F3FFC" w14:textId="77777777" w:rsidR="00651010" w:rsidRDefault="00651010" w:rsidP="00C40303">
      <w:pPr>
        <w:pStyle w:val="Sansinterligne"/>
        <w:tabs>
          <w:tab w:val="left" w:pos="7695"/>
        </w:tabs>
        <w:rPr>
          <w:rFonts w:ascii="Tahoma" w:hAnsi="Tahoma" w:cs="Tahoma"/>
          <w:i/>
        </w:rPr>
      </w:pPr>
    </w:p>
    <w:p w14:paraId="3D805105" w14:textId="77777777" w:rsidR="00651010" w:rsidRDefault="00651010" w:rsidP="00C40303">
      <w:pPr>
        <w:pStyle w:val="Sansinterligne"/>
        <w:tabs>
          <w:tab w:val="left" w:pos="7695"/>
        </w:tabs>
        <w:rPr>
          <w:rFonts w:ascii="Tahoma" w:hAnsi="Tahoma" w:cs="Tahoma"/>
          <w:i/>
        </w:rPr>
      </w:pPr>
    </w:p>
    <w:p w14:paraId="6A6FD4A5" w14:textId="77777777" w:rsidR="00651010" w:rsidRDefault="00651010" w:rsidP="00C40303">
      <w:pPr>
        <w:pStyle w:val="Sansinterligne"/>
        <w:tabs>
          <w:tab w:val="left" w:pos="7695"/>
        </w:tabs>
        <w:rPr>
          <w:rFonts w:ascii="Tahoma" w:hAnsi="Tahoma" w:cs="Tahoma"/>
          <w:i/>
        </w:rPr>
      </w:pPr>
    </w:p>
    <w:p w14:paraId="5EBFE298" w14:textId="77777777" w:rsidR="00651010" w:rsidRDefault="00651010" w:rsidP="00C40303">
      <w:pPr>
        <w:pStyle w:val="Sansinterligne"/>
        <w:tabs>
          <w:tab w:val="left" w:pos="7695"/>
        </w:tabs>
        <w:rPr>
          <w:rFonts w:ascii="Tahoma" w:hAnsi="Tahoma" w:cs="Tahoma"/>
          <w:i/>
        </w:rPr>
      </w:pPr>
    </w:p>
    <w:p w14:paraId="709F1B22" w14:textId="77777777" w:rsidR="00651010" w:rsidRDefault="00651010" w:rsidP="00C40303">
      <w:pPr>
        <w:pStyle w:val="Sansinterligne"/>
        <w:tabs>
          <w:tab w:val="left" w:pos="7695"/>
        </w:tabs>
        <w:rPr>
          <w:rFonts w:ascii="Tahoma" w:hAnsi="Tahoma" w:cs="Tahoma"/>
          <w:i/>
        </w:rPr>
      </w:pPr>
    </w:p>
    <w:p w14:paraId="24E74BE4" w14:textId="77777777" w:rsidR="00651010" w:rsidRDefault="00651010" w:rsidP="00C40303">
      <w:pPr>
        <w:pStyle w:val="Sansinterligne"/>
        <w:tabs>
          <w:tab w:val="left" w:pos="7695"/>
        </w:tabs>
        <w:rPr>
          <w:rFonts w:ascii="Tahoma" w:hAnsi="Tahoma" w:cs="Tahoma"/>
          <w:i/>
        </w:rPr>
      </w:pPr>
    </w:p>
    <w:p w14:paraId="21DDE192" w14:textId="77777777" w:rsidR="00651010" w:rsidRDefault="00651010" w:rsidP="00C40303">
      <w:pPr>
        <w:pStyle w:val="Sansinterligne"/>
        <w:tabs>
          <w:tab w:val="left" w:pos="7695"/>
        </w:tabs>
        <w:rPr>
          <w:rFonts w:ascii="Tahoma" w:hAnsi="Tahoma" w:cs="Tahoma"/>
          <w:i/>
        </w:rPr>
      </w:pPr>
    </w:p>
    <w:p w14:paraId="5ED29CED" w14:textId="77777777" w:rsidR="00651010" w:rsidRDefault="00651010" w:rsidP="00C40303">
      <w:pPr>
        <w:pStyle w:val="Sansinterligne"/>
        <w:tabs>
          <w:tab w:val="left" w:pos="7695"/>
        </w:tabs>
        <w:rPr>
          <w:rFonts w:ascii="Tahoma" w:hAnsi="Tahoma" w:cs="Tahoma"/>
          <w:i/>
        </w:rPr>
      </w:pPr>
    </w:p>
    <w:p w14:paraId="7DB47262" w14:textId="77777777" w:rsidR="00651010" w:rsidRDefault="00651010" w:rsidP="00C40303">
      <w:pPr>
        <w:pStyle w:val="Sansinterligne"/>
        <w:tabs>
          <w:tab w:val="left" w:pos="7695"/>
        </w:tabs>
        <w:rPr>
          <w:rFonts w:ascii="Tahoma" w:hAnsi="Tahoma" w:cs="Tahoma"/>
          <w:i/>
        </w:rPr>
      </w:pPr>
    </w:p>
    <w:p w14:paraId="0798F658" w14:textId="77777777" w:rsidR="00651010" w:rsidRDefault="00651010" w:rsidP="00C40303">
      <w:pPr>
        <w:pStyle w:val="Sansinterligne"/>
        <w:tabs>
          <w:tab w:val="left" w:pos="7695"/>
        </w:tabs>
        <w:rPr>
          <w:rFonts w:ascii="Tahoma" w:hAnsi="Tahoma" w:cs="Tahoma"/>
          <w:i/>
        </w:rPr>
      </w:pPr>
    </w:p>
    <w:p w14:paraId="3B221640" w14:textId="77777777" w:rsidR="00651010" w:rsidRDefault="00651010" w:rsidP="00C40303">
      <w:pPr>
        <w:pStyle w:val="Sansinterligne"/>
        <w:tabs>
          <w:tab w:val="left" w:pos="7695"/>
        </w:tabs>
        <w:rPr>
          <w:rFonts w:ascii="Tahoma" w:hAnsi="Tahoma" w:cs="Tahoma"/>
          <w:i/>
        </w:rPr>
      </w:pPr>
    </w:p>
    <w:p w14:paraId="46161886" w14:textId="77777777" w:rsidR="00651010" w:rsidRDefault="00651010" w:rsidP="00C40303">
      <w:pPr>
        <w:pStyle w:val="Sansinterligne"/>
        <w:tabs>
          <w:tab w:val="left" w:pos="7695"/>
        </w:tabs>
        <w:rPr>
          <w:rFonts w:ascii="Tahoma" w:hAnsi="Tahoma" w:cs="Tahoma"/>
          <w:i/>
        </w:rPr>
      </w:pPr>
    </w:p>
    <w:p w14:paraId="17653A89" w14:textId="77777777" w:rsidR="00651010" w:rsidRDefault="00651010" w:rsidP="00C40303">
      <w:pPr>
        <w:pStyle w:val="Sansinterligne"/>
        <w:tabs>
          <w:tab w:val="left" w:pos="7695"/>
        </w:tabs>
        <w:rPr>
          <w:rFonts w:ascii="Tahoma" w:hAnsi="Tahoma" w:cs="Tahoma"/>
          <w:i/>
        </w:rPr>
      </w:pPr>
    </w:p>
    <w:p w14:paraId="47900088" w14:textId="77777777" w:rsidR="00651010" w:rsidRDefault="00651010" w:rsidP="00C40303">
      <w:pPr>
        <w:pStyle w:val="Sansinterligne"/>
        <w:tabs>
          <w:tab w:val="left" w:pos="7695"/>
        </w:tabs>
        <w:rPr>
          <w:rFonts w:ascii="Tahoma" w:hAnsi="Tahoma" w:cs="Tahoma"/>
          <w:i/>
        </w:rPr>
      </w:pPr>
    </w:p>
    <w:p w14:paraId="62517035" w14:textId="77777777" w:rsidR="00651010" w:rsidRDefault="00651010" w:rsidP="00C40303">
      <w:pPr>
        <w:pStyle w:val="Sansinterligne"/>
        <w:tabs>
          <w:tab w:val="left" w:pos="7695"/>
        </w:tabs>
        <w:rPr>
          <w:rFonts w:ascii="Tahoma" w:hAnsi="Tahoma" w:cs="Tahoma"/>
          <w:i/>
        </w:rPr>
      </w:pPr>
    </w:p>
    <w:p w14:paraId="6BF63BA5" w14:textId="77777777" w:rsidR="00651010" w:rsidRDefault="00651010" w:rsidP="00C40303">
      <w:pPr>
        <w:pStyle w:val="Sansinterligne"/>
        <w:tabs>
          <w:tab w:val="left" w:pos="7695"/>
        </w:tabs>
        <w:rPr>
          <w:rFonts w:ascii="Tahoma" w:hAnsi="Tahoma" w:cs="Tahoma"/>
          <w:i/>
        </w:rPr>
      </w:pPr>
    </w:p>
    <w:p w14:paraId="202471C8" w14:textId="77777777" w:rsidR="00651010" w:rsidRDefault="00651010" w:rsidP="00C40303">
      <w:pPr>
        <w:pStyle w:val="Sansinterligne"/>
        <w:tabs>
          <w:tab w:val="left" w:pos="7695"/>
        </w:tabs>
        <w:rPr>
          <w:rFonts w:ascii="Tahoma" w:hAnsi="Tahoma" w:cs="Tahoma"/>
          <w:i/>
        </w:rPr>
      </w:pPr>
    </w:p>
    <w:p w14:paraId="462C1098" w14:textId="77777777" w:rsidR="00651010" w:rsidRDefault="00651010" w:rsidP="00C40303">
      <w:pPr>
        <w:pStyle w:val="Sansinterligne"/>
        <w:tabs>
          <w:tab w:val="left" w:pos="7695"/>
        </w:tabs>
        <w:rPr>
          <w:rFonts w:ascii="Tahoma" w:hAnsi="Tahoma" w:cs="Tahoma"/>
          <w:i/>
        </w:rPr>
      </w:pPr>
    </w:p>
    <w:p w14:paraId="53BEE20E" w14:textId="77777777" w:rsidR="00651010" w:rsidRDefault="00651010" w:rsidP="00C40303">
      <w:pPr>
        <w:pStyle w:val="Sansinterligne"/>
        <w:tabs>
          <w:tab w:val="left" w:pos="7695"/>
        </w:tabs>
        <w:rPr>
          <w:rFonts w:ascii="Tahoma" w:hAnsi="Tahoma" w:cs="Tahoma"/>
          <w:i/>
        </w:rPr>
      </w:pPr>
    </w:p>
    <w:p w14:paraId="772924E4" w14:textId="77777777" w:rsidR="00651010" w:rsidRDefault="00651010" w:rsidP="00C40303">
      <w:pPr>
        <w:pStyle w:val="Sansinterligne"/>
        <w:tabs>
          <w:tab w:val="left" w:pos="7695"/>
        </w:tabs>
        <w:rPr>
          <w:rFonts w:ascii="Tahoma" w:hAnsi="Tahoma" w:cs="Tahoma"/>
          <w:i/>
        </w:rPr>
      </w:pPr>
    </w:p>
    <w:p w14:paraId="44CD5A97" w14:textId="77777777" w:rsidR="00651010" w:rsidRDefault="00651010" w:rsidP="00C40303">
      <w:pPr>
        <w:pStyle w:val="Sansinterligne"/>
        <w:tabs>
          <w:tab w:val="left" w:pos="7695"/>
        </w:tabs>
        <w:rPr>
          <w:rFonts w:ascii="Tahoma" w:hAnsi="Tahoma" w:cs="Tahoma"/>
          <w:i/>
        </w:rPr>
      </w:pPr>
    </w:p>
    <w:p w14:paraId="008FB46B" w14:textId="77777777" w:rsidR="00651010" w:rsidRDefault="00651010" w:rsidP="00C40303">
      <w:pPr>
        <w:pStyle w:val="Sansinterligne"/>
        <w:tabs>
          <w:tab w:val="left" w:pos="7695"/>
        </w:tabs>
        <w:rPr>
          <w:rFonts w:ascii="Tahoma" w:hAnsi="Tahoma" w:cs="Tahoma"/>
          <w:i/>
        </w:rPr>
      </w:pPr>
    </w:p>
    <w:p w14:paraId="0CB20D71" w14:textId="77777777" w:rsidR="00651010" w:rsidRDefault="00651010" w:rsidP="00C40303">
      <w:pPr>
        <w:pStyle w:val="Sansinterligne"/>
        <w:tabs>
          <w:tab w:val="left" w:pos="7695"/>
        </w:tabs>
        <w:rPr>
          <w:rFonts w:ascii="Tahoma" w:hAnsi="Tahoma" w:cs="Tahoma"/>
          <w:i/>
        </w:rPr>
      </w:pPr>
    </w:p>
    <w:p w14:paraId="782F78F8" w14:textId="77777777" w:rsidR="00651010" w:rsidRDefault="00651010" w:rsidP="00C40303">
      <w:pPr>
        <w:pStyle w:val="Sansinterligne"/>
        <w:tabs>
          <w:tab w:val="left" w:pos="7695"/>
        </w:tabs>
        <w:rPr>
          <w:rFonts w:ascii="Tahoma" w:hAnsi="Tahoma" w:cs="Tahoma"/>
          <w:i/>
        </w:rPr>
      </w:pPr>
    </w:p>
    <w:p w14:paraId="5C896090" w14:textId="77777777" w:rsidR="00651010" w:rsidRDefault="00651010" w:rsidP="00C40303">
      <w:pPr>
        <w:pStyle w:val="Sansinterligne"/>
        <w:tabs>
          <w:tab w:val="left" w:pos="7695"/>
        </w:tabs>
        <w:rPr>
          <w:rFonts w:ascii="Tahoma" w:hAnsi="Tahoma" w:cs="Tahoma"/>
          <w:i/>
        </w:rPr>
      </w:pPr>
    </w:p>
    <w:p w14:paraId="4B53A9E9" w14:textId="77777777" w:rsidR="00651010" w:rsidRDefault="00651010" w:rsidP="00C40303">
      <w:pPr>
        <w:pStyle w:val="Sansinterligne"/>
        <w:tabs>
          <w:tab w:val="left" w:pos="7695"/>
        </w:tabs>
        <w:rPr>
          <w:rFonts w:ascii="Tahoma" w:hAnsi="Tahoma" w:cs="Tahoma"/>
          <w:i/>
        </w:rPr>
      </w:pPr>
    </w:p>
    <w:p w14:paraId="1322DEEB" w14:textId="77777777" w:rsidR="00651010" w:rsidRDefault="00651010" w:rsidP="00C40303">
      <w:pPr>
        <w:pStyle w:val="Sansinterligne"/>
        <w:tabs>
          <w:tab w:val="left" w:pos="7695"/>
        </w:tabs>
        <w:rPr>
          <w:rFonts w:ascii="Tahoma" w:hAnsi="Tahoma" w:cs="Tahoma"/>
          <w:i/>
        </w:rPr>
      </w:pPr>
    </w:p>
    <w:p w14:paraId="2C7BF414" w14:textId="77777777" w:rsidR="00651010" w:rsidRDefault="00651010" w:rsidP="00C40303">
      <w:pPr>
        <w:pStyle w:val="Sansinterligne"/>
        <w:tabs>
          <w:tab w:val="left" w:pos="7695"/>
        </w:tabs>
        <w:rPr>
          <w:rFonts w:ascii="Tahoma" w:hAnsi="Tahoma" w:cs="Tahoma"/>
          <w:i/>
        </w:rPr>
      </w:pPr>
    </w:p>
    <w:p w14:paraId="5932062E" w14:textId="1F983026" w:rsidR="00553D1D" w:rsidRDefault="00553D1D" w:rsidP="00C40303">
      <w:pPr>
        <w:pStyle w:val="Sansinterligne"/>
        <w:tabs>
          <w:tab w:val="left" w:pos="7695"/>
        </w:tabs>
        <w:rPr>
          <w:rFonts w:ascii="Tahoma" w:hAnsi="Tahoma" w:cs="Tahoma"/>
          <w:i/>
        </w:rPr>
      </w:pPr>
      <w:r>
        <w:rPr>
          <w:noProof/>
        </w:rPr>
        <w:lastRenderedPageBreak/>
        <w:drawing>
          <wp:anchor distT="0" distB="0" distL="114300" distR="114300" simplePos="0" relativeHeight="251681792" behindDoc="0" locked="0" layoutInCell="1" allowOverlap="1" wp14:anchorId="246874B4" wp14:editId="5651D2AA">
            <wp:simplePos x="0" y="0"/>
            <wp:positionH relativeFrom="column">
              <wp:posOffset>4954659</wp:posOffset>
            </wp:positionH>
            <wp:positionV relativeFrom="paragraph">
              <wp:posOffset>-246380</wp:posOffset>
            </wp:positionV>
            <wp:extent cx="1616956" cy="1104900"/>
            <wp:effectExtent l="0" t="0" r="2540" b="0"/>
            <wp:wrapNone/>
            <wp:docPr id="203986189" name="Image 203986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6956" cy="11049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ahoma" w:hAnsi="Tahoma" w:cs="Tahoma"/>
          <w:i/>
        </w:rPr>
        <w:tab/>
      </w:r>
    </w:p>
    <w:p w14:paraId="6F2403ED" w14:textId="1EAD39F4" w:rsidR="00553D1D" w:rsidRPr="002C79C9" w:rsidRDefault="00553D1D" w:rsidP="00AF1140">
      <w:pPr>
        <w:pStyle w:val="Sansinterligne"/>
        <w:rPr>
          <w:rFonts w:ascii="Mulish" w:hAnsi="Mulish" w:cs="Arial"/>
          <w:i/>
        </w:rPr>
      </w:pPr>
      <w:r w:rsidRPr="002C79C9">
        <w:rPr>
          <w:rFonts w:ascii="Mulish" w:hAnsi="Mulish" w:cs="Tahoma"/>
          <w:i/>
          <w:highlight w:val="yellow"/>
        </w:rPr>
        <w:t>Musterbrief für die Bewerbungsunterlagen – Schreiben der Schule</w:t>
      </w:r>
    </w:p>
    <w:p w14:paraId="53B7868B" w14:textId="77777777" w:rsidR="00553D1D" w:rsidRPr="002C79C9" w:rsidRDefault="00553D1D" w:rsidP="00AF1140">
      <w:pPr>
        <w:pStyle w:val="Sansinterligne"/>
        <w:rPr>
          <w:rFonts w:ascii="Mulish" w:hAnsi="Mulish" w:cs="Arial"/>
        </w:rPr>
      </w:pPr>
    </w:p>
    <w:p w14:paraId="42B16E9E" w14:textId="77777777" w:rsidR="00553D1D" w:rsidRPr="002C79C9" w:rsidRDefault="00553D1D" w:rsidP="00AF1140">
      <w:pPr>
        <w:pStyle w:val="Sansinterligne"/>
        <w:rPr>
          <w:rFonts w:ascii="Mulish" w:hAnsi="Mulish" w:cs="Arial"/>
        </w:rPr>
      </w:pPr>
    </w:p>
    <w:p w14:paraId="2BED815C" w14:textId="77777777" w:rsidR="00553D1D" w:rsidRPr="002C79C9" w:rsidRDefault="00553D1D" w:rsidP="00AF1140">
      <w:pPr>
        <w:pStyle w:val="Sansinterligne"/>
        <w:rPr>
          <w:rFonts w:ascii="Mulish" w:hAnsi="Mulish" w:cs="Arial"/>
          <w:sz w:val="20"/>
          <w:szCs w:val="20"/>
        </w:rPr>
      </w:pPr>
      <w:r w:rsidRPr="002C79C9">
        <w:rPr>
          <w:rFonts w:ascii="Mulish" w:hAnsi="Mulish" w:cs="Arial"/>
          <w:sz w:val="20"/>
          <w:szCs w:val="20"/>
        </w:rPr>
        <w:t>Collège / Lycée Name</w:t>
      </w:r>
      <w:r w:rsidRPr="002C79C9">
        <w:rPr>
          <w:rFonts w:ascii="Mulish" w:hAnsi="Mulish" w:cs="Arial"/>
          <w:sz w:val="20"/>
          <w:szCs w:val="20"/>
        </w:rPr>
        <w:tab/>
      </w:r>
      <w:r w:rsidRPr="002C79C9">
        <w:rPr>
          <w:rFonts w:ascii="Mulish" w:hAnsi="Mulish" w:cs="Arial"/>
          <w:sz w:val="20"/>
          <w:szCs w:val="20"/>
        </w:rPr>
        <w:tab/>
      </w:r>
      <w:r w:rsidRPr="002C79C9">
        <w:rPr>
          <w:rFonts w:ascii="Mulish" w:hAnsi="Mulish" w:cs="Arial"/>
          <w:sz w:val="20"/>
          <w:szCs w:val="20"/>
        </w:rPr>
        <w:tab/>
      </w:r>
      <w:r w:rsidRPr="002C79C9">
        <w:rPr>
          <w:rFonts w:ascii="Mulish" w:hAnsi="Mulish" w:cs="Arial"/>
          <w:sz w:val="20"/>
          <w:szCs w:val="20"/>
        </w:rPr>
        <w:tab/>
      </w:r>
      <w:r w:rsidRPr="002C79C9">
        <w:rPr>
          <w:rFonts w:ascii="Mulish" w:hAnsi="Mulish" w:cs="Arial"/>
          <w:sz w:val="20"/>
          <w:szCs w:val="20"/>
        </w:rPr>
        <w:tab/>
      </w:r>
      <w:r w:rsidRPr="002C79C9">
        <w:rPr>
          <w:rFonts w:ascii="Mulish" w:hAnsi="Mulish" w:cs="Arial"/>
          <w:sz w:val="20"/>
          <w:szCs w:val="20"/>
        </w:rPr>
        <w:tab/>
        <w:t xml:space="preserve">Ort, Datum </w:t>
      </w:r>
    </w:p>
    <w:p w14:paraId="518877B8" w14:textId="77777777" w:rsidR="00553D1D" w:rsidRPr="002C79C9" w:rsidRDefault="00553D1D" w:rsidP="00AF1140">
      <w:pPr>
        <w:pStyle w:val="Sansinterligne"/>
        <w:rPr>
          <w:rFonts w:ascii="Mulish" w:hAnsi="Mulish" w:cs="Arial"/>
          <w:sz w:val="20"/>
          <w:szCs w:val="20"/>
        </w:rPr>
      </w:pPr>
      <w:r w:rsidRPr="002C79C9">
        <w:rPr>
          <w:rFonts w:ascii="Mulish" w:hAnsi="Mulish" w:cs="Arial"/>
          <w:sz w:val="20"/>
          <w:szCs w:val="20"/>
        </w:rPr>
        <w:t xml:space="preserve">Straße                                          </w:t>
      </w:r>
      <w:r w:rsidRPr="002C79C9">
        <w:rPr>
          <w:rFonts w:ascii="Mulish" w:hAnsi="Mulish" w:cs="Arial"/>
          <w:sz w:val="20"/>
          <w:szCs w:val="20"/>
        </w:rPr>
        <w:tab/>
      </w:r>
      <w:r w:rsidRPr="002C79C9">
        <w:rPr>
          <w:rFonts w:ascii="Mulish" w:hAnsi="Mulish" w:cs="Arial"/>
          <w:sz w:val="20"/>
          <w:szCs w:val="20"/>
        </w:rPr>
        <w:tab/>
      </w:r>
      <w:r w:rsidRPr="002C79C9">
        <w:rPr>
          <w:rFonts w:ascii="Mulish" w:hAnsi="Mulish" w:cs="Arial"/>
          <w:sz w:val="20"/>
          <w:szCs w:val="20"/>
        </w:rPr>
        <w:tab/>
        <w:t xml:space="preserve"> </w:t>
      </w:r>
    </w:p>
    <w:p w14:paraId="7B65AAC0" w14:textId="77777777" w:rsidR="00553D1D" w:rsidRPr="002C79C9" w:rsidRDefault="00553D1D" w:rsidP="00AF1140">
      <w:pPr>
        <w:pStyle w:val="Sansinterligne"/>
        <w:rPr>
          <w:rFonts w:ascii="Mulish" w:hAnsi="Mulish" w:cs="Arial"/>
          <w:sz w:val="20"/>
          <w:szCs w:val="20"/>
        </w:rPr>
      </w:pPr>
      <w:r w:rsidRPr="002C79C9">
        <w:rPr>
          <w:rFonts w:ascii="Mulish" w:hAnsi="Mulish" w:cs="Arial"/>
          <w:sz w:val="20"/>
          <w:szCs w:val="20"/>
        </w:rPr>
        <w:t xml:space="preserve">PLZ /Ort </w:t>
      </w:r>
    </w:p>
    <w:p w14:paraId="065490F3" w14:textId="77777777" w:rsidR="00553D1D" w:rsidRPr="002C79C9" w:rsidRDefault="00553D1D" w:rsidP="00AF1140">
      <w:pPr>
        <w:pStyle w:val="Sansinterligne"/>
        <w:rPr>
          <w:rStyle w:val="xbe"/>
          <w:rFonts w:ascii="Mulish" w:hAnsi="Mulish" w:cs="Arial"/>
          <w:sz w:val="20"/>
          <w:szCs w:val="20"/>
        </w:rPr>
      </w:pPr>
      <w:r w:rsidRPr="002C79C9">
        <w:rPr>
          <w:rStyle w:val="xbe"/>
          <w:rFonts w:ascii="Mulish" w:hAnsi="Mulish" w:cs="Arial"/>
          <w:sz w:val="20"/>
          <w:szCs w:val="20"/>
        </w:rPr>
        <w:t>Frankreich</w:t>
      </w:r>
    </w:p>
    <w:p w14:paraId="75495DDE" w14:textId="77777777" w:rsidR="00553D1D" w:rsidRPr="002C79C9" w:rsidRDefault="00553D1D" w:rsidP="00AF1140">
      <w:pPr>
        <w:pStyle w:val="Sansinterligne"/>
        <w:rPr>
          <w:rStyle w:val="xbe"/>
          <w:rFonts w:ascii="Mulish" w:hAnsi="Mulish" w:cs="Arial"/>
          <w:sz w:val="20"/>
          <w:szCs w:val="20"/>
        </w:rPr>
      </w:pPr>
    </w:p>
    <w:p w14:paraId="1AA2F234" w14:textId="77777777" w:rsidR="00553D1D" w:rsidRPr="002C79C9" w:rsidRDefault="00553D1D" w:rsidP="00AF1140">
      <w:pPr>
        <w:pStyle w:val="Sansinterligne"/>
        <w:rPr>
          <w:rStyle w:val="xbe"/>
          <w:rFonts w:ascii="Mulish" w:hAnsi="Mulish" w:cs="Arial"/>
          <w:sz w:val="20"/>
          <w:szCs w:val="20"/>
        </w:rPr>
      </w:pPr>
    </w:p>
    <w:p w14:paraId="783285BC" w14:textId="77777777" w:rsidR="00553D1D" w:rsidRPr="002C79C9" w:rsidRDefault="00553D1D" w:rsidP="00AF1140">
      <w:pPr>
        <w:pStyle w:val="Sansinterligne"/>
        <w:rPr>
          <w:rFonts w:ascii="Mulish" w:hAnsi="Mulish" w:cs="Arial"/>
          <w:sz w:val="20"/>
          <w:szCs w:val="20"/>
        </w:rPr>
      </w:pPr>
      <w:r w:rsidRPr="002C79C9">
        <w:rPr>
          <w:rFonts w:ascii="Mulish" w:hAnsi="Mulish" w:cs="Arial"/>
          <w:sz w:val="20"/>
          <w:szCs w:val="20"/>
        </w:rPr>
        <w:t>Schulleitung</w:t>
      </w:r>
    </w:p>
    <w:p w14:paraId="45417D20" w14:textId="77777777" w:rsidR="00553D1D" w:rsidRPr="002C79C9" w:rsidRDefault="00553D1D" w:rsidP="00AF1140">
      <w:pPr>
        <w:pStyle w:val="Sansinterligne"/>
        <w:rPr>
          <w:rFonts w:ascii="Mulish" w:hAnsi="Mulish" w:cs="Arial"/>
          <w:sz w:val="20"/>
          <w:szCs w:val="20"/>
        </w:rPr>
      </w:pPr>
      <w:r w:rsidRPr="002C79C9">
        <w:rPr>
          <w:rFonts w:ascii="Mulish" w:hAnsi="Mulish" w:cs="Arial"/>
          <w:sz w:val="20"/>
          <w:szCs w:val="20"/>
        </w:rPr>
        <w:t>Name, Vorname</w:t>
      </w:r>
    </w:p>
    <w:p w14:paraId="7C6A09F7" w14:textId="77777777" w:rsidR="00553D1D" w:rsidRPr="002C79C9" w:rsidRDefault="00553D1D" w:rsidP="00AF1140">
      <w:pPr>
        <w:pStyle w:val="Sansinterligne"/>
        <w:rPr>
          <w:rFonts w:ascii="Mulish" w:hAnsi="Mulish" w:cs="Arial"/>
          <w:sz w:val="20"/>
          <w:szCs w:val="20"/>
        </w:rPr>
      </w:pPr>
      <w:r w:rsidRPr="002C79C9">
        <w:rPr>
          <w:rFonts w:ascii="Mulish" w:hAnsi="Mulish" w:cs="Arial"/>
          <w:sz w:val="20"/>
          <w:szCs w:val="20"/>
        </w:rPr>
        <w:t>Telefon</w:t>
      </w:r>
    </w:p>
    <w:p w14:paraId="0B0D44AA" w14:textId="77777777" w:rsidR="00553D1D" w:rsidRPr="002C79C9" w:rsidRDefault="00553D1D" w:rsidP="00AF1140">
      <w:pPr>
        <w:pStyle w:val="Sansinterligne"/>
        <w:rPr>
          <w:rFonts w:ascii="Mulish" w:hAnsi="Mulish" w:cs="Arial"/>
          <w:sz w:val="20"/>
          <w:szCs w:val="20"/>
        </w:rPr>
      </w:pPr>
      <w:proofErr w:type="gramStart"/>
      <w:r w:rsidRPr="002C79C9">
        <w:rPr>
          <w:rFonts w:ascii="Mulish" w:hAnsi="Mulish" w:cs="Arial"/>
          <w:sz w:val="20"/>
          <w:szCs w:val="20"/>
        </w:rPr>
        <w:t>Email</w:t>
      </w:r>
      <w:proofErr w:type="gramEnd"/>
    </w:p>
    <w:p w14:paraId="59C46F80" w14:textId="77777777" w:rsidR="00553D1D" w:rsidRPr="002C79C9" w:rsidRDefault="00553D1D" w:rsidP="00AF1140">
      <w:pPr>
        <w:pStyle w:val="Sansinterligne"/>
        <w:rPr>
          <w:rFonts w:ascii="Mulish" w:hAnsi="Mulish" w:cs="Arial"/>
          <w:sz w:val="20"/>
          <w:szCs w:val="20"/>
        </w:rPr>
      </w:pPr>
    </w:p>
    <w:p w14:paraId="5FF6587D" w14:textId="77777777" w:rsidR="00553D1D" w:rsidRPr="002C79C9" w:rsidRDefault="00553D1D" w:rsidP="00AF1140">
      <w:pPr>
        <w:pStyle w:val="Sansinterligne"/>
        <w:rPr>
          <w:rFonts w:ascii="Mulish" w:hAnsi="Mulish" w:cs="Arial"/>
          <w:sz w:val="20"/>
          <w:szCs w:val="20"/>
        </w:rPr>
      </w:pPr>
    </w:p>
    <w:p w14:paraId="08ADAF32" w14:textId="77777777" w:rsidR="00553D1D" w:rsidRPr="002C79C9" w:rsidRDefault="00553D1D" w:rsidP="00AF1140">
      <w:pPr>
        <w:pStyle w:val="Sansinterligne"/>
        <w:jc w:val="both"/>
        <w:rPr>
          <w:rFonts w:ascii="Mulish" w:hAnsi="Mulish" w:cs="Arial"/>
          <w:b/>
          <w:bCs/>
          <w:sz w:val="20"/>
          <w:szCs w:val="20"/>
        </w:rPr>
      </w:pPr>
      <w:r w:rsidRPr="002C79C9">
        <w:rPr>
          <w:rFonts w:ascii="Mulish" w:hAnsi="Mulish" w:cs="Arial"/>
          <w:b/>
          <w:bCs/>
          <w:sz w:val="20"/>
          <w:szCs w:val="20"/>
        </w:rPr>
        <w:t xml:space="preserve">Schülerbetriebspraktikum elsässischer Schüler unseres Collège / Lycée (Name, Ort) in deutschen oder </w:t>
      </w:r>
      <w:proofErr w:type="spellStart"/>
      <w:r w:rsidRPr="002C79C9">
        <w:rPr>
          <w:rFonts w:ascii="Mulish" w:hAnsi="Mulish" w:cs="Arial"/>
          <w:b/>
          <w:bCs/>
          <w:sz w:val="20"/>
          <w:szCs w:val="20"/>
        </w:rPr>
        <w:t>schweizer</w:t>
      </w:r>
      <w:proofErr w:type="spellEnd"/>
      <w:r w:rsidRPr="002C79C9">
        <w:rPr>
          <w:rFonts w:ascii="Mulish" w:hAnsi="Mulish" w:cs="Arial"/>
          <w:b/>
          <w:bCs/>
          <w:sz w:val="20"/>
          <w:szCs w:val="20"/>
        </w:rPr>
        <w:t xml:space="preserve"> Betrieben </w:t>
      </w:r>
    </w:p>
    <w:p w14:paraId="0A26C757" w14:textId="77777777" w:rsidR="00553D1D" w:rsidRPr="002C79C9" w:rsidRDefault="00553D1D" w:rsidP="00AF1140">
      <w:pPr>
        <w:pStyle w:val="Sansinterligne"/>
        <w:jc w:val="both"/>
        <w:rPr>
          <w:rFonts w:ascii="Mulish" w:hAnsi="Mulish" w:cs="Arial"/>
          <w:sz w:val="20"/>
          <w:szCs w:val="20"/>
        </w:rPr>
      </w:pPr>
    </w:p>
    <w:p w14:paraId="0CBA1499" w14:textId="77777777" w:rsidR="00553D1D" w:rsidRPr="002C79C9" w:rsidRDefault="00553D1D" w:rsidP="00AF1140">
      <w:pPr>
        <w:pStyle w:val="Sansinterligne"/>
        <w:jc w:val="both"/>
        <w:rPr>
          <w:rFonts w:ascii="Mulish" w:hAnsi="Mulish" w:cs="Arial"/>
          <w:sz w:val="20"/>
          <w:szCs w:val="20"/>
        </w:rPr>
      </w:pPr>
    </w:p>
    <w:p w14:paraId="59B4E9B4" w14:textId="77777777" w:rsidR="00553D1D" w:rsidRPr="002C79C9" w:rsidRDefault="00553D1D" w:rsidP="00AF1140">
      <w:pPr>
        <w:pStyle w:val="Sansinterligne"/>
        <w:jc w:val="both"/>
        <w:rPr>
          <w:rFonts w:ascii="Mulish" w:hAnsi="Mulish" w:cs="Arial"/>
          <w:sz w:val="20"/>
          <w:szCs w:val="20"/>
        </w:rPr>
      </w:pPr>
      <w:r w:rsidRPr="002C79C9">
        <w:rPr>
          <w:rFonts w:ascii="Mulish" w:hAnsi="Mulish" w:cs="Arial"/>
          <w:sz w:val="20"/>
          <w:szCs w:val="20"/>
        </w:rPr>
        <w:t xml:space="preserve">Sehr geehrte Damen und Herren, </w:t>
      </w:r>
    </w:p>
    <w:p w14:paraId="0C767A1B" w14:textId="77777777" w:rsidR="00553D1D" w:rsidRPr="002C79C9" w:rsidRDefault="00553D1D" w:rsidP="00AF1140">
      <w:pPr>
        <w:pStyle w:val="Sansinterligne"/>
        <w:jc w:val="both"/>
        <w:rPr>
          <w:rFonts w:ascii="Mulish" w:hAnsi="Mulish" w:cs="Arial"/>
          <w:sz w:val="20"/>
          <w:szCs w:val="20"/>
        </w:rPr>
      </w:pPr>
    </w:p>
    <w:p w14:paraId="38371DE0" w14:textId="77777777" w:rsidR="00553D1D" w:rsidRPr="002C79C9" w:rsidRDefault="00553D1D" w:rsidP="00AF1140">
      <w:pPr>
        <w:pStyle w:val="Sansinterligne"/>
        <w:jc w:val="both"/>
        <w:rPr>
          <w:rFonts w:ascii="Mulish" w:hAnsi="Mulish" w:cs="Arial"/>
          <w:sz w:val="20"/>
          <w:szCs w:val="20"/>
        </w:rPr>
      </w:pPr>
    </w:p>
    <w:p w14:paraId="3581D977" w14:textId="26D634BF" w:rsidR="00553D1D" w:rsidRPr="002C79C9" w:rsidRDefault="00553D1D" w:rsidP="00AF1140">
      <w:pPr>
        <w:pStyle w:val="Sansinterligne"/>
        <w:jc w:val="both"/>
        <w:rPr>
          <w:rFonts w:ascii="Mulish" w:hAnsi="Mulish" w:cs="Arial"/>
          <w:sz w:val="20"/>
          <w:szCs w:val="20"/>
        </w:rPr>
      </w:pPr>
      <w:r w:rsidRPr="002C79C9">
        <w:rPr>
          <w:rFonts w:ascii="Mulish" w:hAnsi="Mulish" w:cs="Arial"/>
          <w:sz w:val="20"/>
          <w:szCs w:val="20"/>
        </w:rPr>
        <w:t xml:space="preserve">XX Schüler der Klasse „3ème“ (9. Klasse) unserer Schule werden vom XX bis XX in XXXX ihr obligatorisches einwöchiges Schülerbetriebspraktikum im Rahmen des grenzüberschreitenden Projekts „Eltern Alsace - EUROSTAGES – Schnupperpraktika zur Berufsentdeckung am Oberrhein“ absolvieren. Die Schüler haben den Wunsch und mit dem Praktikum die Gelegenheit, erste Einblicke in die Arbeitswelt und die Ausbildung in deutschen oder </w:t>
      </w:r>
      <w:proofErr w:type="spellStart"/>
      <w:r w:rsidRPr="002C79C9">
        <w:rPr>
          <w:rFonts w:ascii="Mulish" w:hAnsi="Mulish" w:cs="Arial"/>
          <w:sz w:val="20"/>
          <w:szCs w:val="20"/>
        </w:rPr>
        <w:t>schweizer</w:t>
      </w:r>
      <w:proofErr w:type="spellEnd"/>
      <w:r w:rsidRPr="002C79C9">
        <w:rPr>
          <w:rFonts w:ascii="Mulish" w:hAnsi="Mulish" w:cs="Arial"/>
          <w:sz w:val="20"/>
          <w:szCs w:val="20"/>
        </w:rPr>
        <w:t xml:space="preserve"> Betrieben zu gewinnen sowie ihre Deutschkenntnisse zu verbessern. Das Projekt wird vom Verein Eltern Alsace und der Académie de Strasbourg koordiniert und von der IHK Südlicher Oberrhein, der Handwerkskammer Freiburg sowie der IHK Karlsruhe unterstützt.</w:t>
      </w:r>
    </w:p>
    <w:p w14:paraId="518081D2" w14:textId="77777777" w:rsidR="00553D1D" w:rsidRPr="002C79C9" w:rsidRDefault="00553D1D" w:rsidP="00AF1140">
      <w:pPr>
        <w:pStyle w:val="Sansinterligne"/>
        <w:jc w:val="both"/>
        <w:rPr>
          <w:rFonts w:ascii="Mulish" w:hAnsi="Mulish" w:cs="Arial"/>
          <w:sz w:val="20"/>
          <w:szCs w:val="20"/>
        </w:rPr>
      </w:pPr>
    </w:p>
    <w:p w14:paraId="4A013C17" w14:textId="3FEADDE1" w:rsidR="00553D1D" w:rsidRPr="002C79C9" w:rsidRDefault="00553D1D" w:rsidP="00BC5CC5">
      <w:pPr>
        <w:jc w:val="both"/>
        <w:rPr>
          <w:rFonts w:ascii="Mulish" w:hAnsi="Mulish" w:cs="Arial"/>
          <w:sz w:val="20"/>
          <w:szCs w:val="20"/>
        </w:rPr>
      </w:pPr>
      <w:r w:rsidRPr="002C79C9">
        <w:rPr>
          <w:rFonts w:ascii="Mulish" w:hAnsi="Mulish" w:cs="Arial"/>
          <w:sz w:val="20"/>
          <w:szCs w:val="20"/>
        </w:rPr>
        <w:t xml:space="preserve">Die Schüler verfügen über Grundkenntnisse der deutschen Sprache und besuchen an unserer Schule den bilingualen deutsch-französischen Zweig </w:t>
      </w:r>
      <w:r w:rsidRPr="002C79C9">
        <w:rPr>
          <w:rFonts w:ascii="Mulish" w:hAnsi="Mulish" w:cs="Arial"/>
          <w:b/>
          <w:sz w:val="20"/>
          <w:szCs w:val="20"/>
        </w:rPr>
        <w:t>(bitte noch erläutern...).</w:t>
      </w:r>
      <w:r w:rsidRPr="002C79C9">
        <w:rPr>
          <w:rFonts w:ascii="Mulish" w:hAnsi="Mulish" w:cs="Arial"/>
          <w:sz w:val="20"/>
          <w:szCs w:val="20"/>
        </w:rPr>
        <w:t xml:space="preserve"> Sie sind während des Praktikums vor Ort in der Jugendherberge XXXX in Begleitung ihrer Lehrkräfte </w:t>
      </w:r>
      <w:r w:rsidRPr="002C79C9">
        <w:rPr>
          <w:rFonts w:ascii="Mulish" w:hAnsi="Mulish" w:cs="Arial"/>
          <w:b/>
          <w:sz w:val="20"/>
          <w:szCs w:val="20"/>
        </w:rPr>
        <w:t>untergebracht / pendeln täglich</w:t>
      </w:r>
      <w:r w:rsidRPr="002C79C9">
        <w:rPr>
          <w:rFonts w:ascii="Mulish" w:hAnsi="Mulish" w:cs="Arial"/>
          <w:sz w:val="20"/>
          <w:szCs w:val="20"/>
        </w:rPr>
        <w:t xml:space="preserve"> in Begleitung ihrer Lehrkräfte zu den Praktikumsbetrieben. Im Rahmen des Pflichtpraktikums sind sie über die Schule versichert. Für den Praktikumsbetrieb fällt keine Entschädigung an. </w:t>
      </w:r>
    </w:p>
    <w:p w14:paraId="2C6B204A" w14:textId="77777777" w:rsidR="00553D1D" w:rsidRPr="002C79C9" w:rsidRDefault="00553D1D" w:rsidP="00BC5CC5">
      <w:pPr>
        <w:jc w:val="both"/>
        <w:rPr>
          <w:rFonts w:ascii="Mulish" w:hAnsi="Mulish" w:cs="Arial"/>
          <w:sz w:val="20"/>
          <w:szCs w:val="20"/>
        </w:rPr>
      </w:pPr>
      <w:r w:rsidRPr="002C79C9">
        <w:rPr>
          <w:rFonts w:ascii="Mulish" w:hAnsi="Mulish" w:cs="Arial"/>
          <w:sz w:val="20"/>
          <w:szCs w:val="20"/>
        </w:rPr>
        <w:t xml:space="preserve">Die elsässischen Schüler sind in der Regel erst 14 Jahre alt, was für den Großteil der Betriebe jedoch kein Problem darstellt, da es sich lediglich um ein Schnupperpraktikum handelt. </w:t>
      </w:r>
    </w:p>
    <w:p w14:paraId="24C279DF" w14:textId="513BFC97" w:rsidR="00553D1D" w:rsidRPr="002C79C9" w:rsidRDefault="00553D1D" w:rsidP="00AF1140">
      <w:pPr>
        <w:pStyle w:val="Sansinterligne"/>
        <w:jc w:val="both"/>
        <w:rPr>
          <w:rFonts w:ascii="Mulish" w:hAnsi="Mulish" w:cs="Arial"/>
          <w:sz w:val="20"/>
          <w:szCs w:val="20"/>
        </w:rPr>
      </w:pPr>
      <w:r w:rsidRPr="002C79C9">
        <w:rPr>
          <w:rFonts w:ascii="Mulish" w:hAnsi="Mulish" w:cs="Arial"/>
          <w:sz w:val="20"/>
          <w:szCs w:val="20"/>
        </w:rPr>
        <w:t xml:space="preserve">XX Schüler aus XX Klassenstufen besuchen unsere Schule, Collège XX in XX. Nähere Informationen zu unserer Schule finden Sie auf unserer Homepage </w:t>
      </w:r>
      <w:hyperlink r:id="rId16" w:history="1">
        <w:r w:rsidRPr="002C79C9">
          <w:rPr>
            <w:rStyle w:val="Lienhypertexte"/>
            <w:rFonts w:ascii="Mulish" w:hAnsi="Mulish" w:cs="Arial"/>
            <w:sz w:val="20"/>
            <w:szCs w:val="20"/>
          </w:rPr>
          <w:t>www.xxxx</w:t>
        </w:r>
      </w:hyperlink>
      <w:r w:rsidRPr="002C79C9">
        <w:rPr>
          <w:rFonts w:ascii="Mulish" w:hAnsi="Mulish" w:cs="Arial"/>
          <w:sz w:val="20"/>
          <w:szCs w:val="20"/>
        </w:rPr>
        <w:t>. Für Fragen vor und während des Schnupperpraktikums steht Ihnen</w:t>
      </w:r>
    </w:p>
    <w:p w14:paraId="53CA2253" w14:textId="77777777" w:rsidR="00553D1D" w:rsidRPr="002C79C9" w:rsidRDefault="00553D1D" w:rsidP="00AF1140">
      <w:pPr>
        <w:pStyle w:val="Sansinterligne"/>
        <w:jc w:val="both"/>
        <w:rPr>
          <w:rFonts w:ascii="Mulish" w:hAnsi="Mulish" w:cs="Arial"/>
          <w:sz w:val="20"/>
          <w:szCs w:val="20"/>
        </w:rPr>
      </w:pPr>
    </w:p>
    <w:p w14:paraId="0C939A7B" w14:textId="77777777" w:rsidR="00553D1D" w:rsidRPr="002C79C9" w:rsidRDefault="00553D1D" w:rsidP="00AF1140">
      <w:pPr>
        <w:pStyle w:val="Sansinterligne"/>
        <w:jc w:val="both"/>
        <w:rPr>
          <w:rFonts w:ascii="Mulish" w:hAnsi="Mulish" w:cs="Arial"/>
          <w:sz w:val="20"/>
          <w:szCs w:val="20"/>
        </w:rPr>
      </w:pPr>
    </w:p>
    <w:p w14:paraId="159A095F" w14:textId="77777777" w:rsidR="00553D1D" w:rsidRPr="002C79C9" w:rsidRDefault="00553D1D" w:rsidP="00AF1140">
      <w:pPr>
        <w:pStyle w:val="Sansinterligne"/>
        <w:jc w:val="both"/>
        <w:rPr>
          <w:rFonts w:ascii="Mulish" w:hAnsi="Mulish" w:cs="Arial"/>
          <w:sz w:val="20"/>
          <w:szCs w:val="20"/>
        </w:rPr>
      </w:pPr>
      <w:r w:rsidRPr="002C79C9">
        <w:rPr>
          <w:rFonts w:ascii="Mulish" w:hAnsi="Mulish" w:cs="Arial"/>
          <w:sz w:val="20"/>
          <w:szCs w:val="20"/>
        </w:rPr>
        <w:t xml:space="preserve">Name, Vorname, </w:t>
      </w:r>
      <w:proofErr w:type="gramStart"/>
      <w:r w:rsidRPr="002C79C9">
        <w:rPr>
          <w:rFonts w:ascii="Mulish" w:hAnsi="Mulish" w:cs="Arial"/>
          <w:sz w:val="20"/>
          <w:szCs w:val="20"/>
        </w:rPr>
        <w:t>Email</w:t>
      </w:r>
      <w:proofErr w:type="gramEnd"/>
      <w:r w:rsidRPr="002C79C9">
        <w:rPr>
          <w:rFonts w:ascii="Mulish" w:hAnsi="Mulish" w:cs="Arial"/>
          <w:sz w:val="20"/>
          <w:szCs w:val="20"/>
        </w:rPr>
        <w:t xml:space="preserve">, Telefon </w:t>
      </w:r>
    </w:p>
    <w:p w14:paraId="51664D30" w14:textId="77777777" w:rsidR="00553D1D" w:rsidRPr="002C79C9" w:rsidRDefault="00553D1D" w:rsidP="00AF1140">
      <w:pPr>
        <w:pStyle w:val="Sansinterligne"/>
        <w:jc w:val="both"/>
        <w:rPr>
          <w:rFonts w:ascii="Mulish" w:hAnsi="Mulish" w:cs="Arial"/>
          <w:sz w:val="20"/>
          <w:szCs w:val="20"/>
        </w:rPr>
      </w:pPr>
    </w:p>
    <w:p w14:paraId="5CAC15CF" w14:textId="689CF306" w:rsidR="00553D1D" w:rsidRPr="002C79C9" w:rsidRDefault="00553D1D" w:rsidP="00AF1140">
      <w:pPr>
        <w:pStyle w:val="Sansinterligne"/>
        <w:jc w:val="both"/>
        <w:rPr>
          <w:rFonts w:ascii="Mulish" w:hAnsi="Mulish" w:cs="Arial"/>
          <w:sz w:val="20"/>
          <w:szCs w:val="20"/>
        </w:rPr>
      </w:pPr>
    </w:p>
    <w:p w14:paraId="50CD8B34" w14:textId="77777777" w:rsidR="00553D1D" w:rsidRPr="002C79C9" w:rsidRDefault="00553D1D" w:rsidP="00AF1140">
      <w:pPr>
        <w:pStyle w:val="Sansinterligne"/>
        <w:jc w:val="both"/>
        <w:rPr>
          <w:rFonts w:ascii="Mulish" w:hAnsi="Mulish" w:cs="Arial"/>
          <w:sz w:val="20"/>
          <w:szCs w:val="20"/>
        </w:rPr>
      </w:pPr>
      <w:r w:rsidRPr="002C79C9">
        <w:rPr>
          <w:rFonts w:ascii="Mulish" w:hAnsi="Mulish" w:cs="Arial"/>
          <w:sz w:val="20"/>
          <w:szCs w:val="20"/>
        </w:rPr>
        <w:t xml:space="preserve">jederzeit gern zur Verfügung. </w:t>
      </w:r>
    </w:p>
    <w:p w14:paraId="78621E08" w14:textId="77777777" w:rsidR="00553D1D" w:rsidRPr="002C79C9" w:rsidRDefault="00553D1D" w:rsidP="00AF1140">
      <w:pPr>
        <w:pStyle w:val="Sansinterligne"/>
        <w:jc w:val="both"/>
        <w:rPr>
          <w:rFonts w:ascii="Mulish" w:hAnsi="Mulish" w:cs="Arial"/>
          <w:sz w:val="20"/>
          <w:szCs w:val="20"/>
        </w:rPr>
      </w:pPr>
    </w:p>
    <w:p w14:paraId="6727186F" w14:textId="77777777" w:rsidR="00553D1D" w:rsidRPr="002C79C9" w:rsidRDefault="00553D1D" w:rsidP="00AF1140">
      <w:pPr>
        <w:pStyle w:val="Sansinterligne"/>
        <w:jc w:val="both"/>
        <w:rPr>
          <w:rFonts w:ascii="Mulish" w:hAnsi="Mulish" w:cs="Arial"/>
          <w:sz w:val="20"/>
          <w:szCs w:val="20"/>
        </w:rPr>
      </w:pPr>
      <w:r w:rsidRPr="002C79C9">
        <w:rPr>
          <w:rFonts w:ascii="Mulish" w:hAnsi="Mulish" w:cs="Arial"/>
          <w:sz w:val="20"/>
          <w:szCs w:val="20"/>
        </w:rPr>
        <w:t>Im vergangenen Schuljahr konnten bereits XX Schüler erfolgreich ein Schnupperpraktikum in Ihrem Betrieb absolvieren. Wir würden uns freuen, wenn Sie unseren französischen Schülern erneut die Gelegenheit dazu geben könnten und danken Ihnen herzlich im Voraus für Ihr Interesse an diesem Projekt.</w:t>
      </w:r>
    </w:p>
    <w:p w14:paraId="61E13A28" w14:textId="30CF849C" w:rsidR="00553D1D" w:rsidRPr="002C79C9" w:rsidRDefault="00553D1D" w:rsidP="00AF1140">
      <w:pPr>
        <w:pStyle w:val="Sansinterligne"/>
        <w:jc w:val="both"/>
        <w:rPr>
          <w:rFonts w:ascii="Mulish" w:hAnsi="Mulish" w:cs="Arial"/>
          <w:sz w:val="20"/>
          <w:szCs w:val="20"/>
        </w:rPr>
      </w:pPr>
    </w:p>
    <w:p w14:paraId="1880F696" w14:textId="77777777" w:rsidR="00553D1D" w:rsidRPr="002C79C9" w:rsidRDefault="00553D1D" w:rsidP="00AF1140">
      <w:pPr>
        <w:pStyle w:val="Sansinterligne"/>
        <w:jc w:val="both"/>
        <w:rPr>
          <w:rFonts w:ascii="Mulish" w:hAnsi="Mulish" w:cs="Arial"/>
          <w:sz w:val="20"/>
          <w:szCs w:val="20"/>
        </w:rPr>
      </w:pPr>
    </w:p>
    <w:p w14:paraId="41B01882" w14:textId="020E2571" w:rsidR="00553D1D" w:rsidRPr="002C79C9" w:rsidRDefault="00553D1D" w:rsidP="00AF1140">
      <w:pPr>
        <w:pStyle w:val="Sansinterligne"/>
        <w:jc w:val="both"/>
        <w:rPr>
          <w:rFonts w:ascii="Mulish" w:hAnsi="Mulish" w:cs="Arial"/>
          <w:sz w:val="20"/>
          <w:szCs w:val="20"/>
        </w:rPr>
      </w:pPr>
      <w:r w:rsidRPr="002C79C9">
        <w:rPr>
          <w:rFonts w:ascii="Mulish" w:hAnsi="Mulish" w:cs="Arial"/>
          <w:sz w:val="20"/>
          <w:szCs w:val="20"/>
        </w:rPr>
        <w:t>Mit freundlichen Grüßen</w:t>
      </w:r>
    </w:p>
    <w:p w14:paraId="1BA90068" w14:textId="77777777" w:rsidR="00553D1D" w:rsidRPr="002C79C9" w:rsidRDefault="00553D1D" w:rsidP="00AF1140">
      <w:pPr>
        <w:pStyle w:val="Sansinterligne"/>
        <w:jc w:val="both"/>
        <w:rPr>
          <w:rFonts w:ascii="Mulish" w:hAnsi="Mulish" w:cs="Arial"/>
          <w:sz w:val="20"/>
          <w:szCs w:val="20"/>
        </w:rPr>
      </w:pPr>
    </w:p>
    <w:p w14:paraId="0FC05ECD" w14:textId="01775516" w:rsidR="00553D1D" w:rsidRDefault="00553D1D" w:rsidP="002C79C9">
      <w:pPr>
        <w:pStyle w:val="Sansinterligne"/>
        <w:jc w:val="both"/>
      </w:pPr>
      <w:r w:rsidRPr="002C79C9">
        <w:rPr>
          <w:rFonts w:ascii="Mulish" w:hAnsi="Mulish" w:cs="Arial"/>
          <w:sz w:val="20"/>
          <w:szCs w:val="20"/>
        </w:rPr>
        <w:t>Schulleitung</w:t>
      </w:r>
    </w:p>
    <w:p w14:paraId="62018549" w14:textId="21868577" w:rsidR="00553D1D" w:rsidRDefault="00604E9A">
      <w:r>
        <w:rPr>
          <w:noProof/>
        </w:rPr>
        <w:lastRenderedPageBreak/>
        <w:drawing>
          <wp:anchor distT="0" distB="0" distL="114300" distR="114300" simplePos="0" relativeHeight="251719168" behindDoc="0" locked="0" layoutInCell="1" allowOverlap="1" wp14:anchorId="6F7036A7" wp14:editId="008782C2">
            <wp:simplePos x="0" y="0"/>
            <wp:positionH relativeFrom="column">
              <wp:posOffset>-104775</wp:posOffset>
            </wp:positionH>
            <wp:positionV relativeFrom="paragraph">
              <wp:posOffset>85725</wp:posOffset>
            </wp:positionV>
            <wp:extent cx="1228725" cy="839470"/>
            <wp:effectExtent l="0" t="0" r="9525" b="0"/>
            <wp:wrapNone/>
            <wp:docPr id="295603343" name="Image 10" descr="Une image contenant texte, Police, Graphiqu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603343" name="Image 10" descr="Une image contenant texte, Police, Graphique, capture d’écran&#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8725" cy="8394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Bookman Old Style" w:hAnsi="Bookman Old Style"/>
          <w:noProof/>
        </w:rPr>
        <w:drawing>
          <wp:anchor distT="0" distB="0" distL="114300" distR="114300" simplePos="0" relativeHeight="251714048" behindDoc="0" locked="0" layoutInCell="1" allowOverlap="1" wp14:anchorId="257A4085" wp14:editId="6AF6D9D9">
            <wp:simplePos x="0" y="0"/>
            <wp:positionH relativeFrom="column">
              <wp:posOffset>1612265</wp:posOffset>
            </wp:positionH>
            <wp:positionV relativeFrom="paragraph">
              <wp:posOffset>-225425</wp:posOffset>
            </wp:positionV>
            <wp:extent cx="995045" cy="641985"/>
            <wp:effectExtent l="0" t="0" r="0" b="5715"/>
            <wp:wrapNone/>
            <wp:docPr id="401145687" name="Image 401145687"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145687" name="Image 401145687" descr="Une image contenant texte, Police, logo, Graphique&#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95045" cy="64198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15072" behindDoc="0" locked="0" layoutInCell="1" allowOverlap="1" wp14:anchorId="3EF69A16" wp14:editId="1922E6A4">
            <wp:simplePos x="0" y="0"/>
            <wp:positionH relativeFrom="column">
              <wp:posOffset>4808855</wp:posOffset>
            </wp:positionH>
            <wp:positionV relativeFrom="paragraph">
              <wp:posOffset>-183515</wp:posOffset>
            </wp:positionV>
            <wp:extent cx="1453515" cy="469900"/>
            <wp:effectExtent l="0" t="0" r="0" b="6350"/>
            <wp:wrapNone/>
            <wp:docPr id="1093628521" name="Image 1093628521"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3628521" name="Image 1093628521" descr="Une image contenant texte, Police, logo, Graphique&#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3515" cy="4699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16096" behindDoc="0" locked="0" layoutInCell="1" allowOverlap="1" wp14:anchorId="3B9C8F42" wp14:editId="5ACA2CBB">
            <wp:simplePos x="0" y="0"/>
            <wp:positionH relativeFrom="column">
              <wp:posOffset>3564890</wp:posOffset>
            </wp:positionH>
            <wp:positionV relativeFrom="paragraph">
              <wp:posOffset>-130175</wp:posOffset>
            </wp:positionV>
            <wp:extent cx="1171575" cy="391795"/>
            <wp:effectExtent l="0" t="0" r="9525" b="8255"/>
            <wp:wrapNone/>
            <wp:docPr id="1954041974" name="Image 1954041974"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4041974" name="Image 1954041974" descr="Une image contenant texte, clipart&#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71575" cy="39179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20192" behindDoc="0" locked="0" layoutInCell="1" allowOverlap="1" wp14:anchorId="3EB546EE" wp14:editId="5D808C6E">
            <wp:simplePos x="0" y="0"/>
            <wp:positionH relativeFrom="column">
              <wp:posOffset>2676525</wp:posOffset>
            </wp:positionH>
            <wp:positionV relativeFrom="paragraph">
              <wp:posOffset>-312420</wp:posOffset>
            </wp:positionV>
            <wp:extent cx="781050" cy="781050"/>
            <wp:effectExtent l="0" t="0" r="0" b="0"/>
            <wp:wrapNone/>
            <wp:docPr id="585526313" name="Image 11" descr="Une image contenant Police, Bleu électrique, capture d’écran,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526313" name="Image 11" descr="Une image contenant Police, Bleu électrique, capture d’écran, texte&#10;&#10;Description générée automatiquem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81050" cy="7810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13024" behindDoc="1" locked="0" layoutInCell="1" allowOverlap="1" wp14:anchorId="1EB0571C" wp14:editId="1FE050F9">
            <wp:simplePos x="0" y="0"/>
            <wp:positionH relativeFrom="column">
              <wp:posOffset>3012440</wp:posOffset>
            </wp:positionH>
            <wp:positionV relativeFrom="paragraph">
              <wp:posOffset>661035</wp:posOffset>
            </wp:positionV>
            <wp:extent cx="1466850" cy="466725"/>
            <wp:effectExtent l="0" t="0" r="0" b="9525"/>
            <wp:wrapNone/>
            <wp:docPr id="1718119264" name="Image 1718119264" descr="Une image contenant texte, Police, logo,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119264" name="Image 1718119264" descr="Une image contenant texte, Police, logo, blanc&#10;&#10;Description générée automatiquemen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66850" cy="466725"/>
                    </a:xfrm>
                    <a:prstGeom prst="rect">
                      <a:avLst/>
                    </a:prstGeom>
                    <a:noFill/>
                  </pic:spPr>
                </pic:pic>
              </a:graphicData>
            </a:graphic>
            <wp14:sizeRelH relativeFrom="page">
              <wp14:pctWidth>0</wp14:pctWidth>
            </wp14:sizeRelH>
            <wp14:sizeRelV relativeFrom="page">
              <wp14:pctHeight>0</wp14:pctHeight>
            </wp14:sizeRelV>
          </wp:anchor>
        </w:drawing>
      </w:r>
    </w:p>
    <w:p w14:paraId="6F631ECD" w14:textId="77777777" w:rsidR="00553D1D" w:rsidRDefault="00553D1D" w:rsidP="00B45818">
      <w:pPr>
        <w:pStyle w:val="Sansinterligne"/>
      </w:pPr>
    </w:p>
    <w:p w14:paraId="48A1A425" w14:textId="6A0E9CD0" w:rsidR="00553D1D" w:rsidRDefault="00553D1D" w:rsidP="00B45818">
      <w:pPr>
        <w:pStyle w:val="Sansinterligne"/>
      </w:pPr>
    </w:p>
    <w:p w14:paraId="7C22FB13" w14:textId="40BAE8C4" w:rsidR="00553D1D" w:rsidRDefault="00C62ADF" w:rsidP="00B45818">
      <w:pPr>
        <w:pStyle w:val="Sansinterligne"/>
        <w:rPr>
          <w:b/>
          <w:bCs/>
          <w:sz w:val="36"/>
          <w:szCs w:val="36"/>
        </w:rPr>
      </w:pPr>
      <w:r>
        <w:rPr>
          <w:noProof/>
        </w:rPr>
        <w:drawing>
          <wp:anchor distT="0" distB="0" distL="114300" distR="114300" simplePos="0" relativeHeight="251717120" behindDoc="0" locked="0" layoutInCell="1" allowOverlap="1" wp14:anchorId="652A688C" wp14:editId="1702DCE5">
            <wp:simplePos x="0" y="0"/>
            <wp:positionH relativeFrom="column">
              <wp:posOffset>1668780</wp:posOffset>
            </wp:positionH>
            <wp:positionV relativeFrom="paragraph">
              <wp:posOffset>53340</wp:posOffset>
            </wp:positionV>
            <wp:extent cx="1181100" cy="464820"/>
            <wp:effectExtent l="0" t="0" r="0" b="0"/>
            <wp:wrapNone/>
            <wp:docPr id="1567430555" name="Image 1567430555"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7430555" name="Image 1567430555" descr="Une image contenant texte&#10;&#10;Description générée automatiquemen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81100" cy="46482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18144" behindDoc="0" locked="0" layoutInCell="1" allowOverlap="1" wp14:anchorId="533C4538" wp14:editId="5E9CB8FD">
            <wp:simplePos x="0" y="0"/>
            <wp:positionH relativeFrom="column">
              <wp:posOffset>4583430</wp:posOffset>
            </wp:positionH>
            <wp:positionV relativeFrom="paragraph">
              <wp:posOffset>99695</wp:posOffset>
            </wp:positionV>
            <wp:extent cx="1654175" cy="361950"/>
            <wp:effectExtent l="0" t="0" r="3175" b="0"/>
            <wp:wrapNone/>
            <wp:docPr id="637861262" name="Image 637861262"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861262" name="Image 637861262" descr="Une image contenant texte, Police, capture d’écran, logo&#10;&#10;Description générée automatiquemen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654175" cy="361950"/>
                    </a:xfrm>
                    <a:prstGeom prst="rect">
                      <a:avLst/>
                    </a:prstGeom>
                  </pic:spPr>
                </pic:pic>
              </a:graphicData>
            </a:graphic>
            <wp14:sizeRelH relativeFrom="margin">
              <wp14:pctWidth>0</wp14:pctWidth>
            </wp14:sizeRelH>
            <wp14:sizeRelV relativeFrom="margin">
              <wp14:pctHeight>0</wp14:pctHeight>
            </wp14:sizeRelV>
          </wp:anchor>
        </w:drawing>
      </w:r>
    </w:p>
    <w:p w14:paraId="65070DB9" w14:textId="149EB7F4" w:rsidR="00553D1D" w:rsidRDefault="00553D1D" w:rsidP="00B45818">
      <w:pPr>
        <w:pStyle w:val="Sansinterligne"/>
        <w:rPr>
          <w:b/>
          <w:bCs/>
          <w:sz w:val="36"/>
          <w:szCs w:val="36"/>
        </w:rPr>
      </w:pPr>
      <w:r>
        <w:rPr>
          <w:noProof/>
        </w:rPr>
        <mc:AlternateContent>
          <mc:Choice Requires="wps">
            <w:drawing>
              <wp:anchor distT="0" distB="0" distL="114300" distR="114300" simplePos="0" relativeHeight="251672576" behindDoc="0" locked="0" layoutInCell="1" allowOverlap="1" wp14:anchorId="435AA448" wp14:editId="075D38F9">
                <wp:simplePos x="0" y="0"/>
                <wp:positionH relativeFrom="column">
                  <wp:posOffset>-614045</wp:posOffset>
                </wp:positionH>
                <wp:positionV relativeFrom="paragraph">
                  <wp:posOffset>405765</wp:posOffset>
                </wp:positionV>
                <wp:extent cx="6905625"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69056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12B294" id="Connecteur droit 2"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8.35pt,31.95pt" to="495.4pt,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" strokecolor="black [3213]" strokeweight="1pt">
                <v:stroke joinstyle="miter"/>
              </v:line>
            </w:pict>
          </mc:Fallback>
        </mc:AlternateContent>
      </w:r>
    </w:p>
    <w:p w14:paraId="5AA65BEE" w14:textId="77777777" w:rsidR="00553D1D" w:rsidRPr="008F2DA7" w:rsidRDefault="00553D1D" w:rsidP="00B45818">
      <w:pPr>
        <w:pStyle w:val="Sansinterligne"/>
        <w:rPr>
          <w:rFonts w:ascii="Arial" w:hAnsi="Arial" w:cs="Arial"/>
          <w:b/>
          <w:bCs/>
        </w:rPr>
      </w:pPr>
    </w:p>
    <w:p w14:paraId="3B219E9D" w14:textId="5D1E721C" w:rsidR="00553D1D" w:rsidRDefault="00553D1D" w:rsidP="00B45818">
      <w:pPr>
        <w:pStyle w:val="Sansinterligne"/>
        <w:rPr>
          <w:rFonts w:ascii="Arial" w:hAnsi="Arial" w:cs="Arial"/>
          <w:b/>
          <w:bCs/>
          <w:sz w:val="36"/>
          <w:szCs w:val="36"/>
        </w:rPr>
      </w:pPr>
      <w:r>
        <w:rPr>
          <w:rFonts w:ascii="Arial" w:hAnsi="Arial" w:cs="Arial"/>
          <w:b/>
          <w:bCs/>
          <w:noProof/>
        </w:rPr>
        <mc:AlternateContent>
          <mc:Choice Requires="wps">
            <w:drawing>
              <wp:anchor distT="0" distB="0" distL="114300" distR="114300" simplePos="0" relativeHeight="251673600" behindDoc="0" locked="0" layoutInCell="1" allowOverlap="1" wp14:anchorId="1E5F61A1" wp14:editId="4C3127AB">
                <wp:simplePos x="0" y="0"/>
                <wp:positionH relativeFrom="column">
                  <wp:posOffset>-18415</wp:posOffset>
                </wp:positionH>
                <wp:positionV relativeFrom="paragraph">
                  <wp:posOffset>268605</wp:posOffset>
                </wp:positionV>
                <wp:extent cx="6162675" cy="819150"/>
                <wp:effectExtent l="0" t="0" r="28575" b="19050"/>
                <wp:wrapNone/>
                <wp:docPr id="467722841" name="Zone de texte 467722841"/>
                <wp:cNvGraphicFramePr/>
                <a:graphic xmlns:a="http://schemas.openxmlformats.org/drawingml/2006/main">
                  <a:graphicData uri="http://schemas.microsoft.com/office/word/2010/wordprocessingShape">
                    <wps:wsp>
                      <wps:cNvSpPr txBox="1"/>
                      <wps:spPr>
                        <a:xfrm>
                          <a:off x="0" y="0"/>
                          <a:ext cx="6162675" cy="819150"/>
                        </a:xfrm>
                        <a:prstGeom prst="rect">
                          <a:avLst/>
                        </a:prstGeom>
                        <a:solidFill>
                          <a:schemeClr val="lt1"/>
                        </a:solidFill>
                        <a:ln w="12700">
                          <a:solidFill>
                            <a:schemeClr val="tx1"/>
                          </a:solidFill>
                        </a:ln>
                      </wps:spPr>
                      <wps:txbx>
                        <w:txbxContent>
                          <w:p w14:paraId="68E367D9" w14:textId="77777777" w:rsidR="00553D1D" w:rsidRPr="00604E9A" w:rsidRDefault="00553D1D" w:rsidP="00427BCB">
                            <w:pPr>
                              <w:pStyle w:val="Sansinterligne"/>
                              <w:jc w:val="center"/>
                              <w:rPr>
                                <w:rFonts w:ascii="Mulish" w:hAnsi="Mulish" w:cs="Arial"/>
                                <w:b/>
                                <w:bCs/>
                                <w:sz w:val="32"/>
                                <w:szCs w:val="32"/>
                              </w:rPr>
                            </w:pPr>
                            <w:r w:rsidRPr="00604E9A">
                              <w:rPr>
                                <w:rFonts w:ascii="Mulish" w:hAnsi="Mulish" w:cs="Arial"/>
                                <w:b/>
                                <w:bCs/>
                                <w:sz w:val="32"/>
                                <w:szCs w:val="32"/>
                              </w:rPr>
                              <w:t>Eltern Alsace - EUROSTAGES – Schnupperpraktikum zur Berufsentdeckung am Oberrhein</w:t>
                            </w:r>
                          </w:p>
                          <w:p w14:paraId="7713E59E" w14:textId="77777777" w:rsidR="00553D1D" w:rsidRPr="00604E9A" w:rsidRDefault="00553D1D" w:rsidP="008F2DA7">
                            <w:pPr>
                              <w:pStyle w:val="Sansinterligne"/>
                              <w:jc w:val="center"/>
                              <w:rPr>
                                <w:rFonts w:ascii="Mulish" w:hAnsi="Mulish" w:cs="Arial"/>
                                <w:b/>
                                <w:i/>
                                <w:color w:val="000000" w:themeColor="text1"/>
                                <w:sz w:val="20"/>
                                <w:szCs w:val="20"/>
                                <w:lang w:val="fr-FR"/>
                              </w:rPr>
                            </w:pPr>
                            <w:r w:rsidRPr="00604E9A">
                              <w:rPr>
                                <w:rFonts w:ascii="Mulish" w:hAnsi="Mulish" w:cs="Arial"/>
                                <w:b/>
                                <w:i/>
                                <w:color w:val="000000" w:themeColor="text1"/>
                                <w:sz w:val="20"/>
                                <w:szCs w:val="20"/>
                                <w:lang w:val="fr-FR"/>
                              </w:rPr>
                              <w:t>Séjours découverte du monde du travail</w:t>
                            </w:r>
                          </w:p>
                          <w:p w14:paraId="515CCCEB" w14:textId="77777777" w:rsidR="00553D1D" w:rsidRPr="00553D1D" w:rsidRDefault="00553D1D">
                            <w:pPr>
                              <w:rPr>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5F61A1" id="Zone de texte 467722841" o:spid="_x0000_s1028" type="#_x0000_t202" style="position:absolute;margin-left:-1.45pt;margin-top:21.15pt;width:485.25pt;height:6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" fillcolor="white [3201]" strokecolor="black [3213]" strokeweight="1pt">
                <v:textbox>
                  <w:txbxContent>
                    <w:p w14:paraId="68E367D9" w14:textId="77777777" w:rsidR="00553D1D" w:rsidRPr="00604E9A" w:rsidRDefault="00553D1D" w:rsidP="00427BCB">
                      <w:pPr>
                        <w:pStyle w:val="Sansinterligne"/>
                        <w:jc w:val="center"/>
                        <w:rPr>
                          <w:rFonts w:ascii="Mulish" w:hAnsi="Mulish" w:cs="Arial"/>
                          <w:b/>
                          <w:bCs/>
                          <w:sz w:val="32"/>
                          <w:szCs w:val="32"/>
                        </w:rPr>
                      </w:pPr>
                      <w:r w:rsidRPr="00604E9A">
                        <w:rPr>
                          <w:rFonts w:ascii="Mulish" w:hAnsi="Mulish" w:cs="Arial"/>
                          <w:b/>
                          <w:bCs/>
                          <w:sz w:val="32"/>
                          <w:szCs w:val="32"/>
                        </w:rPr>
                        <w:t>Eltern Alsace - EUROSTAGES – Schnupperpraktikum zur Berufsentdeckung am Oberrhein</w:t>
                      </w:r>
                    </w:p>
                    <w:p w14:paraId="7713E59E" w14:textId="77777777" w:rsidR="00553D1D" w:rsidRPr="00604E9A" w:rsidRDefault="00553D1D" w:rsidP="008F2DA7">
                      <w:pPr>
                        <w:pStyle w:val="Sansinterligne"/>
                        <w:jc w:val="center"/>
                        <w:rPr>
                          <w:rFonts w:ascii="Mulish" w:hAnsi="Mulish" w:cs="Arial"/>
                          <w:b/>
                          <w:i/>
                          <w:color w:val="000000" w:themeColor="text1"/>
                          <w:sz w:val="20"/>
                          <w:szCs w:val="20"/>
                          <w:lang w:val="fr-FR"/>
                        </w:rPr>
                      </w:pPr>
                      <w:r w:rsidRPr="00604E9A">
                        <w:rPr>
                          <w:rFonts w:ascii="Mulish" w:hAnsi="Mulish" w:cs="Arial"/>
                          <w:b/>
                          <w:i/>
                          <w:color w:val="000000" w:themeColor="text1"/>
                          <w:sz w:val="20"/>
                          <w:szCs w:val="20"/>
                          <w:lang w:val="fr-FR"/>
                        </w:rPr>
                        <w:t>Séjours découverte du monde du travail</w:t>
                      </w:r>
                    </w:p>
                    <w:p w14:paraId="515CCCEB" w14:textId="77777777" w:rsidR="00553D1D" w:rsidRPr="00553D1D" w:rsidRDefault="00553D1D">
                      <w:pPr>
                        <w:rPr>
                          <w:lang w:val="fr-FR"/>
                        </w:rPr>
                      </w:pPr>
                    </w:p>
                  </w:txbxContent>
                </v:textbox>
              </v:shape>
            </w:pict>
          </mc:Fallback>
        </mc:AlternateContent>
      </w:r>
    </w:p>
    <w:p w14:paraId="13CECF1F" w14:textId="77777777" w:rsidR="00553D1D" w:rsidRDefault="00553D1D" w:rsidP="00B45818">
      <w:pPr>
        <w:pStyle w:val="Sansinterligne"/>
        <w:rPr>
          <w:rFonts w:ascii="Arial" w:hAnsi="Arial" w:cs="Arial"/>
          <w:b/>
          <w:bCs/>
          <w:sz w:val="36"/>
          <w:szCs w:val="36"/>
        </w:rPr>
      </w:pPr>
    </w:p>
    <w:p w14:paraId="7FEC82D1" w14:textId="3AB98D9D" w:rsidR="00553D1D" w:rsidRDefault="00553D1D" w:rsidP="00B45818">
      <w:pPr>
        <w:pStyle w:val="Sansinterligne"/>
        <w:rPr>
          <w:rFonts w:ascii="Arial" w:hAnsi="Arial" w:cs="Arial"/>
          <w:b/>
          <w:bCs/>
          <w:sz w:val="36"/>
          <w:szCs w:val="36"/>
        </w:rPr>
      </w:pPr>
    </w:p>
    <w:p w14:paraId="2F6392B9" w14:textId="007BA228" w:rsidR="00553D1D" w:rsidRPr="008F2DA7" w:rsidRDefault="00553D1D" w:rsidP="00B45818">
      <w:pPr>
        <w:pStyle w:val="Sansinterligne"/>
        <w:rPr>
          <w:rFonts w:ascii="Arial" w:hAnsi="Arial" w:cs="Arial"/>
          <w:b/>
          <w:bCs/>
          <w:sz w:val="14"/>
          <w:szCs w:val="14"/>
        </w:rPr>
      </w:pPr>
    </w:p>
    <w:p w14:paraId="1A00945B" w14:textId="2F86084B" w:rsidR="00553D1D" w:rsidRPr="00B45818" w:rsidRDefault="00553D1D" w:rsidP="00B45818">
      <w:pPr>
        <w:pStyle w:val="Sansinterligne"/>
        <w:rPr>
          <w:sz w:val="32"/>
          <w:szCs w:val="32"/>
        </w:rPr>
      </w:pPr>
    </w:p>
    <w:p w14:paraId="23483609" w14:textId="77777777" w:rsidR="00553D1D" w:rsidRDefault="00553D1D" w:rsidP="00B45818">
      <w:pPr>
        <w:pStyle w:val="Sansinterligne"/>
        <w:jc w:val="both"/>
        <w:rPr>
          <w:rFonts w:ascii="Arial" w:hAnsi="Arial" w:cs="Arial"/>
          <w:b/>
          <w:bCs/>
          <w:sz w:val="24"/>
          <w:szCs w:val="24"/>
        </w:rPr>
      </w:pPr>
    </w:p>
    <w:p w14:paraId="244DBBFB" w14:textId="43B7A1B7" w:rsidR="00553D1D" w:rsidRDefault="00553D1D" w:rsidP="00B45818">
      <w:pPr>
        <w:pStyle w:val="Sansinterligne"/>
        <w:jc w:val="both"/>
        <w:rPr>
          <w:rFonts w:ascii="Arial" w:hAnsi="Arial" w:cs="Arial"/>
          <w:b/>
          <w:bCs/>
          <w:sz w:val="24"/>
          <w:szCs w:val="24"/>
        </w:rPr>
      </w:pPr>
    </w:p>
    <w:p w14:paraId="55315550" w14:textId="77777777" w:rsidR="00553D1D" w:rsidRPr="00604E9A" w:rsidRDefault="00553D1D" w:rsidP="00B45818">
      <w:pPr>
        <w:pStyle w:val="Sansinterligne"/>
        <w:jc w:val="both"/>
        <w:rPr>
          <w:rFonts w:ascii="Mulish" w:hAnsi="Mulish" w:cs="Arial"/>
          <w:b/>
          <w:bCs/>
          <w:sz w:val="24"/>
          <w:szCs w:val="24"/>
        </w:rPr>
      </w:pPr>
      <w:r w:rsidRPr="00604E9A">
        <w:rPr>
          <w:rFonts w:ascii="Mulish" w:hAnsi="Mulish" w:cs="Arial"/>
          <w:b/>
          <w:bCs/>
          <w:sz w:val="24"/>
          <w:szCs w:val="24"/>
        </w:rPr>
        <w:t>Starke Kooperation für grenzüberschreitende Berufsorientierung</w:t>
      </w:r>
    </w:p>
    <w:p w14:paraId="60A2C2B1" w14:textId="6DEBFFA8" w:rsidR="00553D1D" w:rsidRPr="00604E9A" w:rsidRDefault="00553D1D" w:rsidP="00B45818">
      <w:pPr>
        <w:pStyle w:val="Sansinterligne"/>
        <w:jc w:val="both"/>
        <w:rPr>
          <w:rFonts w:ascii="Mulish" w:hAnsi="Mulish" w:cs="Arial"/>
          <w:sz w:val="20"/>
          <w:szCs w:val="20"/>
        </w:rPr>
      </w:pPr>
    </w:p>
    <w:p w14:paraId="5F13D7F7" w14:textId="77777777" w:rsidR="00553D1D" w:rsidRPr="00604E9A" w:rsidRDefault="00553D1D" w:rsidP="00B45818">
      <w:pPr>
        <w:pStyle w:val="Sansinterligne"/>
        <w:jc w:val="both"/>
        <w:rPr>
          <w:rFonts w:ascii="Mulish" w:hAnsi="Mulish" w:cs="Arial"/>
          <w:sz w:val="20"/>
          <w:szCs w:val="20"/>
        </w:rPr>
      </w:pPr>
      <w:r w:rsidRPr="00604E9A">
        <w:rPr>
          <w:rFonts w:ascii="Mulish" w:hAnsi="Mulish" w:cs="Arial"/>
          <w:sz w:val="20"/>
          <w:szCs w:val="20"/>
        </w:rPr>
        <w:t xml:space="preserve">Das „Schnupperpraktikum zur Berufsentdeckung am Oberrhein“ fördert bei deutschsprachigen elsässischen Schülerinnen und Schülern den Zugang zum grenzüberschreitenden Ausbildungs- und Arbeitsmarkt durch Ausbildungs- und Qualifizierungsmaßnahmen. </w:t>
      </w:r>
    </w:p>
    <w:p w14:paraId="17510C81" w14:textId="3CC640E6" w:rsidR="00553D1D" w:rsidRPr="00604E9A" w:rsidRDefault="00553D1D" w:rsidP="00B45818">
      <w:pPr>
        <w:pStyle w:val="Sansinterligne"/>
        <w:jc w:val="both"/>
        <w:rPr>
          <w:rFonts w:ascii="Mulish" w:hAnsi="Mulish" w:cs="Arial"/>
          <w:i/>
          <w:sz w:val="20"/>
          <w:szCs w:val="20"/>
        </w:rPr>
      </w:pPr>
      <w:r w:rsidRPr="00604E9A">
        <w:rPr>
          <w:rFonts w:ascii="Mulish" w:hAnsi="Mulish" w:cs="Arial"/>
          <w:sz w:val="20"/>
          <w:szCs w:val="20"/>
        </w:rPr>
        <w:t>Dieses Projekt wird von der Koordinationsplattform Eltern Alsace - EUROSTAGES durchgeführt (Projektträger: Eltern Alsace) und von der Straßburger Schuldirektion, dem Deutsch-Französischen Jugendwerk, der IHK Südlicher Oberrhein, der Handwerkskammer Freiburg sowie der IHK Karlsruhe unterstützt.</w:t>
      </w:r>
    </w:p>
    <w:p w14:paraId="1B596850" w14:textId="77777777" w:rsidR="00553D1D" w:rsidRPr="00604E9A" w:rsidRDefault="00553D1D" w:rsidP="00B45818">
      <w:pPr>
        <w:pStyle w:val="Sansinterligne"/>
        <w:jc w:val="both"/>
        <w:rPr>
          <w:rFonts w:ascii="Mulish" w:hAnsi="Mulish" w:cs="Arial"/>
          <w:sz w:val="20"/>
          <w:szCs w:val="20"/>
        </w:rPr>
      </w:pPr>
      <w:r w:rsidRPr="00604E9A">
        <w:rPr>
          <w:rFonts w:ascii="Mulish" w:hAnsi="Mulish" w:cs="Arial"/>
          <w:sz w:val="20"/>
          <w:szCs w:val="20"/>
        </w:rPr>
        <w:t xml:space="preserve">Schülerinnen und Schüler aus dem französischen </w:t>
      </w:r>
      <w:r w:rsidRPr="00604E9A">
        <w:rPr>
          <w:rFonts w:ascii="Mulish" w:hAnsi="Mulish" w:cs="Arial"/>
          <w:i/>
          <w:sz w:val="20"/>
          <w:szCs w:val="20"/>
        </w:rPr>
        <w:t>Collège</w:t>
      </w:r>
      <w:r w:rsidRPr="00604E9A">
        <w:rPr>
          <w:rFonts w:ascii="Mulish" w:hAnsi="Mulish" w:cs="Arial"/>
          <w:sz w:val="20"/>
          <w:szCs w:val="20"/>
        </w:rPr>
        <w:t xml:space="preserve"> (9. Klasse) oder </w:t>
      </w:r>
      <w:r w:rsidRPr="00604E9A">
        <w:rPr>
          <w:rFonts w:ascii="Mulish" w:hAnsi="Mulish" w:cs="Arial"/>
          <w:i/>
          <w:sz w:val="20"/>
          <w:szCs w:val="20"/>
        </w:rPr>
        <w:t xml:space="preserve">Lycée </w:t>
      </w:r>
      <w:r w:rsidRPr="00604E9A">
        <w:rPr>
          <w:rFonts w:ascii="Mulish" w:hAnsi="Mulish" w:cs="Arial"/>
          <w:sz w:val="20"/>
          <w:szCs w:val="20"/>
        </w:rPr>
        <w:t>(10. Klasse) gewinnen damit einen ersten Einblick in die Ausbildungsmöglichkeiten und den Arbeitsmarkt am Oberrhein.</w:t>
      </w:r>
    </w:p>
    <w:p w14:paraId="5003886C" w14:textId="77777777" w:rsidR="00553D1D" w:rsidRPr="00604E9A" w:rsidRDefault="00553D1D" w:rsidP="00B45818">
      <w:pPr>
        <w:pStyle w:val="Sansinterligne"/>
        <w:jc w:val="both"/>
        <w:rPr>
          <w:rFonts w:ascii="Mulish" w:hAnsi="Mulish" w:cs="Arial"/>
          <w:sz w:val="20"/>
          <w:szCs w:val="20"/>
        </w:rPr>
      </w:pPr>
      <w:r w:rsidRPr="00604E9A">
        <w:rPr>
          <w:rFonts w:ascii="Mulish" w:hAnsi="Mulish" w:cs="Arial"/>
          <w:sz w:val="20"/>
          <w:szCs w:val="20"/>
        </w:rPr>
        <w:t xml:space="preserve">Die Schülerinnen und Schüler werden i.d.R. fünf Tage in einer Jugendherberge untergebracht und von Lehrkräften begleitet oder sie pendeln täglich in ihre Praktikumsbetriebe. Während dieses Aufenthalts hospitieren sie in deutschen oder </w:t>
      </w:r>
      <w:proofErr w:type="spellStart"/>
      <w:r w:rsidRPr="00604E9A">
        <w:rPr>
          <w:rFonts w:ascii="Mulish" w:hAnsi="Mulish" w:cs="Arial"/>
          <w:sz w:val="20"/>
          <w:szCs w:val="20"/>
        </w:rPr>
        <w:t>schweizer</w:t>
      </w:r>
      <w:proofErr w:type="spellEnd"/>
      <w:r w:rsidRPr="00604E9A">
        <w:rPr>
          <w:rFonts w:ascii="Mulish" w:hAnsi="Mulish" w:cs="Arial"/>
          <w:sz w:val="20"/>
          <w:szCs w:val="20"/>
        </w:rPr>
        <w:t xml:space="preserve"> Unternehmen und Handwerksbetrieben. Der Aufenthalt im Praktikumsort wird von der </w:t>
      </w:r>
      <w:proofErr w:type="spellStart"/>
      <w:r w:rsidRPr="00604E9A">
        <w:rPr>
          <w:rFonts w:ascii="Mulish" w:hAnsi="Mulish" w:cs="Arial"/>
          <w:i/>
          <w:sz w:val="20"/>
          <w:szCs w:val="20"/>
        </w:rPr>
        <w:t>Région</w:t>
      </w:r>
      <w:proofErr w:type="spellEnd"/>
      <w:r w:rsidRPr="00604E9A">
        <w:rPr>
          <w:rFonts w:ascii="Mulish" w:hAnsi="Mulish" w:cs="Arial"/>
          <w:i/>
          <w:sz w:val="20"/>
          <w:szCs w:val="20"/>
        </w:rPr>
        <w:t xml:space="preserve"> Grand Est</w:t>
      </w:r>
      <w:r w:rsidRPr="00604E9A">
        <w:rPr>
          <w:rFonts w:ascii="Mulish" w:hAnsi="Mulish" w:cs="Arial"/>
          <w:sz w:val="20"/>
          <w:szCs w:val="20"/>
        </w:rPr>
        <w:t xml:space="preserve">, von den </w:t>
      </w:r>
      <w:proofErr w:type="spellStart"/>
      <w:r w:rsidRPr="00604E9A">
        <w:rPr>
          <w:rFonts w:ascii="Mulish" w:hAnsi="Mulish" w:cs="Arial"/>
          <w:i/>
          <w:sz w:val="20"/>
          <w:szCs w:val="20"/>
        </w:rPr>
        <w:t>départements</w:t>
      </w:r>
      <w:proofErr w:type="spellEnd"/>
      <w:r w:rsidRPr="00604E9A">
        <w:rPr>
          <w:rFonts w:ascii="Mulish" w:hAnsi="Mulish" w:cs="Arial"/>
          <w:i/>
          <w:sz w:val="20"/>
          <w:szCs w:val="20"/>
        </w:rPr>
        <w:t xml:space="preserve"> Bas-Rhin</w:t>
      </w:r>
      <w:r w:rsidRPr="00604E9A">
        <w:rPr>
          <w:rFonts w:ascii="Mulish" w:hAnsi="Mulish" w:cs="Arial"/>
          <w:sz w:val="20"/>
          <w:szCs w:val="20"/>
        </w:rPr>
        <w:t xml:space="preserve"> und </w:t>
      </w:r>
      <w:r w:rsidRPr="00604E9A">
        <w:rPr>
          <w:rFonts w:ascii="Mulish" w:hAnsi="Mulish" w:cs="Arial"/>
          <w:i/>
          <w:sz w:val="20"/>
          <w:szCs w:val="20"/>
        </w:rPr>
        <w:t>Haut-Rhin</w:t>
      </w:r>
      <w:r w:rsidRPr="00604E9A">
        <w:rPr>
          <w:rFonts w:ascii="Mulish" w:hAnsi="Mulish" w:cs="Arial"/>
          <w:sz w:val="20"/>
          <w:szCs w:val="20"/>
        </w:rPr>
        <w:t>, vom französischen Staat und vom Deutsch-Französischen Jugendwerk finanziert.</w:t>
      </w:r>
    </w:p>
    <w:p w14:paraId="32957C64" w14:textId="77777777" w:rsidR="00553D1D" w:rsidRPr="00604E9A" w:rsidRDefault="00553D1D" w:rsidP="00B45818">
      <w:pPr>
        <w:pStyle w:val="Sansinterligne"/>
        <w:jc w:val="both"/>
        <w:rPr>
          <w:rFonts w:ascii="Mulish" w:hAnsi="Mulish" w:cs="Arial"/>
          <w:b/>
          <w:sz w:val="24"/>
          <w:szCs w:val="24"/>
        </w:rPr>
      </w:pPr>
    </w:p>
    <w:p w14:paraId="2BD1C40C" w14:textId="77777777" w:rsidR="00553D1D" w:rsidRPr="00604E9A" w:rsidRDefault="00553D1D" w:rsidP="00B45818">
      <w:pPr>
        <w:pStyle w:val="Sansinterligne"/>
        <w:jc w:val="both"/>
        <w:rPr>
          <w:rFonts w:ascii="Mulish" w:hAnsi="Mulish" w:cs="Arial"/>
          <w:b/>
          <w:sz w:val="24"/>
          <w:szCs w:val="24"/>
        </w:rPr>
      </w:pPr>
    </w:p>
    <w:p w14:paraId="295AD149" w14:textId="77777777" w:rsidR="00553D1D" w:rsidRPr="00604E9A" w:rsidRDefault="00553D1D" w:rsidP="00B45818">
      <w:pPr>
        <w:pStyle w:val="Sansinterligne"/>
        <w:jc w:val="both"/>
        <w:rPr>
          <w:rFonts w:ascii="Mulish" w:hAnsi="Mulish" w:cs="Arial"/>
          <w:b/>
          <w:sz w:val="24"/>
          <w:szCs w:val="24"/>
        </w:rPr>
      </w:pPr>
      <w:r w:rsidRPr="00604E9A">
        <w:rPr>
          <w:rFonts w:ascii="Mulish" w:hAnsi="Mulish" w:cs="Arial"/>
          <w:b/>
          <w:sz w:val="24"/>
          <w:szCs w:val="24"/>
        </w:rPr>
        <w:t>PraktikantInnen aus Frankreich</w:t>
      </w:r>
    </w:p>
    <w:p w14:paraId="1C1B9797" w14:textId="77777777" w:rsidR="00553D1D" w:rsidRPr="00604E9A" w:rsidRDefault="00553D1D" w:rsidP="00B45818">
      <w:pPr>
        <w:pStyle w:val="Sansinterligne"/>
        <w:jc w:val="both"/>
        <w:rPr>
          <w:rFonts w:ascii="Mulish" w:hAnsi="Mulish" w:cs="Arial"/>
          <w:sz w:val="20"/>
          <w:szCs w:val="20"/>
        </w:rPr>
      </w:pPr>
    </w:p>
    <w:p w14:paraId="69934CED" w14:textId="77777777" w:rsidR="00553D1D" w:rsidRPr="00604E9A" w:rsidRDefault="00553D1D" w:rsidP="00B45818">
      <w:pPr>
        <w:pStyle w:val="Sansinterligne"/>
        <w:jc w:val="both"/>
        <w:rPr>
          <w:rFonts w:ascii="Mulish" w:hAnsi="Mulish" w:cs="Arial"/>
          <w:sz w:val="20"/>
          <w:szCs w:val="20"/>
        </w:rPr>
      </w:pPr>
      <w:r w:rsidRPr="00604E9A">
        <w:rPr>
          <w:rFonts w:ascii="Mulish" w:hAnsi="Mulish" w:cs="Arial"/>
          <w:sz w:val="20"/>
          <w:szCs w:val="20"/>
        </w:rPr>
        <w:t xml:space="preserve">Das französische </w:t>
      </w:r>
      <w:r w:rsidRPr="00604E9A">
        <w:rPr>
          <w:rFonts w:ascii="Mulish" w:hAnsi="Mulish" w:cs="Arial"/>
          <w:i/>
          <w:sz w:val="20"/>
          <w:szCs w:val="20"/>
        </w:rPr>
        <w:t>Collège</w:t>
      </w:r>
      <w:r w:rsidRPr="00604E9A">
        <w:rPr>
          <w:rFonts w:ascii="Mulish" w:hAnsi="Mulish" w:cs="Arial"/>
          <w:sz w:val="20"/>
          <w:szCs w:val="20"/>
        </w:rPr>
        <w:t xml:space="preserve"> entspricht in etwa der Mittelstufe in deutschen Schulen. Nach der 9. Klasse entscheiden sich die Schülerinnen und Schüler entweder für das allgemeinbildende oder das berufliche Gymnasium (</w:t>
      </w:r>
      <w:r w:rsidRPr="00604E9A">
        <w:rPr>
          <w:rFonts w:ascii="Mulish" w:hAnsi="Mulish" w:cs="Arial"/>
          <w:i/>
          <w:sz w:val="20"/>
          <w:szCs w:val="20"/>
        </w:rPr>
        <w:t>Lycée</w:t>
      </w:r>
      <w:r w:rsidRPr="00604E9A">
        <w:rPr>
          <w:rFonts w:ascii="Mulish" w:hAnsi="Mulish" w:cs="Arial"/>
          <w:sz w:val="20"/>
          <w:szCs w:val="20"/>
        </w:rPr>
        <w:t>) oder für eine Ausbildung.</w:t>
      </w:r>
    </w:p>
    <w:p w14:paraId="52FB0E77" w14:textId="77777777" w:rsidR="00553D1D" w:rsidRPr="00604E9A" w:rsidRDefault="00553D1D" w:rsidP="00B45818">
      <w:pPr>
        <w:pStyle w:val="Sansinterligne"/>
        <w:jc w:val="both"/>
        <w:rPr>
          <w:rFonts w:ascii="Mulish" w:hAnsi="Mulish" w:cs="Arial"/>
          <w:sz w:val="20"/>
          <w:szCs w:val="20"/>
        </w:rPr>
      </w:pPr>
      <w:r w:rsidRPr="00604E9A">
        <w:rPr>
          <w:rFonts w:ascii="Mulish" w:hAnsi="Mulish" w:cs="Arial"/>
          <w:sz w:val="20"/>
          <w:szCs w:val="20"/>
        </w:rPr>
        <w:t>Nach drei weiteren Jahren am allgemeinbildenden oder beruflichen Gymnasium (</w:t>
      </w:r>
      <w:r w:rsidRPr="00604E9A">
        <w:rPr>
          <w:rFonts w:ascii="Mulish" w:hAnsi="Mulish" w:cs="Arial"/>
          <w:i/>
          <w:sz w:val="20"/>
          <w:szCs w:val="20"/>
        </w:rPr>
        <w:t xml:space="preserve">Lycée </w:t>
      </w:r>
      <w:proofErr w:type="spellStart"/>
      <w:r w:rsidRPr="00604E9A">
        <w:rPr>
          <w:rFonts w:ascii="Mulish" w:hAnsi="Mulish" w:cs="Arial"/>
          <w:i/>
          <w:sz w:val="20"/>
          <w:szCs w:val="20"/>
        </w:rPr>
        <w:t>professionnel</w:t>
      </w:r>
      <w:proofErr w:type="spellEnd"/>
      <w:r w:rsidRPr="00604E9A">
        <w:rPr>
          <w:rFonts w:ascii="Mulish" w:hAnsi="Mulish" w:cs="Arial"/>
          <w:sz w:val="20"/>
          <w:szCs w:val="20"/>
        </w:rPr>
        <w:t xml:space="preserve">) suchen die Schülerinnen und Schüler entweder einen Arbeitsplatz, sie studieren oder absolvieren eine höhere duale berufliche Ausbildung, </w:t>
      </w:r>
      <w:r w:rsidRPr="00604E9A">
        <w:rPr>
          <w:rFonts w:ascii="Mulish" w:hAnsi="Mulish" w:cs="Arial"/>
          <w:i/>
          <w:sz w:val="20"/>
          <w:szCs w:val="20"/>
        </w:rPr>
        <w:t xml:space="preserve">Brevet de </w:t>
      </w:r>
      <w:proofErr w:type="spellStart"/>
      <w:r w:rsidRPr="00604E9A">
        <w:rPr>
          <w:rFonts w:ascii="Mulish" w:hAnsi="Mulish" w:cs="Arial"/>
          <w:i/>
          <w:sz w:val="20"/>
          <w:szCs w:val="20"/>
        </w:rPr>
        <w:t>Technicien</w:t>
      </w:r>
      <w:proofErr w:type="spellEnd"/>
      <w:r w:rsidRPr="00604E9A">
        <w:rPr>
          <w:rFonts w:ascii="Mulish" w:hAnsi="Mulish" w:cs="Arial"/>
          <w:i/>
          <w:sz w:val="20"/>
          <w:szCs w:val="20"/>
        </w:rPr>
        <w:t xml:space="preserve"> </w:t>
      </w:r>
      <w:proofErr w:type="spellStart"/>
      <w:r w:rsidRPr="00604E9A">
        <w:rPr>
          <w:rFonts w:ascii="Mulish" w:hAnsi="Mulish" w:cs="Arial"/>
          <w:i/>
          <w:sz w:val="20"/>
          <w:szCs w:val="20"/>
        </w:rPr>
        <w:t>Supérieur</w:t>
      </w:r>
      <w:proofErr w:type="spellEnd"/>
      <w:r w:rsidRPr="00604E9A">
        <w:rPr>
          <w:rFonts w:ascii="Mulish" w:hAnsi="Mulish" w:cs="Arial"/>
          <w:sz w:val="20"/>
          <w:szCs w:val="20"/>
        </w:rPr>
        <w:t>, kurz „BTS“. Diese Ausbildung kann grenzüberschreitend absolviert werden. In diesem Fall findet die Ausbildung in einem französischen Ausbildungszentrum und in einem deutschen Unternehmen statt. Einige Schülerinnen oder Schüler entscheiden sich nach dem Gymnasium für eine rein deutsche Ausbildung.</w:t>
      </w:r>
    </w:p>
    <w:p w14:paraId="0466DA6E" w14:textId="77777777" w:rsidR="00553D1D" w:rsidRPr="00604E9A" w:rsidRDefault="00553D1D" w:rsidP="00B45818">
      <w:pPr>
        <w:pStyle w:val="Sansinterligne"/>
        <w:jc w:val="both"/>
        <w:rPr>
          <w:rFonts w:ascii="Mulish" w:hAnsi="Mulish" w:cs="Arial"/>
          <w:b/>
          <w:sz w:val="24"/>
          <w:szCs w:val="24"/>
        </w:rPr>
      </w:pPr>
    </w:p>
    <w:p w14:paraId="78D6505A" w14:textId="77777777" w:rsidR="00553D1D" w:rsidRPr="00604E9A" w:rsidRDefault="00553D1D" w:rsidP="00B45818">
      <w:pPr>
        <w:pStyle w:val="Sansinterligne"/>
        <w:jc w:val="both"/>
        <w:rPr>
          <w:rFonts w:ascii="Mulish" w:hAnsi="Mulish" w:cs="Arial"/>
          <w:b/>
          <w:sz w:val="24"/>
          <w:szCs w:val="24"/>
        </w:rPr>
      </w:pPr>
    </w:p>
    <w:p w14:paraId="50D574D8" w14:textId="77777777" w:rsidR="00553D1D" w:rsidRPr="00604E9A" w:rsidRDefault="00553D1D" w:rsidP="00B45818">
      <w:pPr>
        <w:pStyle w:val="Sansinterligne"/>
        <w:jc w:val="both"/>
        <w:rPr>
          <w:rFonts w:ascii="Mulish" w:hAnsi="Mulish" w:cs="Arial"/>
          <w:b/>
          <w:sz w:val="24"/>
          <w:szCs w:val="24"/>
        </w:rPr>
      </w:pPr>
      <w:r w:rsidRPr="00604E9A">
        <w:rPr>
          <w:rFonts w:ascii="Mulish" w:hAnsi="Mulish" w:cs="Arial"/>
          <w:b/>
          <w:sz w:val="24"/>
          <w:szCs w:val="24"/>
        </w:rPr>
        <w:t>Win-win-Projekt</w:t>
      </w:r>
    </w:p>
    <w:p w14:paraId="27F06EE4" w14:textId="77777777" w:rsidR="00553D1D" w:rsidRPr="00604E9A" w:rsidRDefault="00553D1D" w:rsidP="00B45818">
      <w:pPr>
        <w:pStyle w:val="Sansinterligne"/>
        <w:jc w:val="both"/>
        <w:rPr>
          <w:rFonts w:ascii="Mulish" w:hAnsi="Mulish" w:cs="Arial"/>
          <w:sz w:val="20"/>
          <w:szCs w:val="20"/>
        </w:rPr>
      </w:pPr>
    </w:p>
    <w:p w14:paraId="4DDAF44C" w14:textId="77777777" w:rsidR="00553D1D" w:rsidRPr="00604E9A" w:rsidRDefault="00553D1D" w:rsidP="00B45818">
      <w:pPr>
        <w:pStyle w:val="Sansinterligne"/>
        <w:jc w:val="both"/>
        <w:rPr>
          <w:rFonts w:ascii="Mulish" w:hAnsi="Mulish" w:cs="Arial"/>
          <w:sz w:val="20"/>
          <w:szCs w:val="20"/>
        </w:rPr>
      </w:pPr>
      <w:r w:rsidRPr="00604E9A">
        <w:rPr>
          <w:rFonts w:ascii="Mulish" w:hAnsi="Mulish" w:cs="Arial"/>
          <w:sz w:val="20"/>
          <w:szCs w:val="20"/>
        </w:rPr>
        <w:t xml:space="preserve">Durch das Schnupperpraktikum zur Berufsentdeckung am Oberrhein treffen die Schülerinnen und Schüler ihre Entscheidung zur Berufsorientierung bewusster. </w:t>
      </w:r>
    </w:p>
    <w:p w14:paraId="536F2DB7" w14:textId="3F3762FD" w:rsidR="00005E20" w:rsidRPr="00604E9A" w:rsidRDefault="00553D1D" w:rsidP="00604E9A">
      <w:pPr>
        <w:pStyle w:val="Sansinterligne"/>
        <w:jc w:val="both"/>
        <w:rPr>
          <w:rFonts w:ascii="Mulish" w:hAnsi="Mulish" w:cs="Arial"/>
          <w:sz w:val="20"/>
          <w:szCs w:val="20"/>
        </w:rPr>
      </w:pPr>
      <w:r w:rsidRPr="00604E9A">
        <w:rPr>
          <w:rFonts w:ascii="Mulish" w:hAnsi="Mulish" w:cs="Arial"/>
          <w:sz w:val="20"/>
          <w:szCs w:val="20"/>
        </w:rPr>
        <w:t>Über die Teilnahme am Projekt verstärken die Unternehmen ihr Netzwerk mit schulischen und wirtschaftlichen Einrichtungen am Oberrhein und sie beteiligen sich an grenzüberschreitender Kooperation. Darüber hinaus bietet Ihnen die Mitwirkung am Projekt die Möglichkeit, gezielt Mitarbeiter bzw. Auszubildende anzuwerben und zukünftige, interkulturell qualifizierte Nachwuchskräfte zu finden.</w:t>
      </w:r>
    </w:p>
    <w:p w14:paraId="0B34BDFB" w14:textId="3170ED75" w:rsidR="00553D1D" w:rsidRPr="002C79C9" w:rsidRDefault="004D4015" w:rsidP="004D4015">
      <w:pPr>
        <w:pStyle w:val="Sansinterligne"/>
        <w:tabs>
          <w:tab w:val="left" w:pos="8715"/>
        </w:tabs>
        <w:rPr>
          <w:rFonts w:ascii="Mulish" w:hAnsi="Mulish"/>
          <w:color w:val="808080" w:themeColor="background1" w:themeShade="80"/>
        </w:rPr>
      </w:pPr>
      <w:r w:rsidRPr="002C79C9">
        <w:rPr>
          <w:rFonts w:ascii="Mulish" w:hAnsi="Mulish"/>
          <w:noProof/>
        </w:rPr>
        <w:lastRenderedPageBreak/>
        <w:drawing>
          <wp:anchor distT="0" distB="0" distL="114300" distR="114300" simplePos="0" relativeHeight="251694592" behindDoc="0" locked="0" layoutInCell="1" allowOverlap="1" wp14:anchorId="1675F418" wp14:editId="3781BF0E">
            <wp:simplePos x="0" y="0"/>
            <wp:positionH relativeFrom="column">
              <wp:posOffset>4991100</wp:posOffset>
            </wp:positionH>
            <wp:positionV relativeFrom="paragraph">
              <wp:posOffset>-352425</wp:posOffset>
            </wp:positionV>
            <wp:extent cx="1616956" cy="1104900"/>
            <wp:effectExtent l="0" t="0" r="2540" b="0"/>
            <wp:wrapNone/>
            <wp:docPr id="2116217032" name="Image 2116217032" descr="Une image contenant texte, Police, Graphiqu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217032" name="Image 2116217032" descr="Une image contenant texte, Police, Graphique, capture d’écran&#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6956" cy="1104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53D1D" w:rsidRPr="002C79C9">
        <w:rPr>
          <w:rFonts w:ascii="Mulish" w:hAnsi="Mulish"/>
          <w:b/>
          <w:color w:val="808080" w:themeColor="background1" w:themeShade="80"/>
          <w:sz w:val="40"/>
          <w:szCs w:val="40"/>
        </w:rPr>
        <w:t>VORNAME NAME</w:t>
      </w:r>
      <w:r w:rsidR="00553D1D" w:rsidRPr="002C79C9">
        <w:rPr>
          <w:rFonts w:ascii="Mulish" w:hAnsi="Mulish"/>
          <w:color w:val="808080" w:themeColor="background1" w:themeShade="80"/>
        </w:rPr>
        <w:t xml:space="preserve">                                                                                                            </w:t>
      </w:r>
      <w:r w:rsidRPr="002C79C9">
        <w:rPr>
          <w:rFonts w:ascii="Mulish" w:hAnsi="Mulish"/>
          <w:color w:val="808080" w:themeColor="background1" w:themeShade="80"/>
        </w:rPr>
        <w:tab/>
      </w:r>
    </w:p>
    <w:p w14:paraId="0169098C" w14:textId="77777777" w:rsidR="00553D1D" w:rsidRPr="002C79C9" w:rsidRDefault="00553D1D" w:rsidP="00A0164E">
      <w:pPr>
        <w:pStyle w:val="Sous-titre"/>
        <w:rPr>
          <w:rFonts w:ascii="Mulish" w:hAnsi="Mulish" w:cs="Arial"/>
          <w:lang w:val="de-DE"/>
        </w:rPr>
      </w:pPr>
      <w:r w:rsidRPr="002C79C9">
        <w:rPr>
          <w:rFonts w:ascii="Mulish" w:hAnsi="Mulish" w:cs="Arial"/>
          <w:lang w:val="de-DE"/>
        </w:rPr>
        <w:t>Straße</w:t>
      </w:r>
      <w:r w:rsidRPr="002C79C9">
        <w:rPr>
          <w:rFonts w:ascii="Mulish" w:hAnsi="Mulish" w:cs="Arial"/>
          <w:lang w:val="de-DE"/>
        </w:rPr>
        <w:br/>
      </w:r>
      <w:proofErr w:type="gramStart"/>
      <w:r w:rsidRPr="002C79C9">
        <w:rPr>
          <w:rFonts w:ascii="Mulish" w:hAnsi="Mulish" w:cs="Arial"/>
          <w:lang w:val="de-DE"/>
        </w:rPr>
        <w:t>PLZ Ort</w:t>
      </w:r>
      <w:proofErr w:type="gramEnd"/>
    </w:p>
    <w:p w14:paraId="359FFEA6" w14:textId="77777777" w:rsidR="00553D1D" w:rsidRPr="002C79C9" w:rsidRDefault="00553D1D" w:rsidP="00904684">
      <w:pPr>
        <w:pStyle w:val="Sansinterligne"/>
        <w:rPr>
          <w:rFonts w:ascii="Mulish" w:hAnsi="Mulish" w:cs="Arial"/>
          <w:color w:val="A6A6A6" w:themeColor="background1" w:themeShade="A6"/>
        </w:rPr>
      </w:pPr>
      <w:r w:rsidRPr="002C79C9">
        <w:rPr>
          <w:rFonts w:ascii="Mulish" w:hAnsi="Mulish" w:cs="Arial"/>
          <w:color w:val="A6A6A6" w:themeColor="background1" w:themeShade="A6"/>
        </w:rPr>
        <w:t>Unternehmen</w:t>
      </w:r>
    </w:p>
    <w:p w14:paraId="55F90863" w14:textId="77777777" w:rsidR="00553D1D" w:rsidRPr="002C79C9" w:rsidRDefault="00553D1D" w:rsidP="00904684">
      <w:pPr>
        <w:pStyle w:val="Sansinterligne"/>
        <w:rPr>
          <w:rFonts w:ascii="Mulish" w:hAnsi="Mulish" w:cs="Arial"/>
          <w:color w:val="A6A6A6" w:themeColor="background1" w:themeShade="A6"/>
        </w:rPr>
      </w:pPr>
      <w:r w:rsidRPr="002C79C9">
        <w:rPr>
          <w:rFonts w:ascii="Mulish" w:hAnsi="Mulish" w:cs="Arial"/>
          <w:color w:val="A6A6A6" w:themeColor="background1" w:themeShade="A6"/>
        </w:rPr>
        <w:t>Herr/Frau Ansprechpartner/in</w:t>
      </w:r>
    </w:p>
    <w:p w14:paraId="4DC39A5A" w14:textId="77777777" w:rsidR="00553D1D" w:rsidRPr="002C79C9" w:rsidRDefault="00553D1D" w:rsidP="00904684">
      <w:pPr>
        <w:pStyle w:val="Sansinterligne"/>
        <w:rPr>
          <w:rFonts w:ascii="Mulish" w:hAnsi="Mulish" w:cs="Arial"/>
          <w:color w:val="A6A6A6" w:themeColor="background1" w:themeShade="A6"/>
        </w:rPr>
      </w:pPr>
      <w:r w:rsidRPr="002C79C9">
        <w:rPr>
          <w:rFonts w:ascii="Mulish" w:hAnsi="Mulish" w:cs="Arial"/>
          <w:color w:val="A6A6A6" w:themeColor="background1" w:themeShade="A6"/>
        </w:rPr>
        <w:t>Straße</w:t>
      </w:r>
    </w:p>
    <w:p w14:paraId="6405471C" w14:textId="77777777" w:rsidR="00553D1D" w:rsidRPr="002C79C9" w:rsidRDefault="00553D1D">
      <w:pPr>
        <w:rPr>
          <w:rFonts w:ascii="Mulish" w:hAnsi="Mulish" w:cs="Arial"/>
          <w:color w:val="A6A6A6" w:themeColor="background1" w:themeShade="A6"/>
        </w:rPr>
      </w:pPr>
      <w:proofErr w:type="gramStart"/>
      <w:r w:rsidRPr="002C79C9">
        <w:rPr>
          <w:rFonts w:ascii="Mulish" w:hAnsi="Mulish" w:cs="Arial"/>
          <w:color w:val="A6A6A6" w:themeColor="background1" w:themeShade="A6"/>
        </w:rPr>
        <w:t>PLZ Ort</w:t>
      </w:r>
      <w:proofErr w:type="gramEnd"/>
    </w:p>
    <w:p w14:paraId="3985E3E6" w14:textId="77777777" w:rsidR="00553D1D" w:rsidRPr="002C79C9" w:rsidRDefault="00553D1D">
      <w:pPr>
        <w:rPr>
          <w:rFonts w:ascii="Mulish" w:hAnsi="Mulish" w:cs="Arial"/>
          <w:color w:val="A6A6A6" w:themeColor="background1" w:themeShade="A6"/>
        </w:rPr>
      </w:pPr>
      <w:r w:rsidRPr="002C79C9">
        <w:rPr>
          <w:rFonts w:ascii="Mulish" w:hAnsi="Mulish" w:cs="Arial"/>
          <w:color w:val="A6A6A6" w:themeColor="background1" w:themeShade="A6"/>
        </w:rPr>
        <w:t xml:space="preserve">                                                                                                     Ort, Datum</w:t>
      </w:r>
    </w:p>
    <w:p w14:paraId="6084C984" w14:textId="77777777" w:rsidR="00553D1D" w:rsidRPr="002C79C9" w:rsidRDefault="00553D1D">
      <w:pPr>
        <w:rPr>
          <w:rFonts w:ascii="Mulish" w:hAnsi="Mulish" w:cs="Arial"/>
          <w:sz w:val="24"/>
          <w:szCs w:val="24"/>
        </w:rPr>
      </w:pPr>
    </w:p>
    <w:p w14:paraId="6133BA6C" w14:textId="77777777" w:rsidR="00553D1D" w:rsidRPr="002C79C9" w:rsidRDefault="00553D1D">
      <w:pPr>
        <w:rPr>
          <w:rFonts w:ascii="Mulish" w:hAnsi="Mulish" w:cs="Arial"/>
          <w:b/>
          <w:color w:val="000000" w:themeColor="text1"/>
          <w:sz w:val="28"/>
          <w:szCs w:val="28"/>
        </w:rPr>
      </w:pPr>
      <w:r w:rsidRPr="002C79C9">
        <w:rPr>
          <w:rFonts w:ascii="Mulish" w:hAnsi="Mulish" w:cs="Arial"/>
          <w:b/>
          <w:color w:val="000000" w:themeColor="text1"/>
          <w:sz w:val="28"/>
          <w:szCs w:val="28"/>
        </w:rPr>
        <w:t>BEWERBUNG FÜR EIN SCHÜLERBETRIEBSPRAKTIKUM</w:t>
      </w:r>
    </w:p>
    <w:p w14:paraId="1883A98A" w14:textId="77777777" w:rsidR="00553D1D" w:rsidRPr="002C79C9" w:rsidRDefault="00553D1D">
      <w:pPr>
        <w:rPr>
          <w:rFonts w:ascii="Mulish" w:hAnsi="Mulish" w:cs="Arial"/>
          <w:color w:val="A6A6A6" w:themeColor="background1" w:themeShade="A6"/>
          <w:sz w:val="28"/>
          <w:szCs w:val="28"/>
        </w:rPr>
      </w:pPr>
      <w:r w:rsidRPr="002C79C9">
        <w:rPr>
          <w:rFonts w:ascii="Mulish" w:hAnsi="Mulish" w:cs="Arial"/>
          <w:color w:val="A6A6A6" w:themeColor="background1" w:themeShade="A6"/>
          <w:sz w:val="28"/>
          <w:szCs w:val="28"/>
        </w:rPr>
        <w:t xml:space="preserve">… hier kann der Tätigkeitsbereich / das Berufsfeld genannt werden (z.B. im kaufmännischen Bereich, als Techniker/in) </w:t>
      </w:r>
    </w:p>
    <w:p w14:paraId="0E0BC09E" w14:textId="77777777" w:rsidR="00553D1D" w:rsidRPr="002C79C9" w:rsidRDefault="00553D1D">
      <w:pPr>
        <w:rPr>
          <w:rFonts w:ascii="Mulish" w:hAnsi="Mulish" w:cs="Arial"/>
          <w:color w:val="A6A6A6" w:themeColor="background1" w:themeShade="A6"/>
        </w:rPr>
      </w:pPr>
      <w:r w:rsidRPr="002C79C9">
        <w:rPr>
          <w:rFonts w:ascii="Mulish" w:hAnsi="Mulish" w:cs="Arial"/>
          <w:color w:val="A6A6A6" w:themeColor="background1" w:themeShade="A6"/>
        </w:rPr>
        <w:t>Sehr geehrter Herr / geehrte Frau ….</w:t>
      </w:r>
    </w:p>
    <w:p w14:paraId="73E92AB0" w14:textId="77777777" w:rsidR="00553D1D" w:rsidRPr="002C79C9" w:rsidRDefault="00553D1D">
      <w:pPr>
        <w:rPr>
          <w:rFonts w:ascii="Mulish" w:hAnsi="Mulish" w:cs="Arial"/>
          <w:color w:val="000000" w:themeColor="text1"/>
        </w:rPr>
      </w:pPr>
    </w:p>
    <w:p w14:paraId="5317921B" w14:textId="77777777" w:rsidR="00553D1D" w:rsidRPr="002C79C9" w:rsidRDefault="00553D1D">
      <w:pPr>
        <w:rPr>
          <w:rFonts w:ascii="Mulish" w:hAnsi="Mulish" w:cs="Arial"/>
          <w:color w:val="000000" w:themeColor="text1"/>
        </w:rPr>
      </w:pPr>
      <w:r w:rsidRPr="002C79C9">
        <w:rPr>
          <w:rFonts w:ascii="Mulish" w:hAnsi="Mulish" w:cs="Arial"/>
          <w:color w:val="000000" w:themeColor="text1"/>
        </w:rPr>
        <w:t xml:space="preserve">Als Schüler des bilingualen Unterrichtszweiges an der Schule </w:t>
      </w:r>
      <w:r w:rsidRPr="002C79C9">
        <w:rPr>
          <w:rFonts w:ascii="Mulish" w:hAnsi="Mulish" w:cs="Arial"/>
          <w:color w:val="808080" w:themeColor="background1" w:themeShade="80"/>
        </w:rPr>
        <w:t>[Name, Ort]</w:t>
      </w:r>
      <w:r w:rsidRPr="002C79C9">
        <w:rPr>
          <w:rFonts w:ascii="Mulish" w:hAnsi="Mulish" w:cs="Arial"/>
          <w:color w:val="000000" w:themeColor="text1"/>
        </w:rPr>
        <w:t xml:space="preserve">, lerne ich seit </w:t>
      </w:r>
      <w:r w:rsidRPr="002C79C9">
        <w:rPr>
          <w:rFonts w:ascii="Mulish" w:hAnsi="Mulish" w:cs="Arial"/>
          <w:color w:val="A6A6A6" w:themeColor="background1" w:themeShade="A6"/>
        </w:rPr>
        <w:t>_ _ _ _ _ _ _ _ _</w:t>
      </w:r>
      <w:r w:rsidRPr="002C79C9">
        <w:rPr>
          <w:rFonts w:ascii="Mulish" w:hAnsi="Mulish" w:cs="Arial"/>
          <w:color w:val="262626" w:themeColor="text1" w:themeTint="D9"/>
        </w:rPr>
        <w:t xml:space="preserve"> </w:t>
      </w:r>
      <w:r w:rsidRPr="002C79C9">
        <w:rPr>
          <w:rFonts w:ascii="Mulish" w:hAnsi="Mulish" w:cs="Arial"/>
          <w:i/>
          <w:color w:val="A6A6A6" w:themeColor="background1" w:themeShade="A6"/>
        </w:rPr>
        <w:t>(Zeitraum / Erfahrungsraum)</w:t>
      </w:r>
      <w:r w:rsidRPr="002C79C9">
        <w:rPr>
          <w:rFonts w:ascii="Mulish" w:hAnsi="Mulish" w:cs="Arial"/>
          <w:color w:val="A6A6A6" w:themeColor="background1" w:themeShade="A6"/>
        </w:rPr>
        <w:t xml:space="preserve"> </w:t>
      </w:r>
      <w:r w:rsidRPr="002C79C9">
        <w:rPr>
          <w:rFonts w:ascii="Mulish" w:hAnsi="Mulish" w:cs="Arial"/>
          <w:color w:val="000000" w:themeColor="text1"/>
        </w:rPr>
        <w:t xml:space="preserve">die deutsche Sprache. </w:t>
      </w:r>
    </w:p>
    <w:p w14:paraId="4A4CEC80" w14:textId="77777777" w:rsidR="00553D1D" w:rsidRPr="002C79C9" w:rsidRDefault="00553D1D">
      <w:pPr>
        <w:rPr>
          <w:rFonts w:ascii="Mulish" w:hAnsi="Mulish" w:cs="Arial"/>
          <w:color w:val="000000" w:themeColor="text1"/>
        </w:rPr>
      </w:pPr>
    </w:p>
    <w:p w14:paraId="0419CA6A" w14:textId="77777777" w:rsidR="00553D1D" w:rsidRPr="002C79C9" w:rsidRDefault="00553D1D">
      <w:pPr>
        <w:rPr>
          <w:rFonts w:ascii="Mulish" w:hAnsi="Mulish" w:cs="Arial"/>
          <w:color w:val="000000" w:themeColor="text1"/>
        </w:rPr>
      </w:pPr>
      <w:r w:rsidRPr="002C79C9">
        <w:rPr>
          <w:rFonts w:ascii="Mulish" w:hAnsi="Mulish" w:cs="Arial"/>
          <w:color w:val="000000" w:themeColor="text1"/>
        </w:rPr>
        <w:t xml:space="preserve">Da ich </w:t>
      </w:r>
      <w:r w:rsidRPr="002C79C9">
        <w:rPr>
          <w:rFonts w:ascii="Mulish" w:hAnsi="Mulish" w:cs="Arial"/>
          <w:color w:val="A6A6A6" w:themeColor="background1" w:themeShade="A6"/>
        </w:rPr>
        <w:t xml:space="preserve">_ _ _ _ _ _ _ _ _ _ _ __ _ _ _ _ _ _ _ _ _ _ _ _ _ </w:t>
      </w:r>
      <w:r w:rsidRPr="002C79C9">
        <w:rPr>
          <w:rFonts w:ascii="Mulish" w:hAnsi="Mulish" w:cs="Arial"/>
          <w:i/>
          <w:color w:val="A6A6A6" w:themeColor="background1" w:themeShade="A6"/>
        </w:rPr>
        <w:t>(Interessen/Begeisterung/Motivation)</w:t>
      </w:r>
      <w:r w:rsidRPr="002C79C9">
        <w:rPr>
          <w:rFonts w:ascii="Mulish" w:hAnsi="Mulish" w:cs="Arial"/>
          <w:color w:val="A6A6A6" w:themeColor="background1" w:themeShade="A6"/>
        </w:rPr>
        <w:t xml:space="preserve"> </w:t>
      </w:r>
      <w:r w:rsidRPr="002C79C9">
        <w:rPr>
          <w:rFonts w:ascii="Mulish" w:hAnsi="Mulish" w:cs="Arial"/>
          <w:color w:val="000000" w:themeColor="text1"/>
        </w:rPr>
        <w:t xml:space="preserve">interessiert es mich sehr, in Ihrem Unternehmen ein einwöchiges Schülerpraktikum </w:t>
      </w:r>
      <w:r w:rsidRPr="002C79C9">
        <w:rPr>
          <w:rFonts w:ascii="Mulish" w:hAnsi="Mulish" w:cs="Arial"/>
          <w:color w:val="A6A6A6" w:themeColor="background1" w:themeShade="A6"/>
        </w:rPr>
        <w:t>_ _ _ _ _ _ _ _ _ _ _ _ _ _ _ _ (im/als</w:t>
      </w:r>
      <w:proofErr w:type="gramStart"/>
      <w:r w:rsidRPr="002C79C9">
        <w:rPr>
          <w:rFonts w:ascii="Mulish" w:hAnsi="Mulish" w:cs="Arial"/>
          <w:color w:val="A6A6A6" w:themeColor="background1" w:themeShade="A6"/>
        </w:rPr>
        <w:t xml:space="preserve"> ….</w:t>
      </w:r>
      <w:proofErr w:type="gramEnd"/>
      <w:r w:rsidRPr="002C79C9">
        <w:rPr>
          <w:rFonts w:ascii="Mulish" w:hAnsi="Mulish" w:cs="Arial"/>
          <w:color w:val="A6A6A6" w:themeColor="background1" w:themeShade="A6"/>
        </w:rPr>
        <w:t xml:space="preserve">das Tätigkeitsfeld/ Beruf nennen) </w:t>
      </w:r>
      <w:r w:rsidRPr="002C79C9">
        <w:rPr>
          <w:rFonts w:ascii="Mulish" w:hAnsi="Mulish" w:cs="Arial"/>
          <w:color w:val="000000" w:themeColor="text1"/>
        </w:rPr>
        <w:t xml:space="preserve">zu absolvieren.  </w:t>
      </w:r>
    </w:p>
    <w:p w14:paraId="6C76E4CD" w14:textId="77777777" w:rsidR="00553D1D" w:rsidRPr="002C79C9" w:rsidRDefault="00553D1D">
      <w:pPr>
        <w:rPr>
          <w:rFonts w:ascii="Mulish" w:hAnsi="Mulish" w:cs="Arial"/>
          <w:color w:val="000000" w:themeColor="text1"/>
        </w:rPr>
      </w:pPr>
    </w:p>
    <w:p w14:paraId="28347154" w14:textId="77777777" w:rsidR="00553D1D" w:rsidRPr="002C79C9" w:rsidRDefault="00553D1D">
      <w:pPr>
        <w:rPr>
          <w:rFonts w:ascii="Mulish" w:hAnsi="Mulish" w:cs="Arial"/>
          <w:color w:val="A6A6A6" w:themeColor="background1" w:themeShade="A6"/>
        </w:rPr>
      </w:pPr>
      <w:r w:rsidRPr="002C79C9">
        <w:rPr>
          <w:rFonts w:ascii="Mulish" w:hAnsi="Mulish" w:cs="Arial"/>
          <w:color w:val="A6A6A6" w:themeColor="background1" w:themeShade="A6"/>
        </w:rPr>
        <w:t>_ _ _ _ __ _ _ _ _ _ _ _ _ _ _ _ _ _ _ (Ein bis zwei Sätze, um das Interesse für das Unternehmen zum Ausdruck zu bringen).</w:t>
      </w:r>
    </w:p>
    <w:p w14:paraId="7EEC69DF" w14:textId="77777777" w:rsidR="00553D1D" w:rsidRPr="002C79C9" w:rsidRDefault="00553D1D">
      <w:pPr>
        <w:rPr>
          <w:rFonts w:ascii="Mulish" w:hAnsi="Mulish" w:cs="Arial"/>
          <w:color w:val="A6A6A6" w:themeColor="background1" w:themeShade="A6"/>
        </w:rPr>
      </w:pPr>
    </w:p>
    <w:p w14:paraId="4EA67F5B" w14:textId="77777777" w:rsidR="00553D1D" w:rsidRPr="002C79C9" w:rsidRDefault="00553D1D">
      <w:pPr>
        <w:rPr>
          <w:rFonts w:ascii="Mulish" w:hAnsi="Mulish" w:cs="Arial"/>
          <w:color w:val="A6A6A6" w:themeColor="background1" w:themeShade="A6"/>
        </w:rPr>
      </w:pPr>
      <w:r w:rsidRPr="002C79C9">
        <w:rPr>
          <w:rFonts w:ascii="Mulish" w:hAnsi="Mulish" w:cs="Arial"/>
          <w:color w:val="000000" w:themeColor="text1"/>
        </w:rPr>
        <w:t xml:space="preserve">Ich bin </w:t>
      </w:r>
      <w:r w:rsidRPr="002C79C9">
        <w:rPr>
          <w:rFonts w:ascii="Mulish" w:hAnsi="Mulish" w:cs="Arial"/>
          <w:color w:val="A6A6A6" w:themeColor="background1" w:themeShade="A6"/>
        </w:rPr>
        <w:t>_ _ _ _ _ _ _ _ _ _ _ _ _ _ _ _ _ _ _ _</w:t>
      </w:r>
      <w:r w:rsidRPr="002C79C9">
        <w:rPr>
          <w:rFonts w:ascii="Mulish" w:hAnsi="Mulish" w:cs="Arial"/>
          <w:i/>
          <w:color w:val="A6A6A6" w:themeColor="background1" w:themeShade="A6"/>
        </w:rPr>
        <w:t xml:space="preserve">(Begabungen/Talente/Interessen) </w:t>
      </w:r>
      <w:r w:rsidRPr="002C79C9">
        <w:rPr>
          <w:rFonts w:ascii="Mulish" w:hAnsi="Mulish" w:cs="Arial"/>
          <w:color w:val="000000" w:themeColor="text1"/>
        </w:rPr>
        <w:t xml:space="preserve">und möchte gerne </w:t>
      </w:r>
      <w:r w:rsidRPr="002C79C9">
        <w:rPr>
          <w:rFonts w:ascii="Mulish" w:hAnsi="Mulish" w:cs="Arial"/>
          <w:color w:val="A6A6A6" w:themeColor="background1" w:themeShade="A6"/>
        </w:rPr>
        <w:t>_ _ _ _ _ _ _ _ _ _ _ _ _ _ _ _ _ _ _ (Zielsetzung in Bezug auf den erfolgreichen Abschluss des Schülerpraktikums)</w:t>
      </w:r>
      <w:r w:rsidRPr="002C79C9">
        <w:rPr>
          <w:rFonts w:ascii="Mulish" w:hAnsi="Mulish" w:cs="Arial"/>
          <w:color w:val="000000" w:themeColor="text1"/>
        </w:rPr>
        <w:t>.</w:t>
      </w:r>
    </w:p>
    <w:p w14:paraId="64709CE6" w14:textId="77777777" w:rsidR="00553D1D" w:rsidRPr="002C79C9" w:rsidRDefault="00553D1D">
      <w:pPr>
        <w:rPr>
          <w:rFonts w:ascii="Mulish" w:hAnsi="Mulish" w:cs="Arial"/>
          <w:color w:val="A6A6A6" w:themeColor="background1" w:themeShade="A6"/>
        </w:rPr>
      </w:pPr>
    </w:p>
    <w:p w14:paraId="4F401166" w14:textId="77777777" w:rsidR="00553D1D" w:rsidRPr="002C79C9" w:rsidRDefault="00553D1D">
      <w:pPr>
        <w:rPr>
          <w:rFonts w:ascii="Mulish" w:hAnsi="Mulish" w:cs="Arial"/>
          <w:color w:val="000000" w:themeColor="text1"/>
        </w:rPr>
      </w:pPr>
      <w:r w:rsidRPr="002C79C9">
        <w:rPr>
          <w:rFonts w:ascii="Mulish" w:hAnsi="Mulish" w:cs="Arial"/>
          <w:color w:val="000000" w:themeColor="text1"/>
        </w:rPr>
        <w:t xml:space="preserve">Ich würde mich sehr freuen, wenn Sie mir die Möglichkeit zu einem Praktikum geben, um Ihr Unternehmen kennenzulernen, praktische Erfahrungen zu sammeln und in diesem Zusammenhang meine Deutschkenntnisse zu bereichern.  </w:t>
      </w:r>
    </w:p>
    <w:p w14:paraId="67E85AD5" w14:textId="77777777" w:rsidR="00553D1D" w:rsidRPr="002C79C9" w:rsidRDefault="00553D1D">
      <w:pPr>
        <w:rPr>
          <w:rFonts w:ascii="Mulish" w:hAnsi="Mulish" w:cs="Arial"/>
          <w:color w:val="000000" w:themeColor="text1"/>
        </w:rPr>
      </w:pPr>
    </w:p>
    <w:p w14:paraId="57F182FB" w14:textId="77777777" w:rsidR="00553D1D" w:rsidRPr="002C79C9" w:rsidRDefault="00553D1D">
      <w:pPr>
        <w:rPr>
          <w:rFonts w:ascii="Mulish" w:hAnsi="Mulish" w:cs="Arial"/>
          <w:color w:val="000000" w:themeColor="text1"/>
        </w:rPr>
      </w:pPr>
      <w:r w:rsidRPr="002C79C9">
        <w:rPr>
          <w:rFonts w:ascii="Mulish" w:hAnsi="Mulish" w:cs="Arial"/>
          <w:color w:val="000000" w:themeColor="text1"/>
        </w:rPr>
        <w:t>Mit freundlichen Grüßen</w:t>
      </w:r>
    </w:p>
    <w:p w14:paraId="673ABCB6" w14:textId="77777777" w:rsidR="00553D1D" w:rsidRPr="002C79C9" w:rsidRDefault="00553D1D">
      <w:pPr>
        <w:rPr>
          <w:rFonts w:ascii="Mulish" w:hAnsi="Mulish" w:cs="Arial"/>
          <w:color w:val="A6A6A6" w:themeColor="background1" w:themeShade="A6"/>
        </w:rPr>
      </w:pPr>
    </w:p>
    <w:p w14:paraId="24EEECFB" w14:textId="2CE02603" w:rsidR="00553D1D" w:rsidRDefault="00553D1D" w:rsidP="002C79C9">
      <w:pPr>
        <w:rPr>
          <w:rFonts w:ascii="Mulish" w:hAnsi="Mulish" w:cs="Arial"/>
          <w:color w:val="A6A6A6" w:themeColor="background1" w:themeShade="A6"/>
        </w:rPr>
      </w:pPr>
      <w:r w:rsidRPr="002C79C9">
        <w:rPr>
          <w:rFonts w:ascii="Mulish" w:hAnsi="Mulish" w:cs="Arial"/>
          <w:color w:val="A6A6A6" w:themeColor="background1" w:themeShade="A6"/>
        </w:rPr>
        <w:t>Unterschrift</w:t>
      </w:r>
    </w:p>
    <w:p w14:paraId="7B47AD2F" w14:textId="77777777" w:rsidR="002C79C9" w:rsidRDefault="002C79C9" w:rsidP="00CD3AA0">
      <w:pPr>
        <w:ind w:right="107"/>
        <w:rPr>
          <w:rFonts w:ascii="Mulish" w:hAnsi="Mulish" w:cs="Arial"/>
          <w:b/>
          <w:color w:val="808080" w:themeColor="background1" w:themeShade="80"/>
          <w:sz w:val="28"/>
          <w:szCs w:val="28"/>
        </w:rPr>
      </w:pPr>
    </w:p>
    <w:p w14:paraId="7502E01C" w14:textId="7A5A7501" w:rsidR="00E14E5F" w:rsidRPr="002C79C9" w:rsidRDefault="004D4015" w:rsidP="00CD3AA0">
      <w:pPr>
        <w:ind w:right="107"/>
        <w:rPr>
          <w:rFonts w:ascii="Mulish" w:hAnsi="Mulish" w:cs="Arial"/>
          <w:b/>
          <w:color w:val="808080" w:themeColor="background1" w:themeShade="80"/>
          <w:sz w:val="28"/>
          <w:szCs w:val="28"/>
        </w:rPr>
      </w:pPr>
      <w:r w:rsidRPr="002C79C9">
        <w:rPr>
          <w:rFonts w:ascii="Mulish" w:hAnsi="Mulish"/>
          <w:noProof/>
        </w:rPr>
        <w:lastRenderedPageBreak/>
        <w:drawing>
          <wp:anchor distT="0" distB="0" distL="114300" distR="114300" simplePos="0" relativeHeight="251696640" behindDoc="0" locked="0" layoutInCell="1" allowOverlap="1" wp14:anchorId="79DA2194" wp14:editId="1902E7E0">
            <wp:simplePos x="0" y="0"/>
            <wp:positionH relativeFrom="margin">
              <wp:posOffset>5097145</wp:posOffset>
            </wp:positionH>
            <wp:positionV relativeFrom="paragraph">
              <wp:posOffset>-352425</wp:posOffset>
            </wp:positionV>
            <wp:extent cx="1616956" cy="1104900"/>
            <wp:effectExtent l="0" t="0" r="2540" b="0"/>
            <wp:wrapNone/>
            <wp:docPr id="983647315" name="Image 983647315" descr="Une image contenant texte, Police, Graphiqu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647315" name="Image 983647315" descr="Une image contenant texte, Police, Graphique, capture d’écran&#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6956" cy="1104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4E5F" w:rsidRPr="002C79C9">
        <w:rPr>
          <w:rFonts w:ascii="Mulish" w:hAnsi="Mulish" w:cs="Arial"/>
          <w:b/>
          <w:color w:val="808080" w:themeColor="background1" w:themeShade="80"/>
          <w:sz w:val="28"/>
          <w:szCs w:val="28"/>
        </w:rPr>
        <w:t>B</w:t>
      </w:r>
      <w:r w:rsidR="009E50ED" w:rsidRPr="002C79C9">
        <w:rPr>
          <w:rFonts w:ascii="Mulish" w:hAnsi="Mulish" w:cs="Arial"/>
          <w:b/>
          <w:color w:val="808080" w:themeColor="background1" w:themeShade="80"/>
          <w:sz w:val="28"/>
          <w:szCs w:val="28"/>
        </w:rPr>
        <w:t xml:space="preserve">EWERBERPROFIL / LEBENSLAUF </w:t>
      </w:r>
    </w:p>
    <w:p w14:paraId="211C074A" w14:textId="0718FE57" w:rsidR="009B494A" w:rsidRPr="002C79C9" w:rsidRDefault="009B494A" w:rsidP="00D35140">
      <w:pPr>
        <w:ind w:right="107"/>
        <w:rPr>
          <w:rFonts w:ascii="Mulish" w:hAnsi="Mulish" w:cs="Arial"/>
        </w:rPr>
      </w:pPr>
    </w:p>
    <w:p w14:paraId="46E2EC93" w14:textId="1BCBFF24" w:rsidR="00635525" w:rsidRPr="002C79C9" w:rsidRDefault="00F57C3C" w:rsidP="00D35140">
      <w:pPr>
        <w:ind w:right="107"/>
        <w:rPr>
          <w:rFonts w:ascii="Mulish" w:hAnsi="Mulish" w:cs="Arial"/>
        </w:rPr>
      </w:pPr>
      <w:r w:rsidRPr="002C79C9">
        <w:rPr>
          <w:rFonts w:ascii="Mulish" w:hAnsi="Mulish" w:cs="Arial"/>
        </w:rPr>
        <w:t>Name:</w:t>
      </w:r>
      <w:r w:rsidR="00403B84" w:rsidRPr="002C79C9">
        <w:rPr>
          <w:rFonts w:ascii="Mulish" w:hAnsi="Mulish" w:cs="Arial"/>
        </w:rPr>
        <w:t xml:space="preserve"> </w:t>
      </w:r>
      <w:r w:rsidR="00DC38D4" w:rsidRPr="002C79C9">
        <w:rPr>
          <w:rFonts w:ascii="Mulish" w:hAnsi="Mulish" w:cs="Arial"/>
        </w:rPr>
        <w:t xml:space="preserve">                                      </w:t>
      </w:r>
      <w:r w:rsidR="004C0402" w:rsidRPr="002C79C9">
        <w:rPr>
          <w:rFonts w:ascii="Mulish" w:hAnsi="Mulish" w:cs="Arial"/>
        </w:rPr>
        <w:tab/>
      </w:r>
      <w:r w:rsidR="00DC38D4" w:rsidRPr="002C79C9">
        <w:rPr>
          <w:rFonts w:ascii="Mulish" w:hAnsi="Mulish" w:cs="Arial"/>
        </w:rPr>
        <w:t>Vorname:</w:t>
      </w:r>
      <w:r w:rsidR="002E3051" w:rsidRPr="002C79C9">
        <w:rPr>
          <w:rFonts w:ascii="Mulish" w:hAnsi="Mulish" w:cs="Arial"/>
        </w:rPr>
        <w:tab/>
      </w:r>
      <w:r w:rsidRPr="002C79C9">
        <w:rPr>
          <w:rFonts w:ascii="Mulish" w:hAnsi="Mulish" w:cs="Arial"/>
        </w:rPr>
        <w:tab/>
      </w:r>
    </w:p>
    <w:p w14:paraId="69FF14A4" w14:textId="64E203AE" w:rsidR="00F57C3C" w:rsidRPr="002C79C9" w:rsidRDefault="004D4015" w:rsidP="00D35140">
      <w:pPr>
        <w:ind w:right="107"/>
        <w:rPr>
          <w:rFonts w:ascii="Mulish" w:hAnsi="Mulish" w:cs="Arial"/>
        </w:rPr>
      </w:pPr>
      <w:r w:rsidRPr="002C79C9">
        <w:rPr>
          <w:rFonts w:ascii="Mulish" w:hAnsi="Mulish" w:cs="Arial"/>
          <w:noProof/>
          <w:lang w:val="fr-FR" w:eastAsia="fr-FR"/>
        </w:rPr>
        <mc:AlternateContent>
          <mc:Choice Requires="wps">
            <w:drawing>
              <wp:anchor distT="45720" distB="45720" distL="114300" distR="114300" simplePos="0" relativeHeight="251659264" behindDoc="0" locked="0" layoutInCell="1" allowOverlap="1" wp14:anchorId="3A338543" wp14:editId="46BDDD35">
                <wp:simplePos x="0" y="0"/>
                <wp:positionH relativeFrom="column">
                  <wp:posOffset>5410200</wp:posOffset>
                </wp:positionH>
                <wp:positionV relativeFrom="paragraph">
                  <wp:posOffset>15240</wp:posOffset>
                </wp:positionV>
                <wp:extent cx="952500" cy="1362075"/>
                <wp:effectExtent l="0" t="0" r="19050" b="2857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1362075"/>
                        </a:xfrm>
                        <a:prstGeom prst="rect">
                          <a:avLst/>
                        </a:prstGeom>
                        <a:solidFill>
                          <a:srgbClr val="FFFFFF"/>
                        </a:solidFill>
                        <a:ln w="9525">
                          <a:solidFill>
                            <a:schemeClr val="bg2"/>
                          </a:solidFill>
                          <a:miter lim="800000"/>
                          <a:headEnd/>
                          <a:tailEnd/>
                        </a:ln>
                      </wps:spPr>
                      <wps:txbx>
                        <w:txbxContent>
                          <w:p w14:paraId="0E0D2C06" w14:textId="77777777" w:rsidR="00D70489" w:rsidRDefault="00D70489" w:rsidP="00E67169"/>
                          <w:p w14:paraId="2A5E8818" w14:textId="77777777" w:rsidR="00D70489" w:rsidRDefault="00D70489" w:rsidP="00403B84">
                            <w:pPr>
                              <w:jc w:val="center"/>
                            </w:pPr>
                          </w:p>
                          <w:p w14:paraId="0797D71D" w14:textId="77777777" w:rsidR="00D70489" w:rsidRPr="00F742D3" w:rsidRDefault="00D70489" w:rsidP="00403B84">
                            <w:pPr>
                              <w:jc w:val="center"/>
                              <w:rPr>
                                <w:rFonts w:ascii="Arial" w:hAnsi="Arial" w:cs="Arial"/>
                              </w:rPr>
                            </w:pPr>
                            <w:r>
                              <w:rPr>
                                <w:rFonts w:ascii="Arial" w:hAnsi="Arial" w:cs="Arial"/>
                              </w:rPr>
                              <w:t>Lichtbild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338543" id="Textfeld 2" o:spid="_x0000_s1029" type="#_x0000_t202" style="position:absolute;margin-left:426pt;margin-top:1.2pt;width:75pt;height:107.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" strokecolor="#e7e6e6 [3214]">
                <v:textbox>
                  <w:txbxContent>
                    <w:p w14:paraId="0E0D2C06" w14:textId="77777777" w:rsidR="00D70489" w:rsidRDefault="00D70489" w:rsidP="00E67169"/>
                    <w:p w14:paraId="2A5E8818" w14:textId="77777777" w:rsidR="00D70489" w:rsidRDefault="00D70489" w:rsidP="00403B84">
                      <w:pPr>
                        <w:jc w:val="center"/>
                      </w:pPr>
                    </w:p>
                    <w:p w14:paraId="0797D71D" w14:textId="77777777" w:rsidR="00D70489" w:rsidRPr="00F742D3" w:rsidRDefault="00D70489" w:rsidP="00403B84">
                      <w:pPr>
                        <w:jc w:val="center"/>
                        <w:rPr>
                          <w:rFonts w:ascii="Arial" w:hAnsi="Arial" w:cs="Arial"/>
                        </w:rPr>
                      </w:pPr>
                      <w:r>
                        <w:rPr>
                          <w:rFonts w:ascii="Arial" w:hAnsi="Arial" w:cs="Arial"/>
                        </w:rPr>
                        <w:t>Lichtbild</w:t>
                      </w:r>
                    </w:p>
                  </w:txbxContent>
                </v:textbox>
              </v:shape>
            </w:pict>
          </mc:Fallback>
        </mc:AlternateContent>
      </w:r>
      <w:r w:rsidR="00E67CAD" w:rsidRPr="002C79C9">
        <w:rPr>
          <w:rFonts w:ascii="Mulish" w:hAnsi="Mulish" w:cs="Arial"/>
          <w:sz w:val="20"/>
        </w:rPr>
        <w:sym w:font="Wingdings" w:char="F06F"/>
      </w:r>
      <w:r w:rsidR="00E67CAD" w:rsidRPr="002C79C9">
        <w:rPr>
          <w:rFonts w:ascii="Mulish" w:hAnsi="Mulish" w:cs="Arial"/>
          <w:sz w:val="20"/>
        </w:rPr>
        <w:t xml:space="preserve"> </w:t>
      </w:r>
      <w:r w:rsidR="00E67CAD" w:rsidRPr="002C79C9">
        <w:rPr>
          <w:rFonts w:ascii="Mulish" w:hAnsi="Mulish" w:cs="Arial"/>
        </w:rPr>
        <w:t>männlich</w:t>
      </w:r>
      <w:r w:rsidR="00D85AC1" w:rsidRPr="002C79C9">
        <w:rPr>
          <w:rFonts w:ascii="Mulish" w:hAnsi="Mulish" w:cs="Arial"/>
        </w:rPr>
        <w:tab/>
      </w:r>
      <w:r w:rsidR="00EF71B0" w:rsidRPr="002C79C9">
        <w:rPr>
          <w:rFonts w:ascii="Mulish" w:hAnsi="Mulish" w:cs="Arial"/>
          <w:sz w:val="20"/>
        </w:rPr>
        <w:sym w:font="Wingdings" w:char="F06F"/>
      </w:r>
      <w:r w:rsidR="00EF71B0" w:rsidRPr="002C79C9">
        <w:rPr>
          <w:rFonts w:ascii="Mulish" w:hAnsi="Mulish" w:cs="Arial"/>
        </w:rPr>
        <w:t xml:space="preserve"> weiblich</w:t>
      </w:r>
      <w:r w:rsidR="004C0402" w:rsidRPr="002C79C9">
        <w:rPr>
          <w:rFonts w:ascii="Mulish" w:hAnsi="Mulish" w:cs="Arial"/>
        </w:rPr>
        <w:t xml:space="preserve">                  </w:t>
      </w:r>
      <w:r w:rsidR="00DC38D4" w:rsidRPr="002C79C9">
        <w:rPr>
          <w:rFonts w:ascii="Mulish" w:hAnsi="Mulish" w:cs="Arial"/>
        </w:rPr>
        <w:t>Geburtsdatum:</w:t>
      </w:r>
    </w:p>
    <w:p w14:paraId="7838C6BF" w14:textId="3F3B7B58" w:rsidR="004C0402" w:rsidRPr="002C79C9" w:rsidRDefault="004C0402" w:rsidP="00D35140">
      <w:pPr>
        <w:ind w:right="107"/>
        <w:rPr>
          <w:rFonts w:ascii="Mulish" w:hAnsi="Mulish" w:cs="Arial"/>
        </w:rPr>
      </w:pPr>
      <w:r w:rsidRPr="002C79C9">
        <w:rPr>
          <w:rFonts w:ascii="Mulish" w:hAnsi="Mulish" w:cs="Arial"/>
        </w:rPr>
        <w:t>Staatsangehörigkeit:</w:t>
      </w:r>
    </w:p>
    <w:p w14:paraId="7E4CD7C3" w14:textId="1F44BCA4" w:rsidR="00F57C3C" w:rsidRPr="002C79C9" w:rsidRDefault="00DC38D4" w:rsidP="004C0402">
      <w:pPr>
        <w:spacing w:after="0"/>
        <w:ind w:right="108"/>
        <w:rPr>
          <w:rFonts w:ascii="Mulish" w:hAnsi="Mulish" w:cs="Arial"/>
        </w:rPr>
      </w:pPr>
      <w:r w:rsidRPr="002C79C9">
        <w:rPr>
          <w:rFonts w:ascii="Mulish" w:hAnsi="Mulish" w:cs="Arial"/>
        </w:rPr>
        <w:t>Straße</w:t>
      </w:r>
      <w:r w:rsidR="00635525" w:rsidRPr="002C79C9">
        <w:rPr>
          <w:rFonts w:ascii="Mulish" w:hAnsi="Mulish" w:cs="Arial"/>
        </w:rPr>
        <w:t>:</w:t>
      </w:r>
      <w:r w:rsidR="00635525" w:rsidRPr="002C79C9">
        <w:rPr>
          <w:rFonts w:ascii="Mulish" w:hAnsi="Mulish" w:cs="Arial"/>
        </w:rPr>
        <w:tab/>
      </w:r>
      <w:r w:rsidRPr="002C79C9">
        <w:rPr>
          <w:rFonts w:ascii="Mulish" w:hAnsi="Mulish" w:cs="Arial"/>
        </w:rPr>
        <w:t xml:space="preserve">                             </w:t>
      </w:r>
    </w:p>
    <w:p w14:paraId="2EBF815F" w14:textId="77777777" w:rsidR="00F47660" w:rsidRPr="002C79C9" w:rsidRDefault="00DC38D4" w:rsidP="004C0402">
      <w:pPr>
        <w:spacing w:after="0"/>
        <w:ind w:right="108"/>
        <w:rPr>
          <w:rFonts w:ascii="Mulish" w:hAnsi="Mulish" w:cs="Arial"/>
        </w:rPr>
      </w:pPr>
      <w:r w:rsidRPr="002C79C9">
        <w:rPr>
          <w:rFonts w:ascii="Mulish" w:hAnsi="Mulish" w:cs="Arial"/>
        </w:rPr>
        <w:t xml:space="preserve">PLZ/Ort: </w:t>
      </w:r>
    </w:p>
    <w:p w14:paraId="64FE4F8B" w14:textId="301B9F6A" w:rsidR="00F57C3C" w:rsidRPr="002C79C9" w:rsidRDefault="00DC38D4" w:rsidP="004C0402">
      <w:pPr>
        <w:spacing w:after="0"/>
        <w:ind w:right="108"/>
        <w:rPr>
          <w:rFonts w:ascii="Mulish" w:hAnsi="Mulish" w:cs="Arial"/>
        </w:rPr>
      </w:pPr>
      <w:r w:rsidRPr="002C79C9">
        <w:rPr>
          <w:rFonts w:ascii="Mulish" w:hAnsi="Mulish" w:cs="Arial"/>
        </w:rPr>
        <w:t xml:space="preserve">   </w:t>
      </w:r>
      <w:r w:rsidR="00F57C3C" w:rsidRPr="002C79C9">
        <w:rPr>
          <w:rFonts w:ascii="Mulish" w:hAnsi="Mulish" w:cs="Arial"/>
        </w:rPr>
        <w:tab/>
      </w:r>
      <w:r w:rsidR="00F57C3C" w:rsidRPr="002C79C9">
        <w:rPr>
          <w:rFonts w:ascii="Mulish" w:hAnsi="Mulish" w:cs="Arial"/>
        </w:rPr>
        <w:tab/>
      </w:r>
      <w:r w:rsidR="00F57C3C" w:rsidRPr="002C79C9">
        <w:rPr>
          <w:rFonts w:ascii="Mulish" w:hAnsi="Mulish" w:cs="Arial"/>
        </w:rPr>
        <w:tab/>
      </w:r>
      <w:r w:rsidR="00D85AC1" w:rsidRPr="002C79C9">
        <w:rPr>
          <w:rFonts w:ascii="Mulish" w:hAnsi="Mulish" w:cs="Arial"/>
        </w:rPr>
        <w:tab/>
      </w:r>
    </w:p>
    <w:p w14:paraId="0B3E8382" w14:textId="7E14AFD1" w:rsidR="0086500D" w:rsidRPr="002C79C9" w:rsidRDefault="00AE1201" w:rsidP="004C0402">
      <w:pPr>
        <w:spacing w:after="0"/>
        <w:ind w:right="108"/>
        <w:rPr>
          <w:rFonts w:ascii="Mulish" w:hAnsi="Mulish" w:cs="Arial"/>
        </w:rPr>
      </w:pPr>
      <w:r w:rsidRPr="002C79C9">
        <w:rPr>
          <w:rFonts w:ascii="Mulish" w:hAnsi="Mulish" w:cs="Arial"/>
          <w:b/>
          <w:noProof/>
          <w:color w:val="000000" w:themeColor="text1"/>
          <w:sz w:val="32"/>
          <w:lang w:val="fr-FR" w:eastAsia="fr-FR"/>
        </w:rPr>
        <mc:AlternateContent>
          <mc:Choice Requires="wps">
            <w:drawing>
              <wp:anchor distT="0" distB="0" distL="114300" distR="114300" simplePos="0" relativeHeight="251668480" behindDoc="0" locked="0" layoutInCell="1" allowOverlap="1" wp14:anchorId="4751194D" wp14:editId="2AD839A9">
                <wp:simplePos x="0" y="0"/>
                <wp:positionH relativeFrom="column">
                  <wp:posOffset>3581400</wp:posOffset>
                </wp:positionH>
                <wp:positionV relativeFrom="paragraph">
                  <wp:posOffset>10160</wp:posOffset>
                </wp:positionV>
                <wp:extent cx="1543050" cy="247650"/>
                <wp:effectExtent l="0" t="0" r="0" b="0"/>
                <wp:wrapNone/>
                <wp:docPr id="199" name="Zone de texte 199"/>
                <wp:cNvGraphicFramePr/>
                <a:graphic xmlns:a="http://schemas.openxmlformats.org/drawingml/2006/main">
                  <a:graphicData uri="http://schemas.microsoft.com/office/word/2010/wordprocessingShape">
                    <wps:wsp>
                      <wps:cNvSpPr txBox="1"/>
                      <wps:spPr>
                        <a:xfrm>
                          <a:off x="0" y="0"/>
                          <a:ext cx="1543050" cy="247650"/>
                        </a:xfrm>
                        <a:prstGeom prst="rect">
                          <a:avLst/>
                        </a:prstGeom>
                        <a:noFill/>
                        <a:ln w="6350">
                          <a:noFill/>
                        </a:ln>
                      </wps:spPr>
                      <wps:txbx>
                        <w:txbxContent>
                          <w:p w14:paraId="144F1298" w14:textId="5416EB3C" w:rsidR="00DC38D4" w:rsidRDefault="00DC38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51194D" id="Zone de texte 199" o:spid="_x0000_s1030" type="#_x0000_t202" style="position:absolute;margin-left:282pt;margin-top:.8pt;width:121.5pt;height:1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" filled="f" stroked="f" strokeweight=".5pt">
                <v:textbox>
                  <w:txbxContent>
                    <w:p w14:paraId="144F1298" w14:textId="5416EB3C" w:rsidR="00DC38D4" w:rsidRDefault="00DC38D4"/>
                  </w:txbxContent>
                </v:textbox>
              </v:shape>
            </w:pict>
          </mc:Fallback>
        </mc:AlternateContent>
      </w:r>
      <w:r w:rsidR="00403B84" w:rsidRPr="002C79C9">
        <w:rPr>
          <w:rFonts w:ascii="Mulish" w:hAnsi="Mulish" w:cs="Arial"/>
        </w:rPr>
        <w:t>E-Mail</w:t>
      </w:r>
      <w:r w:rsidR="00F57C3C" w:rsidRPr="002C79C9">
        <w:rPr>
          <w:rFonts w:ascii="Mulish" w:hAnsi="Mulish" w:cs="Arial"/>
        </w:rPr>
        <w:t>:</w:t>
      </w:r>
      <w:r w:rsidR="00F57C3C" w:rsidRPr="002C79C9">
        <w:rPr>
          <w:rFonts w:ascii="Mulish" w:hAnsi="Mulish" w:cs="Arial"/>
        </w:rPr>
        <w:tab/>
      </w:r>
      <w:r w:rsidR="00DC38D4" w:rsidRPr="002C79C9">
        <w:rPr>
          <w:rFonts w:ascii="Mulish" w:hAnsi="Mulish" w:cs="Arial"/>
        </w:rPr>
        <w:t xml:space="preserve">                                                               Telefon:</w:t>
      </w:r>
      <w:r w:rsidR="00F57C3C" w:rsidRPr="002C79C9">
        <w:rPr>
          <w:rFonts w:ascii="Mulish" w:hAnsi="Mulish" w:cs="Arial"/>
        </w:rPr>
        <w:tab/>
      </w:r>
      <w:r w:rsidR="00D85AC1" w:rsidRPr="002C79C9">
        <w:rPr>
          <w:rFonts w:ascii="Mulish" w:hAnsi="Mulish" w:cs="Arial"/>
        </w:rPr>
        <w:tab/>
      </w:r>
    </w:p>
    <w:p w14:paraId="0CF6EEEE" w14:textId="77777777" w:rsidR="004C0402" w:rsidRPr="002C79C9" w:rsidRDefault="004C0402" w:rsidP="00D35140">
      <w:pPr>
        <w:ind w:right="107"/>
        <w:rPr>
          <w:rFonts w:ascii="Mulish" w:hAnsi="Mulish" w:cs="Arial"/>
        </w:rPr>
      </w:pPr>
    </w:p>
    <w:p w14:paraId="787BB0CB" w14:textId="03D2E784" w:rsidR="00AF52D9" w:rsidRPr="002C79C9" w:rsidRDefault="00DC38D4" w:rsidP="00D35140">
      <w:pPr>
        <w:ind w:right="107"/>
        <w:rPr>
          <w:rFonts w:ascii="Mulish" w:hAnsi="Mulish" w:cs="Arial"/>
        </w:rPr>
      </w:pPr>
      <w:r w:rsidRPr="002C79C9">
        <w:rPr>
          <w:rFonts w:ascii="Mulish" w:hAnsi="Mulish" w:cs="Arial"/>
        </w:rPr>
        <w:t>Name, Adresse der Schule:</w:t>
      </w:r>
    </w:p>
    <w:p w14:paraId="4D0869CD" w14:textId="77777777" w:rsidR="00F47660" w:rsidRPr="002C79C9" w:rsidRDefault="00F47660" w:rsidP="00D35140">
      <w:pPr>
        <w:ind w:right="107"/>
        <w:rPr>
          <w:rFonts w:ascii="Mulish" w:hAnsi="Mulish" w:cs="Arial"/>
        </w:rPr>
      </w:pPr>
    </w:p>
    <w:p w14:paraId="7EF115DA" w14:textId="1FDABF9C" w:rsidR="00DC38D4" w:rsidRPr="002C79C9" w:rsidRDefault="00DC38D4" w:rsidP="00D35140">
      <w:pPr>
        <w:ind w:right="107"/>
        <w:rPr>
          <w:rFonts w:ascii="Mulish" w:hAnsi="Mulish" w:cs="Arial"/>
        </w:rPr>
      </w:pPr>
      <w:r w:rsidRPr="002C79C9">
        <w:rPr>
          <w:rFonts w:ascii="Mulish" w:hAnsi="Mulish" w:cs="Arial"/>
        </w:rPr>
        <w:t xml:space="preserve">Meine Motivation – Warum </w:t>
      </w:r>
      <w:r w:rsidR="00450F7B" w:rsidRPr="002C79C9">
        <w:rPr>
          <w:rFonts w:ascii="Mulish" w:hAnsi="Mulish" w:cs="Arial"/>
        </w:rPr>
        <w:t>möchte ich in Ihrem Unternehmen ein Praktikum machen?</w:t>
      </w:r>
    </w:p>
    <w:p w14:paraId="438AD601" w14:textId="4040C6BF" w:rsidR="00DC38D4" w:rsidRPr="002C79C9" w:rsidRDefault="00DC38D4" w:rsidP="00D35140">
      <w:pPr>
        <w:ind w:right="107"/>
        <w:rPr>
          <w:rFonts w:ascii="Mulish" w:hAnsi="Mulish" w:cs="Arial"/>
        </w:rPr>
      </w:pPr>
    </w:p>
    <w:p w14:paraId="101553D3" w14:textId="3BA043B9" w:rsidR="00DC38D4" w:rsidRPr="002C79C9" w:rsidRDefault="00DC38D4" w:rsidP="00D35140">
      <w:pPr>
        <w:ind w:right="107"/>
        <w:rPr>
          <w:rFonts w:ascii="Mulish" w:hAnsi="Mulish" w:cs="Arial"/>
        </w:rPr>
      </w:pPr>
      <w:r w:rsidRPr="002C79C9">
        <w:rPr>
          <w:rFonts w:ascii="Mulish" w:hAnsi="Mulish" w:cs="Arial"/>
        </w:rPr>
        <w:t>Meine Hobbys:</w:t>
      </w:r>
    </w:p>
    <w:p w14:paraId="0E52E494" w14:textId="77777777" w:rsidR="00383C1B" w:rsidRPr="002C79C9" w:rsidRDefault="00383C1B" w:rsidP="00D35140">
      <w:pPr>
        <w:ind w:right="107"/>
        <w:rPr>
          <w:rFonts w:ascii="Mulish" w:hAnsi="Mulish" w:cs="Arial"/>
        </w:rPr>
      </w:pPr>
    </w:p>
    <w:p w14:paraId="0FACE75C" w14:textId="25F59007" w:rsidR="00DC38D4" w:rsidRPr="002C79C9" w:rsidRDefault="00DC38D4" w:rsidP="00D35140">
      <w:pPr>
        <w:ind w:right="107"/>
        <w:rPr>
          <w:rFonts w:ascii="Mulish" w:hAnsi="Mulish" w:cs="Arial"/>
        </w:rPr>
      </w:pPr>
      <w:r w:rsidRPr="002C79C9">
        <w:rPr>
          <w:rFonts w:ascii="Mulish" w:hAnsi="Mulish" w:cs="Arial"/>
        </w:rPr>
        <w:t>Meine Lieblingsfächer:</w:t>
      </w:r>
    </w:p>
    <w:p w14:paraId="58A3138A" w14:textId="77777777" w:rsidR="00450F7B" w:rsidRPr="002C79C9" w:rsidRDefault="00450F7B" w:rsidP="00D35140">
      <w:pPr>
        <w:ind w:right="107"/>
        <w:rPr>
          <w:rFonts w:ascii="Mulish" w:hAnsi="Mulish" w:cs="Arial"/>
        </w:rPr>
      </w:pPr>
    </w:p>
    <w:p w14:paraId="3C3A4A0B" w14:textId="77777777" w:rsidR="00DE73A0" w:rsidRPr="002C79C9" w:rsidRDefault="00403B84" w:rsidP="00D35140">
      <w:pPr>
        <w:ind w:right="107"/>
        <w:rPr>
          <w:rFonts w:ascii="Mulish" w:hAnsi="Mulish" w:cs="Arial"/>
        </w:rPr>
      </w:pPr>
      <w:r w:rsidRPr="002C79C9">
        <w:rPr>
          <w:rFonts w:ascii="Mulish" w:hAnsi="Mulish" w:cs="Arial"/>
        </w:rPr>
        <w:t>Muttersprache</w:t>
      </w:r>
      <w:r w:rsidR="00581EFF" w:rsidRPr="002C79C9">
        <w:rPr>
          <w:rFonts w:ascii="Mulish" w:hAnsi="Mulish" w:cs="Arial"/>
        </w:rPr>
        <w:t>(n)</w:t>
      </w:r>
      <w:r w:rsidRPr="002C79C9">
        <w:rPr>
          <w:rFonts w:ascii="Mulish" w:hAnsi="Mulish" w:cs="Arial"/>
        </w:rPr>
        <w:t>:</w:t>
      </w:r>
      <w:r w:rsidR="00D85AC1" w:rsidRPr="002C79C9">
        <w:rPr>
          <w:rFonts w:ascii="Mulish" w:hAnsi="Mulish" w:cs="Arial"/>
        </w:rPr>
        <w:tab/>
      </w:r>
      <w:r w:rsidR="00D85AC1" w:rsidRPr="002C79C9">
        <w:rPr>
          <w:rFonts w:ascii="Mulish" w:hAnsi="Mulish" w:cs="Arial"/>
        </w:rPr>
        <w:tab/>
      </w:r>
    </w:p>
    <w:tbl>
      <w:tblPr>
        <w:tblStyle w:val="Grilledetableauclaire1"/>
        <w:tblW w:w="1003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39"/>
        <w:gridCol w:w="1946"/>
        <w:gridCol w:w="1933"/>
        <w:gridCol w:w="1911"/>
        <w:gridCol w:w="1501"/>
      </w:tblGrid>
      <w:tr w:rsidR="00D6442B" w:rsidRPr="002C79C9" w14:paraId="791B0E0F" w14:textId="77777777" w:rsidTr="004C0402">
        <w:tc>
          <w:tcPr>
            <w:tcW w:w="2739" w:type="dxa"/>
          </w:tcPr>
          <w:p w14:paraId="233749DC" w14:textId="1DAE8DAA" w:rsidR="002B6876" w:rsidRPr="002C79C9" w:rsidRDefault="00FF4881" w:rsidP="00974931">
            <w:pPr>
              <w:pStyle w:val="Sansinterligne"/>
              <w:rPr>
                <w:rFonts w:ascii="Mulish" w:hAnsi="Mulish" w:cs="Arial"/>
                <w:sz w:val="18"/>
              </w:rPr>
            </w:pPr>
            <w:r w:rsidRPr="002C79C9">
              <w:rPr>
                <w:rFonts w:ascii="Mulish" w:hAnsi="Mulish" w:cs="Arial"/>
              </w:rPr>
              <w:t>Deutschkenntnisse:</w:t>
            </w:r>
          </w:p>
        </w:tc>
        <w:tc>
          <w:tcPr>
            <w:tcW w:w="1946" w:type="dxa"/>
          </w:tcPr>
          <w:p w14:paraId="1B1949CD" w14:textId="77777777" w:rsidR="002B6876" w:rsidRPr="002C79C9" w:rsidRDefault="00D6442B" w:rsidP="00D6442B">
            <w:pPr>
              <w:ind w:right="107"/>
              <w:jc w:val="center"/>
              <w:rPr>
                <w:rFonts w:ascii="Mulish" w:hAnsi="Mulish" w:cs="Arial"/>
                <w:sz w:val="18"/>
              </w:rPr>
            </w:pPr>
            <w:proofErr w:type="gramStart"/>
            <w:r w:rsidRPr="002C79C9">
              <w:rPr>
                <w:rFonts w:ascii="Mulish" w:hAnsi="Mulish" w:cs="Arial"/>
                <w:sz w:val="18"/>
              </w:rPr>
              <w:t>kann</w:t>
            </w:r>
            <w:proofErr w:type="gramEnd"/>
            <w:r w:rsidRPr="002C79C9">
              <w:rPr>
                <w:rFonts w:ascii="Mulish" w:hAnsi="Mulish" w:cs="Arial"/>
                <w:sz w:val="18"/>
              </w:rPr>
              <w:t xml:space="preserve"> gelernte Ausdrücke verstehen und verwenden </w:t>
            </w:r>
            <w:r w:rsidR="002B6876" w:rsidRPr="002C79C9">
              <w:rPr>
                <w:rFonts w:ascii="Mulish" w:hAnsi="Mulish" w:cs="Arial"/>
                <w:sz w:val="18"/>
              </w:rPr>
              <w:t>(A1)</w:t>
            </w:r>
          </w:p>
        </w:tc>
        <w:tc>
          <w:tcPr>
            <w:tcW w:w="1933" w:type="dxa"/>
          </w:tcPr>
          <w:p w14:paraId="3430FEE3" w14:textId="6E59E878" w:rsidR="002B6876" w:rsidRPr="002C79C9" w:rsidRDefault="00D6442B" w:rsidP="00415C13">
            <w:pPr>
              <w:ind w:right="107"/>
              <w:jc w:val="center"/>
              <w:rPr>
                <w:rFonts w:ascii="Mulish" w:hAnsi="Mulish" w:cs="Arial"/>
                <w:sz w:val="18"/>
              </w:rPr>
            </w:pPr>
            <w:proofErr w:type="gramStart"/>
            <w:r w:rsidRPr="002C79C9">
              <w:rPr>
                <w:rFonts w:ascii="Mulish" w:hAnsi="Mulish" w:cs="Arial"/>
                <w:sz w:val="18"/>
              </w:rPr>
              <w:t>kann</w:t>
            </w:r>
            <w:proofErr w:type="gramEnd"/>
            <w:r w:rsidRPr="002C79C9">
              <w:rPr>
                <w:rFonts w:ascii="Mulish" w:hAnsi="Mulish" w:cs="Arial"/>
                <w:sz w:val="18"/>
              </w:rPr>
              <w:t xml:space="preserve"> einfache und vertraute Situationen meistern </w:t>
            </w:r>
            <w:r w:rsidR="002B6876" w:rsidRPr="002C79C9">
              <w:rPr>
                <w:rFonts w:ascii="Mulish" w:hAnsi="Mulish" w:cs="Arial"/>
                <w:sz w:val="18"/>
              </w:rPr>
              <w:t>(A2)</w:t>
            </w:r>
          </w:p>
        </w:tc>
        <w:tc>
          <w:tcPr>
            <w:tcW w:w="1911" w:type="dxa"/>
          </w:tcPr>
          <w:p w14:paraId="56AF13E5" w14:textId="77777777" w:rsidR="002B6876" w:rsidRPr="002C79C9" w:rsidRDefault="00D6442B" w:rsidP="00D6442B">
            <w:pPr>
              <w:ind w:right="107"/>
              <w:jc w:val="center"/>
              <w:rPr>
                <w:rFonts w:ascii="Mulish" w:hAnsi="Mulish" w:cs="Arial"/>
                <w:sz w:val="18"/>
              </w:rPr>
            </w:pPr>
            <w:r w:rsidRPr="002C79C9">
              <w:rPr>
                <w:rFonts w:ascii="Mulish" w:hAnsi="Mulish" w:cs="Arial"/>
                <w:sz w:val="18"/>
              </w:rPr>
              <w:t>ist selbstständig</w:t>
            </w:r>
            <w:r w:rsidR="00EF71B0" w:rsidRPr="002C79C9">
              <w:rPr>
                <w:rFonts w:ascii="Mulish" w:hAnsi="Mulish" w:cs="Arial"/>
                <w:sz w:val="18"/>
              </w:rPr>
              <w:t xml:space="preserve"> in</w:t>
            </w:r>
            <w:r w:rsidR="002B6876" w:rsidRPr="002C79C9">
              <w:rPr>
                <w:rFonts w:ascii="Mulish" w:hAnsi="Mulish" w:cs="Arial"/>
                <w:sz w:val="18"/>
              </w:rPr>
              <w:t xml:space="preserve"> </w:t>
            </w:r>
            <w:r w:rsidRPr="002C79C9">
              <w:rPr>
                <w:rFonts w:ascii="Mulish" w:hAnsi="Mulish" w:cs="Arial"/>
                <w:sz w:val="18"/>
              </w:rPr>
              <w:t>vertrauten</w:t>
            </w:r>
            <w:r w:rsidR="002B6876" w:rsidRPr="002C79C9">
              <w:rPr>
                <w:rFonts w:ascii="Mulish" w:hAnsi="Mulish" w:cs="Arial"/>
                <w:sz w:val="18"/>
              </w:rPr>
              <w:t xml:space="preserve"> Situationen </w:t>
            </w:r>
            <w:r w:rsidRPr="002C79C9">
              <w:rPr>
                <w:rFonts w:ascii="Mulish" w:hAnsi="Mulish" w:cs="Arial"/>
                <w:sz w:val="18"/>
              </w:rPr>
              <w:t>(B</w:t>
            </w:r>
            <w:r w:rsidR="002B6876" w:rsidRPr="002C79C9">
              <w:rPr>
                <w:rFonts w:ascii="Mulish" w:hAnsi="Mulish" w:cs="Arial"/>
                <w:sz w:val="18"/>
              </w:rPr>
              <w:t>1)</w:t>
            </w:r>
          </w:p>
        </w:tc>
        <w:tc>
          <w:tcPr>
            <w:tcW w:w="1501" w:type="dxa"/>
          </w:tcPr>
          <w:p w14:paraId="159B1255" w14:textId="77777777" w:rsidR="002B6876" w:rsidRPr="002C79C9" w:rsidRDefault="00462268" w:rsidP="00D6442B">
            <w:pPr>
              <w:ind w:right="107"/>
              <w:jc w:val="center"/>
              <w:rPr>
                <w:rFonts w:ascii="Mulish" w:hAnsi="Mulish" w:cs="Arial"/>
                <w:sz w:val="18"/>
              </w:rPr>
            </w:pPr>
            <w:r w:rsidRPr="002C79C9">
              <w:rPr>
                <w:rFonts w:ascii="Mulish" w:hAnsi="Mulish" w:cs="Arial"/>
                <w:sz w:val="18"/>
              </w:rPr>
              <w:t>i</w:t>
            </w:r>
            <w:r w:rsidR="00D6442B" w:rsidRPr="002C79C9">
              <w:rPr>
                <w:rFonts w:ascii="Mulish" w:hAnsi="Mulish" w:cs="Arial"/>
                <w:sz w:val="18"/>
              </w:rPr>
              <w:t>st selbstständig (B2)</w:t>
            </w:r>
          </w:p>
        </w:tc>
      </w:tr>
      <w:tr w:rsidR="00D6442B" w:rsidRPr="002C79C9" w14:paraId="7918AB1F" w14:textId="77777777" w:rsidTr="004C0402">
        <w:tc>
          <w:tcPr>
            <w:tcW w:w="2739" w:type="dxa"/>
          </w:tcPr>
          <w:p w14:paraId="1DF744B8" w14:textId="7269A0B5" w:rsidR="00D6442B" w:rsidRPr="002C79C9" w:rsidRDefault="00974931" w:rsidP="00974931">
            <w:pPr>
              <w:pStyle w:val="Sansinterligne"/>
              <w:jc w:val="right"/>
              <w:rPr>
                <w:rFonts w:ascii="Mulish" w:hAnsi="Mulish" w:cs="Arial"/>
                <w:i/>
                <w:sz w:val="18"/>
                <w:szCs w:val="18"/>
              </w:rPr>
            </w:pPr>
            <w:r w:rsidRPr="002C79C9">
              <w:rPr>
                <w:rFonts w:ascii="Mulish" w:hAnsi="Mulish" w:cs="Arial"/>
                <w:i/>
                <w:sz w:val="18"/>
                <w:szCs w:val="18"/>
              </w:rPr>
              <w:t xml:space="preserve"> </w:t>
            </w:r>
            <w:r w:rsidR="00D6442B" w:rsidRPr="002C79C9">
              <w:rPr>
                <w:rFonts w:ascii="Mulish" w:hAnsi="Mulish" w:cs="Arial"/>
                <w:i/>
                <w:sz w:val="18"/>
                <w:szCs w:val="18"/>
              </w:rPr>
              <w:t>Anweisungen</w:t>
            </w:r>
            <w:r w:rsidRPr="002C79C9">
              <w:rPr>
                <w:rFonts w:ascii="Mulish" w:hAnsi="Mulish" w:cs="Arial"/>
                <w:i/>
                <w:sz w:val="18"/>
                <w:szCs w:val="18"/>
              </w:rPr>
              <w:t xml:space="preserve"> </w:t>
            </w:r>
            <w:r w:rsidR="00D6442B" w:rsidRPr="002C79C9">
              <w:rPr>
                <w:rFonts w:ascii="Mulish" w:hAnsi="Mulish" w:cs="Arial"/>
                <w:i/>
                <w:sz w:val="18"/>
                <w:szCs w:val="18"/>
              </w:rPr>
              <w:t>verstehen</w:t>
            </w:r>
          </w:p>
        </w:tc>
        <w:tc>
          <w:tcPr>
            <w:tcW w:w="1946" w:type="dxa"/>
          </w:tcPr>
          <w:p w14:paraId="321416A5" w14:textId="77777777" w:rsidR="00D6442B" w:rsidRPr="002C79C9" w:rsidRDefault="00D6442B" w:rsidP="00D6442B">
            <w:pPr>
              <w:jc w:val="center"/>
              <w:rPr>
                <w:rFonts w:ascii="Mulish" w:hAnsi="Mulish"/>
              </w:rPr>
            </w:pPr>
            <w:r w:rsidRPr="002C79C9">
              <w:rPr>
                <w:rFonts w:ascii="Mulish" w:hAnsi="Mulish" w:cs="Arial"/>
              </w:rPr>
              <w:sym w:font="Wingdings" w:char="F06F"/>
            </w:r>
          </w:p>
        </w:tc>
        <w:tc>
          <w:tcPr>
            <w:tcW w:w="1933" w:type="dxa"/>
          </w:tcPr>
          <w:p w14:paraId="47B57C93" w14:textId="77777777" w:rsidR="00D6442B" w:rsidRPr="002C79C9" w:rsidRDefault="00D6442B" w:rsidP="00D6442B">
            <w:pPr>
              <w:jc w:val="center"/>
              <w:rPr>
                <w:rFonts w:ascii="Mulish" w:hAnsi="Mulish"/>
              </w:rPr>
            </w:pPr>
            <w:r w:rsidRPr="002C79C9">
              <w:rPr>
                <w:rFonts w:ascii="Mulish" w:hAnsi="Mulish" w:cs="Arial"/>
              </w:rPr>
              <w:sym w:font="Wingdings" w:char="F06F"/>
            </w:r>
          </w:p>
        </w:tc>
        <w:tc>
          <w:tcPr>
            <w:tcW w:w="1911" w:type="dxa"/>
          </w:tcPr>
          <w:p w14:paraId="1878FBEE" w14:textId="77777777" w:rsidR="00D6442B" w:rsidRPr="002C79C9" w:rsidRDefault="00D6442B" w:rsidP="00D6442B">
            <w:pPr>
              <w:jc w:val="center"/>
              <w:rPr>
                <w:rFonts w:ascii="Mulish" w:hAnsi="Mulish"/>
              </w:rPr>
            </w:pPr>
            <w:r w:rsidRPr="002C79C9">
              <w:rPr>
                <w:rFonts w:ascii="Mulish" w:hAnsi="Mulish" w:cs="Arial"/>
              </w:rPr>
              <w:sym w:font="Wingdings" w:char="F06F"/>
            </w:r>
          </w:p>
        </w:tc>
        <w:tc>
          <w:tcPr>
            <w:tcW w:w="1501" w:type="dxa"/>
          </w:tcPr>
          <w:p w14:paraId="74659BD8" w14:textId="77777777" w:rsidR="00D6442B" w:rsidRPr="002C79C9" w:rsidRDefault="00D6442B" w:rsidP="00D6442B">
            <w:pPr>
              <w:jc w:val="center"/>
              <w:rPr>
                <w:rFonts w:ascii="Mulish" w:hAnsi="Mulish"/>
              </w:rPr>
            </w:pPr>
            <w:r w:rsidRPr="002C79C9">
              <w:rPr>
                <w:rFonts w:ascii="Mulish" w:hAnsi="Mulish" w:cs="Arial"/>
              </w:rPr>
              <w:sym w:font="Wingdings" w:char="F06F"/>
            </w:r>
          </w:p>
        </w:tc>
      </w:tr>
      <w:tr w:rsidR="00D6442B" w:rsidRPr="002C79C9" w14:paraId="4CF95311" w14:textId="77777777" w:rsidTr="004C0402">
        <w:trPr>
          <w:trHeight w:val="164"/>
        </w:trPr>
        <w:tc>
          <w:tcPr>
            <w:tcW w:w="2739" w:type="dxa"/>
          </w:tcPr>
          <w:p w14:paraId="4269B5A1" w14:textId="51493B86" w:rsidR="00D6442B" w:rsidRPr="002C79C9" w:rsidRDefault="00974931" w:rsidP="00974931">
            <w:pPr>
              <w:pStyle w:val="Sansinterligne"/>
              <w:jc w:val="right"/>
              <w:rPr>
                <w:rFonts w:ascii="Mulish" w:hAnsi="Mulish" w:cs="Arial"/>
                <w:i/>
                <w:sz w:val="18"/>
                <w:szCs w:val="18"/>
              </w:rPr>
            </w:pPr>
            <w:r w:rsidRPr="002C79C9">
              <w:rPr>
                <w:rFonts w:ascii="Mulish" w:hAnsi="Mulish" w:cs="Arial"/>
                <w:i/>
                <w:sz w:val="18"/>
                <w:szCs w:val="18"/>
              </w:rPr>
              <w:t xml:space="preserve"> </w:t>
            </w:r>
            <w:r w:rsidR="00D6442B" w:rsidRPr="002C79C9">
              <w:rPr>
                <w:rFonts w:ascii="Mulish" w:hAnsi="Mulish" w:cs="Arial"/>
                <w:i/>
                <w:sz w:val="18"/>
                <w:szCs w:val="18"/>
              </w:rPr>
              <w:t>Sprechen</w:t>
            </w:r>
          </w:p>
        </w:tc>
        <w:tc>
          <w:tcPr>
            <w:tcW w:w="1946" w:type="dxa"/>
          </w:tcPr>
          <w:p w14:paraId="6C69B495" w14:textId="77777777" w:rsidR="00D6442B" w:rsidRPr="002C79C9" w:rsidRDefault="00D6442B" w:rsidP="00D6442B">
            <w:pPr>
              <w:jc w:val="center"/>
              <w:rPr>
                <w:rFonts w:ascii="Mulish" w:hAnsi="Mulish"/>
              </w:rPr>
            </w:pPr>
            <w:r w:rsidRPr="002C79C9">
              <w:rPr>
                <w:rFonts w:ascii="Mulish" w:hAnsi="Mulish" w:cs="Arial"/>
              </w:rPr>
              <w:sym w:font="Wingdings" w:char="F06F"/>
            </w:r>
          </w:p>
        </w:tc>
        <w:tc>
          <w:tcPr>
            <w:tcW w:w="1933" w:type="dxa"/>
          </w:tcPr>
          <w:p w14:paraId="2E41A2D4" w14:textId="77777777" w:rsidR="00D6442B" w:rsidRPr="002C79C9" w:rsidRDefault="00D6442B" w:rsidP="00D6442B">
            <w:pPr>
              <w:jc w:val="center"/>
              <w:rPr>
                <w:rFonts w:ascii="Mulish" w:hAnsi="Mulish"/>
              </w:rPr>
            </w:pPr>
            <w:r w:rsidRPr="002C79C9">
              <w:rPr>
                <w:rFonts w:ascii="Mulish" w:hAnsi="Mulish" w:cs="Arial"/>
              </w:rPr>
              <w:sym w:font="Wingdings" w:char="F06F"/>
            </w:r>
          </w:p>
        </w:tc>
        <w:tc>
          <w:tcPr>
            <w:tcW w:w="1911" w:type="dxa"/>
          </w:tcPr>
          <w:p w14:paraId="27106BAB" w14:textId="77777777" w:rsidR="00D6442B" w:rsidRPr="002C79C9" w:rsidRDefault="00D6442B" w:rsidP="00D6442B">
            <w:pPr>
              <w:jc w:val="center"/>
              <w:rPr>
                <w:rFonts w:ascii="Mulish" w:hAnsi="Mulish"/>
              </w:rPr>
            </w:pPr>
            <w:r w:rsidRPr="002C79C9">
              <w:rPr>
                <w:rFonts w:ascii="Mulish" w:hAnsi="Mulish" w:cs="Arial"/>
              </w:rPr>
              <w:sym w:font="Wingdings" w:char="F06F"/>
            </w:r>
          </w:p>
        </w:tc>
        <w:tc>
          <w:tcPr>
            <w:tcW w:w="1501" w:type="dxa"/>
          </w:tcPr>
          <w:p w14:paraId="3BFF51FE" w14:textId="77777777" w:rsidR="00D6442B" w:rsidRPr="002C79C9" w:rsidRDefault="00D6442B" w:rsidP="00D6442B">
            <w:pPr>
              <w:jc w:val="center"/>
              <w:rPr>
                <w:rFonts w:ascii="Mulish" w:hAnsi="Mulish"/>
              </w:rPr>
            </w:pPr>
            <w:r w:rsidRPr="002C79C9">
              <w:rPr>
                <w:rFonts w:ascii="Mulish" w:hAnsi="Mulish" w:cs="Arial"/>
              </w:rPr>
              <w:sym w:font="Wingdings" w:char="F06F"/>
            </w:r>
          </w:p>
        </w:tc>
      </w:tr>
      <w:tr w:rsidR="00D6442B" w:rsidRPr="002C79C9" w14:paraId="2EA491BD" w14:textId="77777777" w:rsidTr="004C0402">
        <w:tc>
          <w:tcPr>
            <w:tcW w:w="2739" w:type="dxa"/>
          </w:tcPr>
          <w:p w14:paraId="13F48C32" w14:textId="5054159B" w:rsidR="00D6442B" w:rsidRPr="002C79C9" w:rsidRDefault="00974931" w:rsidP="00974931">
            <w:pPr>
              <w:pStyle w:val="Sansinterligne"/>
              <w:jc w:val="right"/>
              <w:rPr>
                <w:rFonts w:ascii="Mulish" w:hAnsi="Mulish" w:cs="Arial"/>
                <w:i/>
                <w:sz w:val="18"/>
                <w:szCs w:val="18"/>
              </w:rPr>
            </w:pPr>
            <w:r w:rsidRPr="002C79C9">
              <w:rPr>
                <w:rFonts w:ascii="Mulish" w:hAnsi="Mulish" w:cs="Arial"/>
                <w:i/>
                <w:sz w:val="18"/>
                <w:szCs w:val="18"/>
              </w:rPr>
              <w:t xml:space="preserve"> </w:t>
            </w:r>
            <w:r w:rsidR="00D6442B" w:rsidRPr="002C79C9">
              <w:rPr>
                <w:rFonts w:ascii="Mulish" w:hAnsi="Mulish" w:cs="Arial"/>
                <w:i/>
                <w:sz w:val="18"/>
                <w:szCs w:val="18"/>
              </w:rPr>
              <w:t>Lesen</w:t>
            </w:r>
          </w:p>
        </w:tc>
        <w:tc>
          <w:tcPr>
            <w:tcW w:w="1946" w:type="dxa"/>
          </w:tcPr>
          <w:p w14:paraId="27B3058D" w14:textId="77777777" w:rsidR="00D6442B" w:rsidRPr="002C79C9" w:rsidRDefault="00D6442B" w:rsidP="00D6442B">
            <w:pPr>
              <w:jc w:val="center"/>
              <w:rPr>
                <w:rFonts w:ascii="Mulish" w:hAnsi="Mulish"/>
              </w:rPr>
            </w:pPr>
            <w:r w:rsidRPr="002C79C9">
              <w:rPr>
                <w:rFonts w:ascii="Mulish" w:hAnsi="Mulish" w:cs="Arial"/>
              </w:rPr>
              <w:sym w:font="Wingdings" w:char="F06F"/>
            </w:r>
          </w:p>
        </w:tc>
        <w:tc>
          <w:tcPr>
            <w:tcW w:w="1933" w:type="dxa"/>
          </w:tcPr>
          <w:p w14:paraId="19E8AC38" w14:textId="77777777" w:rsidR="00D6442B" w:rsidRPr="002C79C9" w:rsidRDefault="00D6442B" w:rsidP="00D6442B">
            <w:pPr>
              <w:jc w:val="center"/>
              <w:rPr>
                <w:rFonts w:ascii="Mulish" w:hAnsi="Mulish"/>
              </w:rPr>
            </w:pPr>
            <w:r w:rsidRPr="002C79C9">
              <w:rPr>
                <w:rFonts w:ascii="Mulish" w:hAnsi="Mulish" w:cs="Arial"/>
              </w:rPr>
              <w:sym w:font="Wingdings" w:char="F06F"/>
            </w:r>
          </w:p>
        </w:tc>
        <w:tc>
          <w:tcPr>
            <w:tcW w:w="1911" w:type="dxa"/>
          </w:tcPr>
          <w:p w14:paraId="0E23AA74" w14:textId="77777777" w:rsidR="00D6442B" w:rsidRPr="002C79C9" w:rsidRDefault="00D6442B" w:rsidP="00D6442B">
            <w:pPr>
              <w:jc w:val="center"/>
              <w:rPr>
                <w:rFonts w:ascii="Mulish" w:hAnsi="Mulish"/>
              </w:rPr>
            </w:pPr>
            <w:r w:rsidRPr="002C79C9">
              <w:rPr>
                <w:rFonts w:ascii="Mulish" w:hAnsi="Mulish" w:cs="Arial"/>
              </w:rPr>
              <w:sym w:font="Wingdings" w:char="F06F"/>
            </w:r>
          </w:p>
        </w:tc>
        <w:tc>
          <w:tcPr>
            <w:tcW w:w="1501" w:type="dxa"/>
          </w:tcPr>
          <w:p w14:paraId="094EC9E8" w14:textId="77777777" w:rsidR="00D6442B" w:rsidRPr="002C79C9" w:rsidRDefault="00D6442B" w:rsidP="00D6442B">
            <w:pPr>
              <w:jc w:val="center"/>
              <w:rPr>
                <w:rFonts w:ascii="Mulish" w:hAnsi="Mulish"/>
              </w:rPr>
            </w:pPr>
            <w:r w:rsidRPr="002C79C9">
              <w:rPr>
                <w:rFonts w:ascii="Mulish" w:hAnsi="Mulish" w:cs="Arial"/>
              </w:rPr>
              <w:sym w:font="Wingdings" w:char="F06F"/>
            </w:r>
          </w:p>
        </w:tc>
      </w:tr>
    </w:tbl>
    <w:p w14:paraId="7A77CBEF" w14:textId="77777777" w:rsidR="000D06F1" w:rsidRPr="002C79C9" w:rsidRDefault="000D06F1" w:rsidP="00D35140">
      <w:pPr>
        <w:ind w:right="107"/>
        <w:rPr>
          <w:rFonts w:ascii="Mulish" w:hAnsi="Mulish" w:cs="Arial"/>
          <w:sz w:val="2"/>
        </w:rPr>
      </w:pPr>
    </w:p>
    <w:p w14:paraId="4838F43D" w14:textId="1D615F3A" w:rsidR="00D6442B" w:rsidRPr="002C79C9" w:rsidRDefault="0045381F" w:rsidP="004E3A4B">
      <w:pPr>
        <w:ind w:right="107"/>
        <w:rPr>
          <w:rFonts w:ascii="Mulish" w:hAnsi="Mulish" w:cs="Arial"/>
        </w:rPr>
      </w:pPr>
      <w:r w:rsidRPr="002C79C9">
        <w:rPr>
          <w:rFonts w:ascii="Mulish" w:hAnsi="Mulish" w:cs="Arial"/>
        </w:rPr>
        <w:t xml:space="preserve">Weitere </w:t>
      </w:r>
      <w:r w:rsidR="00403B84" w:rsidRPr="002C79C9">
        <w:rPr>
          <w:rFonts w:ascii="Mulish" w:hAnsi="Mulish" w:cs="Arial"/>
        </w:rPr>
        <w:t>Fremdsprache</w:t>
      </w:r>
      <w:r w:rsidR="00581EFF" w:rsidRPr="002C79C9">
        <w:rPr>
          <w:rFonts w:ascii="Mulish" w:hAnsi="Mulish" w:cs="Arial"/>
        </w:rPr>
        <w:t>(</w:t>
      </w:r>
      <w:r w:rsidR="00403B84" w:rsidRPr="002C79C9">
        <w:rPr>
          <w:rFonts w:ascii="Mulish" w:hAnsi="Mulish" w:cs="Arial"/>
        </w:rPr>
        <w:t>n</w:t>
      </w:r>
      <w:r w:rsidR="00581EFF" w:rsidRPr="002C79C9">
        <w:rPr>
          <w:rFonts w:ascii="Mulish" w:hAnsi="Mulish" w:cs="Arial"/>
        </w:rPr>
        <w:t>)</w:t>
      </w:r>
      <w:r w:rsidR="00403B84" w:rsidRPr="002C79C9">
        <w:rPr>
          <w:rFonts w:ascii="Mulish" w:hAnsi="Mulish" w:cs="Arial"/>
        </w:rPr>
        <w:t>:</w:t>
      </w:r>
      <w:r w:rsidR="00D85AC1" w:rsidRPr="002C79C9">
        <w:rPr>
          <w:rFonts w:ascii="Mulish" w:hAnsi="Mulish" w:cs="Arial"/>
        </w:rPr>
        <w:tab/>
      </w:r>
    </w:p>
    <w:p w14:paraId="20E0F74F" w14:textId="77777777" w:rsidR="00450F7B" w:rsidRPr="002C79C9" w:rsidRDefault="00450F7B" w:rsidP="00450F7B">
      <w:pPr>
        <w:rPr>
          <w:rFonts w:ascii="Mulish" w:hAnsi="Mulish" w:cs="Arial"/>
        </w:rPr>
      </w:pPr>
      <w:r w:rsidRPr="002C79C9">
        <w:rPr>
          <w:rFonts w:ascii="Mulish" w:hAnsi="Mulish" w:cs="Arial"/>
        </w:rPr>
        <w:t>Praktische Erfahrungen:</w:t>
      </w:r>
    </w:p>
    <w:p w14:paraId="4B60B67C" w14:textId="717C55E2" w:rsidR="00070B99" w:rsidRPr="002C79C9" w:rsidRDefault="00070B99" w:rsidP="00D35140">
      <w:pPr>
        <w:spacing w:after="0"/>
        <w:ind w:right="107"/>
        <w:rPr>
          <w:rFonts w:ascii="Mulish" w:hAnsi="Mulish" w:cs="Arial"/>
        </w:rPr>
      </w:pPr>
    </w:p>
    <w:p w14:paraId="49F7A42E" w14:textId="3C6253E6" w:rsidR="00450F7B" w:rsidRPr="002C79C9" w:rsidRDefault="00450F7B" w:rsidP="00D35140">
      <w:pPr>
        <w:spacing w:after="0"/>
        <w:ind w:right="107"/>
        <w:rPr>
          <w:rFonts w:ascii="Mulish" w:hAnsi="Mulish" w:cs="Arial"/>
        </w:rPr>
      </w:pPr>
    </w:p>
    <w:p w14:paraId="790E6198" w14:textId="1D17C979" w:rsidR="00450F7B" w:rsidRPr="002C79C9" w:rsidRDefault="00450F7B" w:rsidP="00D35140">
      <w:pPr>
        <w:spacing w:after="0"/>
        <w:ind w:right="107"/>
        <w:rPr>
          <w:rFonts w:ascii="Mulish" w:hAnsi="Mulish" w:cs="Arial"/>
        </w:rPr>
      </w:pPr>
    </w:p>
    <w:p w14:paraId="08774AD4" w14:textId="77777777" w:rsidR="004C0402" w:rsidRPr="002C79C9" w:rsidRDefault="004C0402" w:rsidP="00D35140">
      <w:pPr>
        <w:spacing w:after="0"/>
        <w:ind w:right="107"/>
        <w:rPr>
          <w:rFonts w:ascii="Mulish" w:hAnsi="Mulish" w:cs="Arial"/>
        </w:rPr>
      </w:pPr>
    </w:p>
    <w:p w14:paraId="637E5086" w14:textId="2EEAC377" w:rsidR="004C0402" w:rsidRPr="002C79C9" w:rsidRDefault="004C0402" w:rsidP="00D35140">
      <w:pPr>
        <w:spacing w:after="0"/>
        <w:ind w:right="107"/>
        <w:rPr>
          <w:rFonts w:ascii="Mulish" w:hAnsi="Mulish" w:cs="Arial"/>
        </w:rPr>
      </w:pPr>
    </w:p>
    <w:p w14:paraId="7FE416A4" w14:textId="0094FA7B" w:rsidR="004C0402" w:rsidRPr="002C79C9" w:rsidRDefault="009B494A" w:rsidP="009B494A">
      <w:pPr>
        <w:tabs>
          <w:tab w:val="left" w:pos="1590"/>
        </w:tabs>
        <w:spacing w:after="0"/>
        <w:ind w:right="107"/>
        <w:rPr>
          <w:rFonts w:ascii="Mulish" w:hAnsi="Mulish" w:cs="Arial"/>
        </w:rPr>
      </w:pPr>
      <w:r w:rsidRPr="002C79C9">
        <w:rPr>
          <w:rFonts w:ascii="Mulish" w:hAnsi="Mulish" w:cs="Arial"/>
        </w:rPr>
        <w:tab/>
      </w:r>
    </w:p>
    <w:p w14:paraId="4EAD3F11" w14:textId="77777777" w:rsidR="00450F7B" w:rsidRPr="002C79C9" w:rsidRDefault="00450F7B" w:rsidP="00D35140">
      <w:pPr>
        <w:spacing w:after="0"/>
        <w:ind w:right="107"/>
        <w:rPr>
          <w:rFonts w:ascii="Mulish" w:hAnsi="Mulish" w:cs="Arial"/>
        </w:rPr>
      </w:pPr>
    </w:p>
    <w:tbl>
      <w:tblPr>
        <w:tblStyle w:val="Grilledutableau"/>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912"/>
      </w:tblGrid>
      <w:tr w:rsidR="000D06F1" w:rsidRPr="002C79C9" w14:paraId="7CF3E47D" w14:textId="77777777" w:rsidTr="00450F7B">
        <w:trPr>
          <w:trHeight w:val="1340"/>
        </w:trPr>
        <w:tc>
          <w:tcPr>
            <w:tcW w:w="3402" w:type="dxa"/>
            <w:tcBorders>
              <w:right w:val="single" w:sz="4" w:space="0" w:color="auto"/>
            </w:tcBorders>
          </w:tcPr>
          <w:p w14:paraId="5B032492" w14:textId="46C23596" w:rsidR="00450F7B" w:rsidRPr="002C79C9" w:rsidRDefault="004E3A4B" w:rsidP="000D06F1">
            <w:pPr>
              <w:ind w:right="107"/>
              <w:rPr>
                <w:rFonts w:ascii="Mulish" w:hAnsi="Mulish" w:cs="Arial"/>
              </w:rPr>
            </w:pPr>
            <w:r w:rsidRPr="002C79C9">
              <w:rPr>
                <w:rFonts w:ascii="Mulish" w:hAnsi="Mulish" w:cs="Arial"/>
              </w:rPr>
              <w:t>Datum:</w:t>
            </w:r>
          </w:p>
          <w:p w14:paraId="4330EB5D" w14:textId="77777777" w:rsidR="00450F7B" w:rsidRPr="002C79C9" w:rsidRDefault="000D06F1" w:rsidP="000D06F1">
            <w:pPr>
              <w:ind w:right="107"/>
              <w:rPr>
                <w:rFonts w:ascii="Mulish" w:hAnsi="Mulish" w:cs="Arial"/>
              </w:rPr>
            </w:pPr>
            <w:r w:rsidRPr="002C79C9">
              <w:rPr>
                <w:rFonts w:ascii="Mulish" w:hAnsi="Mulish" w:cs="Arial"/>
              </w:rPr>
              <w:t>Unterschrift der Schülerin/</w:t>
            </w:r>
          </w:p>
          <w:p w14:paraId="3EE6154F" w14:textId="229EDA7E" w:rsidR="000D06F1" w:rsidRPr="002C79C9" w:rsidRDefault="000D06F1" w:rsidP="000D06F1">
            <w:pPr>
              <w:ind w:right="107"/>
              <w:rPr>
                <w:rFonts w:ascii="Mulish" w:hAnsi="Mulish" w:cs="Arial"/>
              </w:rPr>
            </w:pPr>
            <w:r w:rsidRPr="002C79C9">
              <w:rPr>
                <w:rFonts w:ascii="Mulish" w:hAnsi="Mulish" w:cs="Arial"/>
              </w:rPr>
              <w:t>des Schülers:</w:t>
            </w:r>
          </w:p>
          <w:p w14:paraId="1BCC549D" w14:textId="77777777" w:rsidR="000D06F1" w:rsidRPr="002C79C9" w:rsidRDefault="000D06F1" w:rsidP="002178B3">
            <w:pPr>
              <w:ind w:right="107"/>
              <w:rPr>
                <w:rFonts w:ascii="Mulish" w:hAnsi="Mulish" w:cs="Arial"/>
              </w:rPr>
            </w:pPr>
          </w:p>
        </w:tc>
        <w:tc>
          <w:tcPr>
            <w:tcW w:w="6912" w:type="dxa"/>
            <w:tcBorders>
              <w:left w:val="single" w:sz="4" w:space="0" w:color="auto"/>
            </w:tcBorders>
          </w:tcPr>
          <w:p w14:paraId="08D6C782" w14:textId="1846C144" w:rsidR="000D06F1" w:rsidRPr="002C79C9" w:rsidRDefault="000D06F1" w:rsidP="000D06F1">
            <w:pPr>
              <w:ind w:right="-437"/>
              <w:rPr>
                <w:rFonts w:ascii="Mulish" w:hAnsi="Mulish" w:cs="Arial"/>
              </w:rPr>
            </w:pPr>
            <w:r w:rsidRPr="002C79C9">
              <w:rPr>
                <w:rFonts w:ascii="Mulish" w:hAnsi="Mulish" w:cs="Arial"/>
              </w:rPr>
              <w:t>Kontaktperson</w:t>
            </w:r>
            <w:r w:rsidR="00FF4881" w:rsidRPr="002C79C9">
              <w:rPr>
                <w:rFonts w:ascii="Mulish" w:hAnsi="Mulish" w:cs="Arial"/>
              </w:rPr>
              <w:t xml:space="preserve"> (von der Schule) </w:t>
            </w:r>
            <w:r w:rsidR="00E366B6" w:rsidRPr="002C79C9">
              <w:rPr>
                <w:rFonts w:ascii="Mulish" w:hAnsi="Mulish" w:cs="Arial"/>
              </w:rPr>
              <w:t>vor Ort während des Praktikums</w:t>
            </w:r>
            <w:r w:rsidRPr="002C79C9">
              <w:rPr>
                <w:rFonts w:ascii="Mulish" w:hAnsi="Mulish" w:cs="Arial"/>
              </w:rPr>
              <w:t xml:space="preserve"> </w:t>
            </w:r>
          </w:p>
          <w:p w14:paraId="357F184F" w14:textId="77777777" w:rsidR="00450F7B" w:rsidRPr="002C79C9" w:rsidRDefault="00450F7B" w:rsidP="000D06F1">
            <w:pPr>
              <w:ind w:right="107"/>
              <w:rPr>
                <w:rFonts w:ascii="Mulish" w:hAnsi="Mulish" w:cs="Arial"/>
              </w:rPr>
            </w:pPr>
          </w:p>
          <w:p w14:paraId="32B069BE" w14:textId="26AF7DF0" w:rsidR="000D06F1" w:rsidRPr="002C79C9" w:rsidRDefault="000D06F1" w:rsidP="000D06F1">
            <w:pPr>
              <w:ind w:right="107"/>
              <w:rPr>
                <w:rFonts w:ascii="Mulish" w:hAnsi="Mulish" w:cs="Arial"/>
              </w:rPr>
            </w:pPr>
            <w:r w:rsidRPr="002C79C9">
              <w:rPr>
                <w:rFonts w:ascii="Mulish" w:hAnsi="Mulish" w:cs="Arial"/>
              </w:rPr>
              <w:t xml:space="preserve">Name, Vorname: </w:t>
            </w:r>
          </w:p>
          <w:p w14:paraId="34D57B9C" w14:textId="77777777" w:rsidR="000D06F1" w:rsidRPr="002C79C9" w:rsidRDefault="000D06F1" w:rsidP="002178B3">
            <w:pPr>
              <w:ind w:right="107"/>
              <w:rPr>
                <w:rFonts w:ascii="Mulish" w:hAnsi="Mulish" w:cs="Arial"/>
              </w:rPr>
            </w:pPr>
            <w:r w:rsidRPr="002C79C9">
              <w:rPr>
                <w:rFonts w:ascii="Mulish" w:hAnsi="Mulish" w:cs="Arial"/>
              </w:rPr>
              <w:t>Telefonnummer:</w:t>
            </w:r>
          </w:p>
        </w:tc>
      </w:tr>
    </w:tbl>
    <w:p w14:paraId="7921D642" w14:textId="0DF77A9E" w:rsidR="0072414E" w:rsidRPr="002C79C9" w:rsidRDefault="0072414E" w:rsidP="000D06F1">
      <w:pPr>
        <w:ind w:right="107"/>
        <w:rPr>
          <w:rFonts w:ascii="Mulish" w:hAnsi="Mulish"/>
          <w:sz w:val="24"/>
          <w:szCs w:val="24"/>
          <w:lang w:val="fr-FR"/>
        </w:rPr>
      </w:pPr>
    </w:p>
    <w:sectPr w:rsidR="0072414E" w:rsidRPr="002C79C9" w:rsidSect="00F47660">
      <w:footerReference w:type="default" r:id="rId17"/>
      <w:pgSz w:w="11906" w:h="16838"/>
      <w:pgMar w:top="851" w:right="1077" w:bottom="1134" w:left="1077"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0B0123" w14:textId="77777777" w:rsidR="00D70489" w:rsidRDefault="00D70489" w:rsidP="00403B84">
      <w:pPr>
        <w:spacing w:after="0" w:line="240" w:lineRule="auto"/>
      </w:pPr>
      <w:r>
        <w:separator/>
      </w:r>
    </w:p>
  </w:endnote>
  <w:endnote w:type="continuationSeparator" w:id="0">
    <w:p w14:paraId="231357E0" w14:textId="77777777" w:rsidR="00D70489" w:rsidRDefault="00D70489" w:rsidP="00403B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4D"/>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ulish">
    <w:panose1 w:val="00000000000000000000"/>
    <w:charset w:val="00"/>
    <w:family w:val="auto"/>
    <w:pitch w:val="variable"/>
    <w:sig w:usb0="A00002FF" w:usb1="5000204B" w:usb2="00000000" w:usb3="00000000" w:csb0="00000197"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F11A13" w14:textId="296D229C" w:rsidR="0033038A" w:rsidRDefault="003A3971">
    <w:pPr>
      <w:pStyle w:val="Pieddepage"/>
    </w:pPr>
    <w:r>
      <w:rPr>
        <w:noProof/>
        <w:lang w:val="fr-FR" w:eastAsia="fr-FR"/>
      </w:rPr>
      <mc:AlternateContent>
        <mc:Choice Requires="wps">
          <w:drawing>
            <wp:anchor distT="0" distB="0" distL="114300" distR="114300" simplePos="0" relativeHeight="251657216" behindDoc="0" locked="0" layoutInCell="1" allowOverlap="1" wp14:anchorId="434DFD27" wp14:editId="5AD59063">
              <wp:simplePos x="0" y="0"/>
              <wp:positionH relativeFrom="column">
                <wp:posOffset>3926205</wp:posOffset>
              </wp:positionH>
              <wp:positionV relativeFrom="paragraph">
                <wp:posOffset>-117475</wp:posOffset>
              </wp:positionV>
              <wp:extent cx="923925" cy="685800"/>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923925" cy="685800"/>
                      </a:xfrm>
                      <a:prstGeom prst="rect">
                        <a:avLst/>
                      </a:prstGeom>
                      <a:noFill/>
                      <a:ln w="6350">
                        <a:noFill/>
                      </a:ln>
                    </wps:spPr>
                    <wps:txbx>
                      <w:txbxContent>
                        <w:p w14:paraId="66344E4D" w14:textId="7FEC85AA" w:rsidR="00EB3372" w:rsidRDefault="00EB337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4DFD27" id="_x0000_t202" coordsize="21600,21600" o:spt="202" path="m,l,21600r21600,l21600,xe">
              <v:stroke joinstyle="miter"/>
              <v:path gradientshapeok="t" o:connecttype="rect"/>
            </v:shapetype>
            <v:shape id="Zone de texte 6" o:spid="_x0000_s1031" type="#_x0000_t202" style="position:absolute;margin-left:309.15pt;margin-top:-9.25pt;width:72.75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" filled="f" stroked="f" strokeweight=".5pt">
              <v:textbox>
                <w:txbxContent>
                  <w:p w14:paraId="66344E4D" w14:textId="7FEC85AA" w:rsidR="00EB3372" w:rsidRDefault="00EB3372"/>
                </w:txbxContent>
              </v:textbox>
            </v:shape>
          </w:pict>
        </mc:Fallback>
      </mc:AlternateContent>
    </w:r>
    <w:r>
      <w:rPr>
        <w:noProof/>
        <w:lang w:val="fr-FR" w:eastAsia="fr-FR"/>
      </w:rPr>
      <mc:AlternateContent>
        <mc:Choice Requires="wps">
          <w:drawing>
            <wp:anchor distT="0" distB="0" distL="114300" distR="114300" simplePos="0" relativeHeight="251665408" behindDoc="0" locked="0" layoutInCell="1" allowOverlap="1" wp14:anchorId="5C4A7CB8" wp14:editId="1DD192B8">
              <wp:simplePos x="0" y="0"/>
              <wp:positionH relativeFrom="column">
                <wp:posOffset>811530</wp:posOffset>
              </wp:positionH>
              <wp:positionV relativeFrom="paragraph">
                <wp:posOffset>-117475</wp:posOffset>
              </wp:positionV>
              <wp:extent cx="2705100" cy="60960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2705100" cy="609600"/>
                      </a:xfrm>
                      <a:prstGeom prst="rect">
                        <a:avLst/>
                      </a:prstGeom>
                      <a:noFill/>
                      <a:ln w="6350">
                        <a:noFill/>
                      </a:ln>
                    </wps:spPr>
                    <wps:txbx>
                      <w:txbxContent>
                        <w:p w14:paraId="09678A98" w14:textId="7BF1A24E" w:rsidR="00AE1201" w:rsidRDefault="00AE12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4A7CB8" id="Zone de texte 7" o:spid="_x0000_s1032" type="#_x0000_t202" style="position:absolute;margin-left:63.9pt;margin-top:-9.25pt;width:213pt;height:4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" filled="f" stroked="f" strokeweight=".5pt">
              <v:textbox>
                <w:txbxContent>
                  <w:p w14:paraId="09678A98" w14:textId="7BF1A24E" w:rsidR="00AE1201" w:rsidRDefault="00AE1201"/>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A74E75" w14:textId="77777777" w:rsidR="00D70489" w:rsidRDefault="00D70489" w:rsidP="00403B84">
      <w:pPr>
        <w:spacing w:after="0" w:line="240" w:lineRule="auto"/>
      </w:pPr>
      <w:r>
        <w:separator/>
      </w:r>
    </w:p>
  </w:footnote>
  <w:footnote w:type="continuationSeparator" w:id="0">
    <w:p w14:paraId="3BF1D37D" w14:textId="77777777" w:rsidR="00D70489" w:rsidRDefault="00D70489" w:rsidP="00403B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C67E7"/>
    <w:multiLevelType w:val="hybridMultilevel"/>
    <w:tmpl w:val="4028885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CD91105"/>
    <w:multiLevelType w:val="hybridMultilevel"/>
    <w:tmpl w:val="4BB61D42"/>
    <w:lvl w:ilvl="0" w:tplc="C4EE84A6">
      <w:start w:val="1"/>
      <w:numFmt w:val="bullet"/>
      <w:lvlText w:val="-"/>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38B84E4C">
      <w:start w:val="1"/>
      <w:numFmt w:val="bullet"/>
      <w:lvlText w:val="o"/>
      <w:lvlJc w:val="left"/>
      <w:pPr>
        <w:ind w:left="12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342CC8B6">
      <w:start w:val="1"/>
      <w:numFmt w:val="bullet"/>
      <w:lvlText w:val="▪"/>
      <w:lvlJc w:val="left"/>
      <w:pPr>
        <w:ind w:left="19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6DA00AC0">
      <w:start w:val="1"/>
      <w:numFmt w:val="bullet"/>
      <w:lvlText w:val="•"/>
      <w:lvlJc w:val="left"/>
      <w:pPr>
        <w:ind w:left="26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AC2E0954">
      <w:start w:val="1"/>
      <w:numFmt w:val="bullet"/>
      <w:lvlText w:val="o"/>
      <w:lvlJc w:val="left"/>
      <w:pPr>
        <w:ind w:left="33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4FDC036A">
      <w:start w:val="1"/>
      <w:numFmt w:val="bullet"/>
      <w:lvlText w:val="▪"/>
      <w:lvlJc w:val="left"/>
      <w:pPr>
        <w:ind w:left="41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6FA0CD5C">
      <w:start w:val="1"/>
      <w:numFmt w:val="bullet"/>
      <w:lvlText w:val="•"/>
      <w:lvlJc w:val="left"/>
      <w:pPr>
        <w:ind w:left="48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BCC20D44">
      <w:start w:val="1"/>
      <w:numFmt w:val="bullet"/>
      <w:lvlText w:val="o"/>
      <w:lvlJc w:val="left"/>
      <w:pPr>
        <w:ind w:left="55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2D9ABFF2">
      <w:start w:val="1"/>
      <w:numFmt w:val="bullet"/>
      <w:lvlText w:val="▪"/>
      <w:lvlJc w:val="left"/>
      <w:pPr>
        <w:ind w:left="62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A002B50"/>
    <w:multiLevelType w:val="hybridMultilevel"/>
    <w:tmpl w:val="96F853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13D2D3D"/>
    <w:multiLevelType w:val="hybridMultilevel"/>
    <w:tmpl w:val="4C769EE0"/>
    <w:lvl w:ilvl="0" w:tplc="6E229E74">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626088">
      <w:start w:val="1"/>
      <w:numFmt w:val="bullet"/>
      <w:lvlText w:val="o"/>
      <w:lvlJc w:val="left"/>
      <w:pPr>
        <w:ind w:left="13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7F8AB9C">
      <w:start w:val="1"/>
      <w:numFmt w:val="bullet"/>
      <w:lvlText w:val="▪"/>
      <w:lvlJc w:val="left"/>
      <w:pPr>
        <w:ind w:left="20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B4ED0D6">
      <w:start w:val="1"/>
      <w:numFmt w:val="bullet"/>
      <w:lvlText w:val="•"/>
      <w:lvlJc w:val="left"/>
      <w:pPr>
        <w:ind w:left="27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7F29D44">
      <w:start w:val="1"/>
      <w:numFmt w:val="bullet"/>
      <w:lvlText w:val="o"/>
      <w:lvlJc w:val="left"/>
      <w:pPr>
        <w:ind w:left="34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84E7616">
      <w:start w:val="1"/>
      <w:numFmt w:val="bullet"/>
      <w:lvlText w:val="▪"/>
      <w:lvlJc w:val="left"/>
      <w:pPr>
        <w:ind w:left="42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FEE8EB4">
      <w:start w:val="1"/>
      <w:numFmt w:val="bullet"/>
      <w:lvlText w:val="•"/>
      <w:lvlJc w:val="left"/>
      <w:pPr>
        <w:ind w:left="49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66E5DDA">
      <w:start w:val="1"/>
      <w:numFmt w:val="bullet"/>
      <w:lvlText w:val="o"/>
      <w:lvlJc w:val="left"/>
      <w:pPr>
        <w:ind w:left="56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EFC16C6">
      <w:start w:val="1"/>
      <w:numFmt w:val="bullet"/>
      <w:lvlText w:val="▪"/>
      <w:lvlJc w:val="left"/>
      <w:pPr>
        <w:ind w:left="63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65CC1E82"/>
    <w:multiLevelType w:val="hybridMultilevel"/>
    <w:tmpl w:val="368E6084"/>
    <w:lvl w:ilvl="0" w:tplc="39664A58">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06602D2">
      <w:start w:val="1"/>
      <w:numFmt w:val="bullet"/>
      <w:lvlText w:val="o"/>
      <w:lvlJc w:val="left"/>
      <w:pPr>
        <w:ind w:left="13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6862BA0">
      <w:start w:val="1"/>
      <w:numFmt w:val="bullet"/>
      <w:lvlText w:val="▪"/>
      <w:lvlJc w:val="left"/>
      <w:pPr>
        <w:ind w:left="20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D0A7720">
      <w:start w:val="1"/>
      <w:numFmt w:val="bullet"/>
      <w:lvlText w:val="•"/>
      <w:lvlJc w:val="left"/>
      <w:pPr>
        <w:ind w:left="27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D8A825E">
      <w:start w:val="1"/>
      <w:numFmt w:val="bullet"/>
      <w:lvlText w:val="o"/>
      <w:lvlJc w:val="left"/>
      <w:pPr>
        <w:ind w:left="34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13E0932">
      <w:start w:val="1"/>
      <w:numFmt w:val="bullet"/>
      <w:lvlText w:val="▪"/>
      <w:lvlJc w:val="left"/>
      <w:pPr>
        <w:ind w:left="42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C0C09A0">
      <w:start w:val="1"/>
      <w:numFmt w:val="bullet"/>
      <w:lvlText w:val="•"/>
      <w:lvlJc w:val="left"/>
      <w:pPr>
        <w:ind w:left="49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F0E442">
      <w:start w:val="1"/>
      <w:numFmt w:val="bullet"/>
      <w:lvlText w:val="o"/>
      <w:lvlJc w:val="left"/>
      <w:pPr>
        <w:ind w:left="56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052F218">
      <w:start w:val="1"/>
      <w:numFmt w:val="bullet"/>
      <w:lvlText w:val="▪"/>
      <w:lvlJc w:val="left"/>
      <w:pPr>
        <w:ind w:left="63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69147576"/>
    <w:multiLevelType w:val="hybridMultilevel"/>
    <w:tmpl w:val="EF7AD3DA"/>
    <w:lvl w:ilvl="0" w:tplc="CA2C9AAC">
      <w:start w:val="15"/>
      <w:numFmt w:val="decimal"/>
      <w:lvlText w:val="%1"/>
      <w:lvlJc w:val="left"/>
      <w:pPr>
        <w:ind w:left="14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18875FA">
      <w:start w:val="1"/>
      <w:numFmt w:val="lowerLetter"/>
      <w:lvlText w:val="%2"/>
      <w:lvlJc w:val="left"/>
      <w:pPr>
        <w:ind w:left="11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75E9C4E">
      <w:start w:val="1"/>
      <w:numFmt w:val="lowerRoman"/>
      <w:lvlText w:val="%3"/>
      <w:lvlJc w:val="left"/>
      <w:pPr>
        <w:ind w:left="18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6A2A4E6">
      <w:start w:val="1"/>
      <w:numFmt w:val="decimal"/>
      <w:lvlText w:val="%4"/>
      <w:lvlJc w:val="left"/>
      <w:pPr>
        <w:ind w:left="25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5FCFF9C">
      <w:start w:val="1"/>
      <w:numFmt w:val="lowerLetter"/>
      <w:lvlText w:val="%5"/>
      <w:lvlJc w:val="left"/>
      <w:pPr>
        <w:ind w:left="32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D2860354">
      <w:start w:val="1"/>
      <w:numFmt w:val="lowerRoman"/>
      <w:lvlText w:val="%6"/>
      <w:lvlJc w:val="left"/>
      <w:pPr>
        <w:ind w:left="40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F42CF12C">
      <w:start w:val="1"/>
      <w:numFmt w:val="decimal"/>
      <w:lvlText w:val="%7"/>
      <w:lvlJc w:val="left"/>
      <w:pPr>
        <w:ind w:left="47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A967BAC">
      <w:start w:val="1"/>
      <w:numFmt w:val="lowerLetter"/>
      <w:lvlText w:val="%8"/>
      <w:lvlJc w:val="left"/>
      <w:pPr>
        <w:ind w:left="54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93E683E">
      <w:start w:val="1"/>
      <w:numFmt w:val="lowerRoman"/>
      <w:lvlText w:val="%9"/>
      <w:lvlJc w:val="left"/>
      <w:pPr>
        <w:ind w:left="61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76E74B6A"/>
    <w:multiLevelType w:val="hybridMultilevel"/>
    <w:tmpl w:val="DE9A3C20"/>
    <w:lvl w:ilvl="0" w:tplc="2B7ED48A">
      <w:start w:val="1"/>
      <w:numFmt w:val="bullet"/>
      <w:lvlText w:val="•"/>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8C40602">
      <w:start w:val="1"/>
      <w:numFmt w:val="bullet"/>
      <w:lvlText w:val="-"/>
      <w:lvlJc w:val="left"/>
      <w:pPr>
        <w:ind w:left="148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EA28B172">
      <w:start w:val="1"/>
      <w:numFmt w:val="bullet"/>
      <w:lvlText w:val="▪"/>
      <w:lvlJc w:val="left"/>
      <w:pPr>
        <w:ind w:left="2063"/>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0B52867C">
      <w:start w:val="1"/>
      <w:numFmt w:val="bullet"/>
      <w:lvlText w:val="•"/>
      <w:lvlJc w:val="left"/>
      <w:pPr>
        <w:ind w:left="2783"/>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D47EA350">
      <w:start w:val="1"/>
      <w:numFmt w:val="bullet"/>
      <w:lvlText w:val="o"/>
      <w:lvlJc w:val="left"/>
      <w:pPr>
        <w:ind w:left="3503"/>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C86EBAE8">
      <w:start w:val="1"/>
      <w:numFmt w:val="bullet"/>
      <w:lvlText w:val="▪"/>
      <w:lvlJc w:val="left"/>
      <w:pPr>
        <w:ind w:left="4223"/>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F202CDC6">
      <w:start w:val="1"/>
      <w:numFmt w:val="bullet"/>
      <w:lvlText w:val="•"/>
      <w:lvlJc w:val="left"/>
      <w:pPr>
        <w:ind w:left="4943"/>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B5EEE04A">
      <w:start w:val="1"/>
      <w:numFmt w:val="bullet"/>
      <w:lvlText w:val="o"/>
      <w:lvlJc w:val="left"/>
      <w:pPr>
        <w:ind w:left="5663"/>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0C985EBE">
      <w:start w:val="1"/>
      <w:numFmt w:val="bullet"/>
      <w:lvlText w:val="▪"/>
      <w:lvlJc w:val="left"/>
      <w:pPr>
        <w:ind w:left="6383"/>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num w:numId="1" w16cid:durableId="682249085">
    <w:abstractNumId w:val="0"/>
  </w:num>
  <w:num w:numId="2" w16cid:durableId="848448026">
    <w:abstractNumId w:val="2"/>
  </w:num>
  <w:num w:numId="3" w16cid:durableId="1174801025">
    <w:abstractNumId w:val="6"/>
  </w:num>
  <w:num w:numId="4" w16cid:durableId="557860909">
    <w:abstractNumId w:val="4"/>
  </w:num>
  <w:num w:numId="5" w16cid:durableId="658003566">
    <w:abstractNumId w:val="3"/>
  </w:num>
  <w:num w:numId="6" w16cid:durableId="1189491096">
    <w:abstractNumId w:val="5"/>
  </w:num>
  <w:num w:numId="7" w16cid:durableId="14285723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22C"/>
    <w:rsid w:val="00005E20"/>
    <w:rsid w:val="00020C99"/>
    <w:rsid w:val="00070B99"/>
    <w:rsid w:val="00083AFE"/>
    <w:rsid w:val="000A7B46"/>
    <w:rsid w:val="000D06F1"/>
    <w:rsid w:val="0012446D"/>
    <w:rsid w:val="00145F7C"/>
    <w:rsid w:val="001B12C4"/>
    <w:rsid w:val="001C0541"/>
    <w:rsid w:val="001D50D9"/>
    <w:rsid w:val="002058AB"/>
    <w:rsid w:val="002178B3"/>
    <w:rsid w:val="00225E23"/>
    <w:rsid w:val="002379A8"/>
    <w:rsid w:val="00276D13"/>
    <w:rsid w:val="002A3ED2"/>
    <w:rsid w:val="002B3DCB"/>
    <w:rsid w:val="002B6876"/>
    <w:rsid w:val="002C79C9"/>
    <w:rsid w:val="002E3051"/>
    <w:rsid w:val="002E7CAE"/>
    <w:rsid w:val="00320210"/>
    <w:rsid w:val="0033038A"/>
    <w:rsid w:val="00367D82"/>
    <w:rsid w:val="003716E8"/>
    <w:rsid w:val="00383C1B"/>
    <w:rsid w:val="003A3971"/>
    <w:rsid w:val="003E48E9"/>
    <w:rsid w:val="003F168E"/>
    <w:rsid w:val="00400FEF"/>
    <w:rsid w:val="004033C2"/>
    <w:rsid w:val="00403B84"/>
    <w:rsid w:val="00404B4A"/>
    <w:rsid w:val="00415C13"/>
    <w:rsid w:val="004372BA"/>
    <w:rsid w:val="00450F7B"/>
    <w:rsid w:val="0045381F"/>
    <w:rsid w:val="00462268"/>
    <w:rsid w:val="004751E8"/>
    <w:rsid w:val="004C0402"/>
    <w:rsid w:val="004D4015"/>
    <w:rsid w:val="004E3A4B"/>
    <w:rsid w:val="004E7E02"/>
    <w:rsid w:val="0051435F"/>
    <w:rsid w:val="00544F31"/>
    <w:rsid w:val="00545E85"/>
    <w:rsid w:val="00553D1D"/>
    <w:rsid w:val="0057031E"/>
    <w:rsid w:val="00581EFF"/>
    <w:rsid w:val="00587967"/>
    <w:rsid w:val="00604E9A"/>
    <w:rsid w:val="00605A9E"/>
    <w:rsid w:val="006066CD"/>
    <w:rsid w:val="00624632"/>
    <w:rsid w:val="00635525"/>
    <w:rsid w:val="0064263C"/>
    <w:rsid w:val="00651010"/>
    <w:rsid w:val="006C4CBC"/>
    <w:rsid w:val="006D7386"/>
    <w:rsid w:val="007125B9"/>
    <w:rsid w:val="0072414E"/>
    <w:rsid w:val="007515F7"/>
    <w:rsid w:val="0075595C"/>
    <w:rsid w:val="00756798"/>
    <w:rsid w:val="007637B8"/>
    <w:rsid w:val="007A4CC6"/>
    <w:rsid w:val="007D3B8F"/>
    <w:rsid w:val="007D5422"/>
    <w:rsid w:val="007E48F9"/>
    <w:rsid w:val="0086500D"/>
    <w:rsid w:val="008707FE"/>
    <w:rsid w:val="00883C93"/>
    <w:rsid w:val="00891E31"/>
    <w:rsid w:val="008C359B"/>
    <w:rsid w:val="008E74FA"/>
    <w:rsid w:val="008F1157"/>
    <w:rsid w:val="0094255E"/>
    <w:rsid w:val="00974931"/>
    <w:rsid w:val="009844B5"/>
    <w:rsid w:val="009A53F8"/>
    <w:rsid w:val="009B494A"/>
    <w:rsid w:val="009D70AE"/>
    <w:rsid w:val="009E50ED"/>
    <w:rsid w:val="009E6611"/>
    <w:rsid w:val="00A0318A"/>
    <w:rsid w:val="00A254DE"/>
    <w:rsid w:val="00A414EE"/>
    <w:rsid w:val="00A7497F"/>
    <w:rsid w:val="00AB4267"/>
    <w:rsid w:val="00AE1201"/>
    <w:rsid w:val="00AF52D9"/>
    <w:rsid w:val="00B174F1"/>
    <w:rsid w:val="00B54A13"/>
    <w:rsid w:val="00B57BC7"/>
    <w:rsid w:val="00B877CA"/>
    <w:rsid w:val="00B94D96"/>
    <w:rsid w:val="00B9508B"/>
    <w:rsid w:val="00BA4C12"/>
    <w:rsid w:val="00BC297E"/>
    <w:rsid w:val="00C242E5"/>
    <w:rsid w:val="00C30CE8"/>
    <w:rsid w:val="00C46EF3"/>
    <w:rsid w:val="00C62ADF"/>
    <w:rsid w:val="00C778BA"/>
    <w:rsid w:val="00CA1FD4"/>
    <w:rsid w:val="00CD3AA0"/>
    <w:rsid w:val="00D2122C"/>
    <w:rsid w:val="00D35140"/>
    <w:rsid w:val="00D57F0E"/>
    <w:rsid w:val="00D6442B"/>
    <w:rsid w:val="00D70489"/>
    <w:rsid w:val="00D85AC1"/>
    <w:rsid w:val="00D93294"/>
    <w:rsid w:val="00D934DB"/>
    <w:rsid w:val="00DB2974"/>
    <w:rsid w:val="00DB3269"/>
    <w:rsid w:val="00DC38D4"/>
    <w:rsid w:val="00DD071A"/>
    <w:rsid w:val="00DE4274"/>
    <w:rsid w:val="00DE73A0"/>
    <w:rsid w:val="00DF141B"/>
    <w:rsid w:val="00E14E5F"/>
    <w:rsid w:val="00E22A24"/>
    <w:rsid w:val="00E366B6"/>
    <w:rsid w:val="00E43C89"/>
    <w:rsid w:val="00E67169"/>
    <w:rsid w:val="00E67CAD"/>
    <w:rsid w:val="00E83532"/>
    <w:rsid w:val="00E92FD0"/>
    <w:rsid w:val="00EB3372"/>
    <w:rsid w:val="00EE4884"/>
    <w:rsid w:val="00EF71B0"/>
    <w:rsid w:val="00F47660"/>
    <w:rsid w:val="00F47A1D"/>
    <w:rsid w:val="00F57C3C"/>
    <w:rsid w:val="00F742D3"/>
    <w:rsid w:val="00FD0BC4"/>
    <w:rsid w:val="00FD7AFC"/>
    <w:rsid w:val="00FE4ECE"/>
    <w:rsid w:val="00FF45B6"/>
    <w:rsid w:val="00FF488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3CB6939F"/>
  <w15:docId w15:val="{266F93B0-554C-4EC9-8B51-EED318AB8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C3C"/>
  </w:style>
  <w:style w:type="paragraph" w:styleId="Titre1">
    <w:name w:val="heading 1"/>
    <w:next w:val="Normal"/>
    <w:link w:val="Titre1Car"/>
    <w:uiPriority w:val="9"/>
    <w:qFormat/>
    <w:rsid w:val="00651010"/>
    <w:pPr>
      <w:keepNext/>
      <w:keepLines/>
      <w:spacing w:after="0" w:line="298" w:lineRule="auto"/>
      <w:ind w:left="141"/>
      <w:outlineLvl w:val="0"/>
    </w:pPr>
    <w:rPr>
      <w:rFonts w:ascii="Arial" w:eastAsia="Arial" w:hAnsi="Arial" w:cs="Arial"/>
      <w:b/>
      <w:color w:val="000000"/>
      <w:kern w:val="2"/>
      <w:sz w:val="26"/>
      <w:lang w:val="fr-FR" w:eastAsia="fr-FR"/>
      <w14:ligatures w14:val="standardContextual"/>
    </w:rPr>
  </w:style>
  <w:style w:type="paragraph" w:styleId="Titre2">
    <w:name w:val="heading 2"/>
    <w:next w:val="Normal"/>
    <w:link w:val="Titre2Car"/>
    <w:uiPriority w:val="9"/>
    <w:unhideWhenUsed/>
    <w:qFormat/>
    <w:rsid w:val="00651010"/>
    <w:pPr>
      <w:keepNext/>
      <w:keepLines/>
      <w:spacing w:after="0" w:line="269" w:lineRule="auto"/>
      <w:ind w:left="151" w:right="34" w:hanging="10"/>
      <w:outlineLvl w:val="1"/>
    </w:pPr>
    <w:rPr>
      <w:rFonts w:ascii="Arial" w:eastAsia="Arial" w:hAnsi="Arial" w:cs="Arial"/>
      <w:b/>
      <w:color w:val="000000"/>
      <w:kern w:val="2"/>
      <w:sz w:val="24"/>
      <w:lang w:val="fr-FR" w:eastAsia="fr-FR"/>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57C3C"/>
    <w:rPr>
      <w:color w:val="0563C1" w:themeColor="hyperlink"/>
      <w:u w:val="single"/>
    </w:rPr>
  </w:style>
  <w:style w:type="paragraph" w:styleId="En-tte">
    <w:name w:val="header"/>
    <w:basedOn w:val="Normal"/>
    <w:link w:val="En-tteCar"/>
    <w:uiPriority w:val="99"/>
    <w:unhideWhenUsed/>
    <w:rsid w:val="00403B84"/>
    <w:pPr>
      <w:tabs>
        <w:tab w:val="center" w:pos="4536"/>
        <w:tab w:val="right" w:pos="9072"/>
      </w:tabs>
      <w:spacing w:after="0" w:line="240" w:lineRule="auto"/>
    </w:pPr>
  </w:style>
  <w:style w:type="character" w:customStyle="1" w:styleId="En-tteCar">
    <w:name w:val="En-tête Car"/>
    <w:basedOn w:val="Policepardfaut"/>
    <w:link w:val="En-tte"/>
    <w:uiPriority w:val="99"/>
    <w:rsid w:val="00403B84"/>
  </w:style>
  <w:style w:type="paragraph" w:styleId="Pieddepage">
    <w:name w:val="footer"/>
    <w:basedOn w:val="Normal"/>
    <w:link w:val="PieddepageCar"/>
    <w:uiPriority w:val="99"/>
    <w:unhideWhenUsed/>
    <w:rsid w:val="00403B8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3B84"/>
  </w:style>
  <w:style w:type="paragraph" w:styleId="Textedebulles">
    <w:name w:val="Balloon Text"/>
    <w:basedOn w:val="Normal"/>
    <w:link w:val="TextedebullesCar"/>
    <w:uiPriority w:val="99"/>
    <w:semiHidden/>
    <w:unhideWhenUsed/>
    <w:rsid w:val="00DE73A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73A0"/>
    <w:rPr>
      <w:rFonts w:ascii="Segoe UI" w:hAnsi="Segoe UI" w:cs="Segoe UI"/>
      <w:sz w:val="18"/>
      <w:szCs w:val="18"/>
    </w:rPr>
  </w:style>
  <w:style w:type="table" w:styleId="Grilledutableau">
    <w:name w:val="Table Grid"/>
    <w:basedOn w:val="TableauNormal"/>
    <w:uiPriority w:val="39"/>
    <w:rsid w:val="00DE73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normal">
    <w:name w:val="Texte normal"/>
    <w:basedOn w:val="Normal"/>
    <w:autoRedefine/>
    <w:rsid w:val="00D35140"/>
    <w:pPr>
      <w:spacing w:after="0" w:line="280" w:lineRule="exact"/>
      <w:outlineLvl w:val="0"/>
    </w:pPr>
    <w:rPr>
      <w:rFonts w:ascii="Arial Narrow" w:eastAsia="Times" w:hAnsi="Arial Narrow" w:cs="Times New Roman"/>
      <w:bCs/>
      <w:iCs/>
      <w:lang w:val="fr-FR" w:eastAsia="fr-FR"/>
    </w:rPr>
  </w:style>
  <w:style w:type="paragraph" w:styleId="Notedebasdepage">
    <w:name w:val="footnote text"/>
    <w:basedOn w:val="Normal"/>
    <w:link w:val="NotedebasdepageCar"/>
    <w:uiPriority w:val="99"/>
    <w:semiHidden/>
    <w:unhideWhenUsed/>
    <w:rsid w:val="00B877CA"/>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B877CA"/>
    <w:rPr>
      <w:sz w:val="20"/>
      <w:szCs w:val="20"/>
    </w:rPr>
  </w:style>
  <w:style w:type="character" w:styleId="Appelnotedebasdep">
    <w:name w:val="footnote reference"/>
    <w:basedOn w:val="Policepardfaut"/>
    <w:uiPriority w:val="99"/>
    <w:semiHidden/>
    <w:unhideWhenUsed/>
    <w:rsid w:val="00B877CA"/>
    <w:rPr>
      <w:vertAlign w:val="superscript"/>
    </w:rPr>
  </w:style>
  <w:style w:type="paragraph" w:styleId="Paragraphedeliste">
    <w:name w:val="List Paragraph"/>
    <w:basedOn w:val="Normal"/>
    <w:uiPriority w:val="34"/>
    <w:qFormat/>
    <w:rsid w:val="00756798"/>
    <w:pPr>
      <w:ind w:left="720"/>
      <w:contextualSpacing/>
    </w:pPr>
  </w:style>
  <w:style w:type="paragraph" w:styleId="Sansinterligne">
    <w:name w:val="No Spacing"/>
    <w:uiPriority w:val="1"/>
    <w:qFormat/>
    <w:rsid w:val="00145F7C"/>
    <w:pPr>
      <w:spacing w:after="0" w:line="240" w:lineRule="auto"/>
    </w:pPr>
  </w:style>
  <w:style w:type="table" w:customStyle="1" w:styleId="Grilledetableauclaire1">
    <w:name w:val="Grille de tableau claire1"/>
    <w:basedOn w:val="TableauNormal"/>
    <w:uiPriority w:val="99"/>
    <w:rsid w:val="0097493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ous-titre">
    <w:name w:val="Subtitle"/>
    <w:basedOn w:val="Normal"/>
    <w:next w:val="Normal"/>
    <w:link w:val="Sous-titreCar"/>
    <w:uiPriority w:val="11"/>
    <w:qFormat/>
    <w:rsid w:val="00553D1D"/>
    <w:pPr>
      <w:numPr>
        <w:ilvl w:val="1"/>
      </w:numPr>
    </w:pPr>
    <w:rPr>
      <w:rFonts w:eastAsiaTheme="minorEastAsia"/>
      <w:color w:val="5A5A5A" w:themeColor="text1" w:themeTint="A5"/>
      <w:spacing w:val="15"/>
      <w:lang w:val="fr-FR"/>
    </w:rPr>
  </w:style>
  <w:style w:type="character" w:customStyle="1" w:styleId="Sous-titreCar">
    <w:name w:val="Sous-titre Car"/>
    <w:basedOn w:val="Policepardfaut"/>
    <w:link w:val="Sous-titre"/>
    <w:uiPriority w:val="11"/>
    <w:rsid w:val="00553D1D"/>
    <w:rPr>
      <w:rFonts w:eastAsiaTheme="minorEastAsia"/>
      <w:color w:val="5A5A5A" w:themeColor="text1" w:themeTint="A5"/>
      <w:spacing w:val="15"/>
      <w:lang w:val="fr-FR"/>
    </w:rPr>
  </w:style>
  <w:style w:type="character" w:customStyle="1" w:styleId="xbe">
    <w:name w:val="_xbe"/>
    <w:basedOn w:val="Policepardfaut"/>
    <w:rsid w:val="00553D1D"/>
  </w:style>
  <w:style w:type="table" w:customStyle="1" w:styleId="TableGrid">
    <w:name w:val="TableGrid"/>
    <w:rsid w:val="00005E20"/>
    <w:pPr>
      <w:spacing w:after="0" w:line="240" w:lineRule="auto"/>
    </w:pPr>
    <w:rPr>
      <w:rFonts w:eastAsiaTheme="minorEastAsia"/>
      <w:kern w:val="2"/>
      <w:lang w:val="fr-FR" w:eastAsia="fr-FR"/>
      <w14:ligatures w14:val="standardContextual"/>
    </w:rPr>
    <w:tblPr>
      <w:tblCellMar>
        <w:top w:w="0" w:type="dxa"/>
        <w:left w:w="0" w:type="dxa"/>
        <w:bottom w:w="0" w:type="dxa"/>
        <w:right w:w="0" w:type="dxa"/>
      </w:tblCellMar>
    </w:tblPr>
  </w:style>
  <w:style w:type="character" w:customStyle="1" w:styleId="Titre1Car">
    <w:name w:val="Titre 1 Car"/>
    <w:basedOn w:val="Policepardfaut"/>
    <w:link w:val="Titre1"/>
    <w:uiPriority w:val="9"/>
    <w:rsid w:val="00651010"/>
    <w:rPr>
      <w:rFonts w:ascii="Arial" w:eastAsia="Arial" w:hAnsi="Arial" w:cs="Arial"/>
      <w:b/>
      <w:color w:val="000000"/>
      <w:kern w:val="2"/>
      <w:sz w:val="26"/>
      <w:lang w:val="fr-FR" w:eastAsia="fr-FR"/>
      <w14:ligatures w14:val="standardContextual"/>
    </w:rPr>
  </w:style>
  <w:style w:type="character" w:customStyle="1" w:styleId="Titre2Car">
    <w:name w:val="Titre 2 Car"/>
    <w:basedOn w:val="Policepardfaut"/>
    <w:link w:val="Titre2"/>
    <w:uiPriority w:val="9"/>
    <w:rsid w:val="00651010"/>
    <w:rPr>
      <w:rFonts w:ascii="Arial" w:eastAsia="Arial" w:hAnsi="Arial" w:cs="Arial"/>
      <w:b/>
      <w:color w:val="000000"/>
      <w:kern w:val="2"/>
      <w:sz w:val="24"/>
      <w:lang w:val="fr-FR" w:eastAsia="fr-FR"/>
      <w14:ligatures w14:val="standardContextual"/>
    </w:rPr>
  </w:style>
  <w:style w:type="paragraph" w:styleId="NormalWeb">
    <w:name w:val="Normal (Web)"/>
    <w:basedOn w:val="Normal"/>
    <w:uiPriority w:val="99"/>
    <w:unhideWhenUsed/>
    <w:rsid w:val="00604E9A"/>
    <w:pPr>
      <w:spacing w:before="100" w:beforeAutospacing="1" w:after="100" w:afterAutospacing="1" w:line="240" w:lineRule="auto"/>
    </w:pPr>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606564">
      <w:bodyDiv w:val="1"/>
      <w:marLeft w:val="0"/>
      <w:marRight w:val="0"/>
      <w:marTop w:val="0"/>
      <w:marBottom w:val="0"/>
      <w:divBdr>
        <w:top w:val="none" w:sz="0" w:space="0" w:color="auto"/>
        <w:left w:val="none" w:sz="0" w:space="0" w:color="auto"/>
        <w:bottom w:val="none" w:sz="0" w:space="0" w:color="auto"/>
        <w:right w:val="none" w:sz="0" w:space="0" w:color="auto"/>
      </w:divBdr>
    </w:div>
    <w:div w:id="1333027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xxx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roy3\AppData\Local\Temp\Bewerberkurzprofi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A5F86-8703-4A10-A6FB-7A7EF4A35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Bewerberkurzprofil.dotx</Template>
  <TotalTime>21</TotalTime>
  <Pages>5</Pages>
  <Words>1171</Words>
  <Characters>6442</Characters>
  <Application>Microsoft Office Word</Application>
  <DocSecurity>0</DocSecurity>
  <Lines>53</Lines>
  <Paragraphs>15</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Handwerkskammer Freiburg</Company>
  <LinksUpToDate>false</LinksUpToDate>
  <CharactersWithSpaces>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mroy3</dc:creator>
  <cp:keywords/>
  <dc:description/>
  <cp:lastModifiedBy>Eltern Alsace</cp:lastModifiedBy>
  <cp:revision>13</cp:revision>
  <cp:lastPrinted>2024-06-25T10:42:00Z</cp:lastPrinted>
  <dcterms:created xsi:type="dcterms:W3CDTF">2023-07-06T09:32:00Z</dcterms:created>
  <dcterms:modified xsi:type="dcterms:W3CDTF">2024-07-24T08:30:00Z</dcterms:modified>
</cp:coreProperties>
</file>